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D27" w:rsidRDefault="00486D27" w:rsidP="001F7ABC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1 от 10 января 2019  года                                  село  Волчий Враг   «Бесплатно»</w:t>
      </w:r>
    </w:p>
    <w:p w:rsidR="00486D27" w:rsidRDefault="00486D27" w:rsidP="001F7ABC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486D27" w:rsidRDefault="00486D27" w:rsidP="001F7ABC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486D27" w:rsidRDefault="00486D27" w:rsidP="001F7ABC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486D27" w:rsidRDefault="00486D27" w:rsidP="001F7ABC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486D27" w:rsidRDefault="00486D27" w:rsidP="001F7ABC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486D27" w:rsidRDefault="00486D27" w:rsidP="001F7ABC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486D27" w:rsidRDefault="00486D27" w:rsidP="001F7AB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6D27" w:rsidRDefault="00486D27" w:rsidP="001F7AB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486D27" w:rsidRDefault="00486D27" w:rsidP="001F7ABC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86D27" w:rsidRPr="00062965" w:rsidTr="0097614F">
        <w:trPr>
          <w:jc w:val="center"/>
        </w:trPr>
        <w:tc>
          <w:tcPr>
            <w:tcW w:w="284" w:type="dxa"/>
            <w:vAlign w:val="bottom"/>
          </w:tcPr>
          <w:p w:rsidR="00486D27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6D27" w:rsidRDefault="00486D27" w:rsidP="00976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09.01.2019</w:t>
            </w:r>
          </w:p>
        </w:tc>
        <w:tc>
          <w:tcPr>
            <w:tcW w:w="397" w:type="dxa"/>
          </w:tcPr>
          <w:p w:rsidR="00486D27" w:rsidRDefault="00486D27" w:rsidP="00976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6D27" w:rsidRDefault="00486D27" w:rsidP="00976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357-116/2</w:t>
            </w:r>
          </w:p>
        </w:tc>
      </w:tr>
      <w:tr w:rsidR="00486D27" w:rsidRPr="00062965" w:rsidTr="0097614F">
        <w:trPr>
          <w:jc w:val="center"/>
        </w:trPr>
        <w:tc>
          <w:tcPr>
            <w:tcW w:w="4650" w:type="dxa"/>
            <w:gridSpan w:val="4"/>
          </w:tcPr>
          <w:p w:rsidR="00486D27" w:rsidRDefault="00486D27" w:rsidP="0097614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86D27" w:rsidRPr="001F7ABC" w:rsidRDefault="00486D27" w:rsidP="001F7ABC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486D27" w:rsidRPr="001F7ABC" w:rsidRDefault="00486D27" w:rsidP="001F7A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7ABC">
        <w:rPr>
          <w:rFonts w:ascii="Times New Roman" w:hAnsi="Times New Roman"/>
          <w:b/>
          <w:sz w:val="24"/>
          <w:szCs w:val="24"/>
        </w:rPr>
        <w:t>О внесении изменений в Решение Комитета местного самоуправления Волче-Вражского сельсовета Тамалинского района Пензенской области от 28.12.2018 года № 354-115/2 «О бюджете Волче-Вражского сельсовета Тамалинского района Пензенской области на 2019 год и на плановый период 2020 и 2021 годов.</w:t>
      </w:r>
    </w:p>
    <w:p w:rsidR="00486D27" w:rsidRPr="001F7ABC" w:rsidRDefault="00486D27" w:rsidP="001F7ABC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86D27" w:rsidRPr="001F7ABC" w:rsidRDefault="00486D27" w:rsidP="001F7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7ABC">
        <w:rPr>
          <w:rFonts w:ascii="Times New Roman" w:hAnsi="Times New Roman"/>
          <w:sz w:val="24"/>
          <w:szCs w:val="24"/>
        </w:rPr>
        <w:t xml:space="preserve">    Руководствуясь  статьи 20  Бюджетного кодекса Российской Федерации,  приказом Министерства Финансов Российской Федерации от 08.06.2018 года </w:t>
      </w:r>
    </w:p>
    <w:p w:rsidR="00486D27" w:rsidRPr="001F7ABC" w:rsidRDefault="00486D27" w:rsidP="001F7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7ABC">
        <w:rPr>
          <w:rFonts w:ascii="Times New Roman" w:hAnsi="Times New Roman"/>
          <w:sz w:val="24"/>
          <w:szCs w:val="24"/>
        </w:rPr>
        <w:t>№ 132 н «О порядке формирования и применения кодов бюджетной классификации Российской Федерации, их структуре и принципах назначения»,</w:t>
      </w:r>
    </w:p>
    <w:p w:rsidR="00486D27" w:rsidRPr="001F7ABC" w:rsidRDefault="00486D27" w:rsidP="001F7AB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86D27" w:rsidRPr="001F7ABC" w:rsidRDefault="00486D27" w:rsidP="001F7A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7ABC">
        <w:rPr>
          <w:rFonts w:ascii="Times New Roman" w:hAnsi="Times New Roman"/>
          <w:b/>
          <w:sz w:val="24"/>
          <w:szCs w:val="24"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486D27" w:rsidRPr="001F7ABC" w:rsidRDefault="00486D27" w:rsidP="001F7AB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86D27" w:rsidRPr="001F7ABC" w:rsidRDefault="00486D27" w:rsidP="001F7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7ABC">
        <w:rPr>
          <w:rFonts w:ascii="Times New Roman" w:hAnsi="Times New Roman"/>
          <w:sz w:val="24"/>
          <w:szCs w:val="24"/>
        </w:rPr>
        <w:t xml:space="preserve">      1.</w:t>
      </w:r>
      <w:r w:rsidRPr="001F7ABC">
        <w:rPr>
          <w:rFonts w:ascii="Times New Roman" w:hAnsi="Times New Roman"/>
          <w:sz w:val="24"/>
          <w:szCs w:val="24"/>
        </w:rPr>
        <w:tab/>
        <w:t xml:space="preserve">Внести в состав кодов классификации доходов бюджета приложение 6 «Доходы бюджета Волче-Вражского сельсовета Тамалинского района Пензенской области, закрепленные за главными администраторами доходов бюджета» к Решению Комитета местного самоуправления Волче-Вражского сельсовета Тамалинского района Пензенской области от </w:t>
      </w:r>
      <w:r w:rsidRPr="001F7ABC">
        <w:rPr>
          <w:rFonts w:ascii="Times New Roman" w:hAnsi="Times New Roman"/>
          <w:color w:val="000000"/>
          <w:sz w:val="24"/>
          <w:szCs w:val="24"/>
        </w:rPr>
        <w:t xml:space="preserve">28.12.2018 года № 354-115/2 </w:t>
      </w:r>
      <w:r w:rsidRPr="001F7ABC">
        <w:rPr>
          <w:rFonts w:ascii="Times New Roman" w:hAnsi="Times New Roman"/>
          <w:sz w:val="24"/>
          <w:szCs w:val="24"/>
        </w:rPr>
        <w:t>«О бюджете Волче-Вражского сельсовета Тамалинского района Пензенской области на 2019 год и на плановый период 2020 и 2021 годов», следующие изменения:</w:t>
      </w:r>
    </w:p>
    <w:p w:rsidR="00486D27" w:rsidRPr="001F7ABC" w:rsidRDefault="00486D27" w:rsidP="001F7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7ABC">
        <w:rPr>
          <w:rFonts w:ascii="Times New Roman" w:hAnsi="Times New Roman"/>
          <w:sz w:val="24"/>
          <w:szCs w:val="24"/>
        </w:rPr>
        <w:t xml:space="preserve">    1.1. Дополнить  приложение  строками следующего содержания:</w:t>
      </w:r>
    </w:p>
    <w:p w:rsidR="00486D27" w:rsidRPr="001F7ABC" w:rsidRDefault="00486D27" w:rsidP="001F7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72"/>
        <w:gridCol w:w="2908"/>
        <w:gridCol w:w="4693"/>
      </w:tblGrid>
      <w:tr w:rsidR="00486D27" w:rsidRPr="00062965" w:rsidTr="0097614F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976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 xml:space="preserve">Код главного администратора </w:t>
            </w:r>
          </w:p>
          <w:p w:rsidR="00486D27" w:rsidRPr="00062965" w:rsidRDefault="00486D27" w:rsidP="00976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 xml:space="preserve">доходов бюджета   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976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Код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6D27" w:rsidRPr="00062965" w:rsidRDefault="00486D27" w:rsidP="00976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Наименование главных администраторов и кодов поступлений в  бюджет</w:t>
            </w:r>
          </w:p>
        </w:tc>
      </w:tr>
      <w:tr w:rsidR="00486D27" w:rsidRPr="00062965" w:rsidTr="0097614F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97614F">
            <w:pPr>
              <w:spacing w:after="0" w:line="240" w:lineRule="auto"/>
              <w:rPr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97614F">
            <w:pPr>
              <w:spacing w:after="0" w:line="240" w:lineRule="auto"/>
              <w:rPr>
                <w:sz w:val="24"/>
                <w:szCs w:val="24"/>
              </w:rPr>
            </w:pPr>
            <w:r w:rsidRPr="001F7ABC">
              <w:rPr>
                <w:rFonts w:ascii="Times New Roman" w:hAnsi="Times New Roman"/>
                <w:b/>
                <w:sz w:val="24"/>
                <w:szCs w:val="24"/>
              </w:rPr>
              <w:t>Администрация  Волче-Вражского сельсовета    Тамалинского района Пензенской области</w:t>
            </w:r>
          </w:p>
        </w:tc>
      </w:tr>
      <w:tr w:rsidR="00486D27" w:rsidRPr="00062965" w:rsidTr="0097614F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97614F">
            <w:pPr>
              <w:spacing w:after="0" w:line="240" w:lineRule="auto"/>
              <w:rPr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2 0220077 10 0000 150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97614F">
            <w:pPr>
              <w:spacing w:after="0" w:line="240" w:lineRule="auto"/>
              <w:rPr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486D27" w:rsidRPr="00062965" w:rsidTr="0097614F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97614F">
            <w:pPr>
              <w:spacing w:after="0" w:line="240" w:lineRule="auto"/>
              <w:rPr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97614F">
            <w:pPr>
              <w:spacing w:after="0" w:line="240" w:lineRule="auto"/>
              <w:rPr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2 02 27567 10 0000 150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государственной ( муниципальной) собственности в рамках обеспечения устойчивого развития сельских территорий</w:t>
            </w:r>
          </w:p>
        </w:tc>
      </w:tr>
    </w:tbl>
    <w:p w:rsidR="00486D27" w:rsidRPr="001F7ABC" w:rsidRDefault="00486D27" w:rsidP="001F7A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6D27" w:rsidRPr="001F7ABC" w:rsidRDefault="00486D27" w:rsidP="001F7A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7ABC">
        <w:rPr>
          <w:rFonts w:ascii="Times New Roman" w:hAnsi="Times New Roman"/>
          <w:sz w:val="24"/>
          <w:szCs w:val="24"/>
        </w:rPr>
        <w:t>1.2.Коды бюджетной классификации: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2835"/>
        <w:gridCol w:w="4820"/>
      </w:tblGrid>
      <w:tr w:rsidR="00486D27" w:rsidRPr="00062965" w:rsidTr="0097614F">
        <w:tc>
          <w:tcPr>
            <w:tcW w:w="1843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835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2 02 25555 10 0000 150</w:t>
            </w:r>
          </w:p>
        </w:tc>
        <w:tc>
          <w:tcPr>
            <w:tcW w:w="4820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486D27" w:rsidRPr="00062965" w:rsidTr="0097614F">
        <w:tc>
          <w:tcPr>
            <w:tcW w:w="1843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835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2 02 25567 10 0000 150</w:t>
            </w:r>
          </w:p>
        </w:tc>
        <w:tc>
          <w:tcPr>
            <w:tcW w:w="4820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</w:tbl>
    <w:p w:rsidR="00486D27" w:rsidRPr="001F7ABC" w:rsidRDefault="00486D27" w:rsidP="001F7A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7ABC">
        <w:rPr>
          <w:rFonts w:ascii="Times New Roman" w:hAnsi="Times New Roman"/>
          <w:sz w:val="24"/>
          <w:szCs w:val="24"/>
        </w:rPr>
        <w:t xml:space="preserve">       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2835"/>
        <w:gridCol w:w="4820"/>
      </w:tblGrid>
      <w:tr w:rsidR="00486D27" w:rsidRPr="00062965" w:rsidTr="0097614F">
        <w:tc>
          <w:tcPr>
            <w:tcW w:w="1843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835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2 02 25555 10 0000 150</w:t>
            </w:r>
          </w:p>
        </w:tc>
        <w:tc>
          <w:tcPr>
            <w:tcW w:w="4820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 на реализацию программ формирования современной городской среды</w:t>
            </w:r>
          </w:p>
        </w:tc>
      </w:tr>
      <w:tr w:rsidR="00486D27" w:rsidRPr="00062965" w:rsidTr="0097614F">
        <w:tc>
          <w:tcPr>
            <w:tcW w:w="1843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835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2 02 25567 10 0000 150</w:t>
            </w:r>
          </w:p>
        </w:tc>
        <w:tc>
          <w:tcPr>
            <w:tcW w:w="4820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устойчивого развития</w:t>
            </w:r>
            <w:bookmarkStart w:id="0" w:name="_GoBack"/>
            <w:bookmarkEnd w:id="0"/>
            <w:r w:rsidRPr="001F7ABC">
              <w:rPr>
                <w:rFonts w:ascii="Times New Roman" w:hAnsi="Times New Roman"/>
                <w:sz w:val="24"/>
                <w:szCs w:val="24"/>
              </w:rPr>
              <w:t xml:space="preserve"> сельских территорий</w:t>
            </w:r>
          </w:p>
        </w:tc>
      </w:tr>
    </w:tbl>
    <w:p w:rsidR="00486D27" w:rsidRPr="001F7ABC" w:rsidRDefault="00486D27" w:rsidP="001F7A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6D27" w:rsidRPr="001F7ABC" w:rsidRDefault="00486D27" w:rsidP="001F7A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7ABC">
        <w:rPr>
          <w:rFonts w:ascii="Times New Roman" w:hAnsi="Times New Roman"/>
          <w:sz w:val="24"/>
          <w:szCs w:val="24"/>
        </w:rPr>
        <w:t>1.3.Исключить из приложения код бюджетной классификации: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2835"/>
        <w:gridCol w:w="4820"/>
      </w:tblGrid>
      <w:tr w:rsidR="00486D27" w:rsidRPr="00062965" w:rsidTr="0097614F">
        <w:tc>
          <w:tcPr>
            <w:tcW w:w="1843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835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2 02 25560 10 0000 150</w:t>
            </w:r>
          </w:p>
        </w:tc>
        <w:tc>
          <w:tcPr>
            <w:tcW w:w="4820" w:type="dxa"/>
          </w:tcPr>
          <w:p w:rsidR="00486D27" w:rsidRPr="001F7ABC" w:rsidRDefault="00486D27" w:rsidP="00976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ABC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 на поддержку обустройства мест массового отдыха населения (городских парков)</w:t>
            </w:r>
          </w:p>
        </w:tc>
      </w:tr>
    </w:tbl>
    <w:p w:rsidR="00486D27" w:rsidRPr="001F7ABC" w:rsidRDefault="00486D27" w:rsidP="001F7A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6D27" w:rsidRPr="001F7ABC" w:rsidRDefault="00486D27" w:rsidP="001F7A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7ABC">
        <w:rPr>
          <w:rFonts w:ascii="Times New Roman" w:hAnsi="Times New Roman"/>
          <w:sz w:val="24"/>
          <w:szCs w:val="24"/>
        </w:rPr>
        <w:t xml:space="preserve">    2. Настоящее Решение вступает в силу со дня его подписания.</w:t>
      </w:r>
    </w:p>
    <w:p w:rsidR="00486D27" w:rsidRPr="001F7ABC" w:rsidRDefault="00486D27" w:rsidP="001F7A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7ABC">
        <w:rPr>
          <w:rFonts w:ascii="Times New Roman" w:hAnsi="Times New Roman"/>
          <w:sz w:val="24"/>
          <w:szCs w:val="24"/>
        </w:rPr>
        <w:t xml:space="preserve">    3. Настоящее Решение опубликовать в информационном бюллетене «Сельский вестник»</w:t>
      </w:r>
    </w:p>
    <w:p w:rsidR="00486D27" w:rsidRPr="001F7ABC" w:rsidRDefault="00486D27" w:rsidP="001F7A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6D27" w:rsidRPr="001F7ABC" w:rsidRDefault="00486D27" w:rsidP="001F7A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6D27" w:rsidRPr="001F7ABC" w:rsidRDefault="00486D27" w:rsidP="001F7ABC">
      <w:p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F7ABC">
        <w:rPr>
          <w:rFonts w:ascii="Times New Roman" w:hAnsi="Times New Roman"/>
          <w:sz w:val="24"/>
          <w:szCs w:val="24"/>
        </w:rPr>
        <w:t xml:space="preserve"> Глава Волче-Вражского сельсовета </w:t>
      </w:r>
    </w:p>
    <w:p w:rsidR="00486D27" w:rsidRPr="001F7ABC" w:rsidRDefault="00486D27" w:rsidP="001F7ABC">
      <w:p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F7ABC">
        <w:rPr>
          <w:rFonts w:ascii="Times New Roman" w:hAnsi="Times New Roman"/>
          <w:sz w:val="24"/>
          <w:szCs w:val="24"/>
        </w:rPr>
        <w:t>Тамалинского района Пензенской области                                    А.А. Кошелев</w:t>
      </w:r>
    </w:p>
    <w:p w:rsidR="00486D27" w:rsidRDefault="00486D27" w:rsidP="001F7ABC">
      <w:pPr>
        <w:pStyle w:val="NoSpacing"/>
        <w:jc w:val="center"/>
        <w:rPr>
          <w:rFonts w:ascii="Times New Roman" w:hAnsi="Times New Roman"/>
          <w:b/>
          <w:kern w:val="1"/>
          <w:sz w:val="24"/>
          <w:szCs w:val="24"/>
        </w:rPr>
      </w:pPr>
    </w:p>
    <w:p w:rsidR="00486D27" w:rsidRDefault="00486D27" w:rsidP="009149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486D27" w:rsidRDefault="00486D27" w:rsidP="00914991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86D27" w:rsidRPr="00062965" w:rsidTr="008D11CF">
        <w:trPr>
          <w:jc w:val="center"/>
        </w:trPr>
        <w:tc>
          <w:tcPr>
            <w:tcW w:w="284" w:type="dxa"/>
            <w:vAlign w:val="bottom"/>
          </w:tcPr>
          <w:p w:rsidR="00486D27" w:rsidRDefault="00486D27" w:rsidP="008D1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6D27" w:rsidRDefault="00486D27" w:rsidP="008D1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09.01.2019</w:t>
            </w:r>
          </w:p>
        </w:tc>
        <w:tc>
          <w:tcPr>
            <w:tcW w:w="397" w:type="dxa"/>
          </w:tcPr>
          <w:p w:rsidR="00486D27" w:rsidRDefault="00486D27" w:rsidP="008D11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6D27" w:rsidRDefault="00486D27" w:rsidP="008D1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358-116/2</w:t>
            </w:r>
          </w:p>
        </w:tc>
      </w:tr>
      <w:tr w:rsidR="00486D27" w:rsidRPr="00062965" w:rsidTr="008D11CF">
        <w:trPr>
          <w:jc w:val="center"/>
        </w:trPr>
        <w:tc>
          <w:tcPr>
            <w:tcW w:w="4650" w:type="dxa"/>
            <w:gridSpan w:val="4"/>
          </w:tcPr>
          <w:p w:rsidR="00486D27" w:rsidRDefault="00486D27" w:rsidP="008D11C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86D27" w:rsidRDefault="00486D27" w:rsidP="001F7ABC">
      <w:pPr>
        <w:pStyle w:val="NoSpacing"/>
        <w:jc w:val="center"/>
        <w:rPr>
          <w:rFonts w:ascii="Times New Roman" w:hAnsi="Times New Roman"/>
          <w:b/>
          <w:kern w:val="1"/>
          <w:sz w:val="24"/>
          <w:szCs w:val="24"/>
        </w:rPr>
      </w:pPr>
    </w:p>
    <w:p w:rsidR="00486D27" w:rsidRDefault="00486D27" w:rsidP="00914991">
      <w:pPr>
        <w:pStyle w:val="NoSpacing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14991">
        <w:rPr>
          <w:rFonts w:ascii="Times New Roman" w:hAnsi="Times New Roman"/>
          <w:b/>
          <w:sz w:val="24"/>
          <w:szCs w:val="24"/>
          <w:lang w:eastAsia="ru-RU"/>
        </w:rPr>
        <w:t>О признании утратившим силу решения Комитета местного самоуправления Волче-Вражского сельсовета Тамалинского района Пензенской области от 07.10.2009  № 45-13/5 «О порядке определения должностей муниципальной службы в муниципальном образовании «Волче-Вражский сельсовет» Тамалинского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детей».</w:t>
      </w:r>
    </w:p>
    <w:p w:rsidR="00486D27" w:rsidRPr="00914991" w:rsidRDefault="00486D27" w:rsidP="00914991">
      <w:pPr>
        <w:pStyle w:val="NoSpacing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486D27" w:rsidRDefault="00486D27" w:rsidP="00914991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49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Рассмотрев экспертное заключение № 2873/ОР-2018 от 18.12.2018 года  Правового управления Правительства Пензенской области на решение Комитета местного самоуправления Волче-Вражского</w:t>
      </w:r>
      <w:r w:rsidRPr="00914991">
        <w:rPr>
          <w:rFonts w:ascii="Times New Roman" w:hAnsi="Times New Roman"/>
          <w:sz w:val="24"/>
          <w:szCs w:val="24"/>
          <w:lang w:eastAsia="ru-RU"/>
        </w:rPr>
        <w:t xml:space="preserve"> сельсовета Тамалинского района Пензенской области от 07.10.2009 № 45-13/5 «О порядке определения должностей муниципальной службы в муниципальном образовании «Волче-Вражский сельсовет» Тамалинского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детей» и в целях соблюдения требований законодательства Российской Федерации,</w:t>
      </w:r>
    </w:p>
    <w:p w:rsidR="00486D27" w:rsidRPr="00914991" w:rsidRDefault="00486D27" w:rsidP="00914991">
      <w:pPr>
        <w:pStyle w:val="NoSpacing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86D27" w:rsidRPr="00914991" w:rsidRDefault="00486D27" w:rsidP="00914991">
      <w:pPr>
        <w:jc w:val="center"/>
        <w:rPr>
          <w:rFonts w:ascii="Times New Roman" w:hAnsi="Times New Roman"/>
          <w:b/>
          <w:sz w:val="24"/>
          <w:szCs w:val="24"/>
        </w:rPr>
      </w:pPr>
      <w:r w:rsidRPr="00914991">
        <w:rPr>
          <w:rFonts w:ascii="Times New Roman" w:hAnsi="Times New Roman"/>
          <w:b/>
          <w:sz w:val="24"/>
          <w:szCs w:val="24"/>
        </w:rPr>
        <w:t>Комитет местного самоуправления Волче-Вражского сельсовета Тамалинского района Пензенской области решил:</w:t>
      </w:r>
    </w:p>
    <w:p w:rsidR="00486D27" w:rsidRPr="00914991" w:rsidRDefault="00486D27" w:rsidP="00914991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4991">
        <w:rPr>
          <w:rFonts w:ascii="Times New Roman" w:hAnsi="Times New Roman"/>
          <w:sz w:val="24"/>
          <w:szCs w:val="24"/>
          <w:lang w:eastAsia="ru-RU"/>
        </w:rPr>
        <w:t xml:space="preserve">  1. Признать утратившим силу решение Комитета местного самоуправления Волче-Вражского сельсовета Тамалинского района Пензенской области от 07.10.2009 № 45-13/5 «О порядке определения должностей муниципальной службы в муниципальном образовании «Волче-Вражский сельсовет» Тамалинского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детей».</w:t>
      </w:r>
    </w:p>
    <w:p w:rsidR="00486D27" w:rsidRPr="00914991" w:rsidRDefault="00486D27" w:rsidP="00914991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14991">
        <w:rPr>
          <w:rFonts w:ascii="Times New Roman" w:hAnsi="Times New Roman"/>
          <w:sz w:val="24"/>
          <w:szCs w:val="24"/>
          <w:lang w:eastAsia="ru-RU"/>
        </w:rPr>
        <w:t>2. Настоящее решение опубликовать в информационном бюллетене «Сельский вестник».</w:t>
      </w:r>
    </w:p>
    <w:p w:rsidR="00486D27" w:rsidRPr="00914991" w:rsidRDefault="00486D27" w:rsidP="00914991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4991">
        <w:rPr>
          <w:rFonts w:ascii="Times New Roman" w:hAnsi="Times New Roman"/>
          <w:sz w:val="24"/>
          <w:szCs w:val="24"/>
          <w:lang w:eastAsia="ru-RU"/>
        </w:rPr>
        <w:t xml:space="preserve"> 3. </w:t>
      </w:r>
      <w:r w:rsidRPr="00914991">
        <w:rPr>
          <w:rFonts w:ascii="Times New Roman" w:hAnsi="Times New Roman"/>
          <w:spacing w:val="-2"/>
          <w:sz w:val="24"/>
          <w:szCs w:val="24"/>
          <w:lang w:eastAsia="ru-RU"/>
        </w:rPr>
        <w:t xml:space="preserve">Настоящее </w:t>
      </w:r>
      <w:r w:rsidRPr="00914991">
        <w:rPr>
          <w:rFonts w:ascii="Times New Roman" w:hAnsi="Times New Roman"/>
          <w:sz w:val="24"/>
          <w:szCs w:val="24"/>
          <w:lang w:eastAsia="ru-RU"/>
        </w:rPr>
        <w:t xml:space="preserve">решение </w:t>
      </w:r>
      <w:r w:rsidRPr="00914991">
        <w:rPr>
          <w:rFonts w:ascii="Times New Roman" w:hAnsi="Times New Roman"/>
          <w:spacing w:val="-2"/>
          <w:sz w:val="24"/>
          <w:szCs w:val="24"/>
          <w:lang w:eastAsia="ru-RU"/>
        </w:rPr>
        <w:t xml:space="preserve">вступает в силу на следующий день </w:t>
      </w:r>
      <w:r w:rsidRPr="00914991">
        <w:rPr>
          <w:rFonts w:ascii="Times New Roman" w:hAnsi="Times New Roman"/>
          <w:sz w:val="24"/>
          <w:szCs w:val="24"/>
          <w:lang w:eastAsia="ru-RU"/>
        </w:rPr>
        <w:t>после дня его официального опубликования.</w:t>
      </w:r>
    </w:p>
    <w:p w:rsidR="00486D27" w:rsidRDefault="00486D27" w:rsidP="00914991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4991">
        <w:rPr>
          <w:rFonts w:ascii="Times New Roman" w:hAnsi="Times New Roman"/>
          <w:sz w:val="24"/>
          <w:szCs w:val="24"/>
          <w:lang w:eastAsia="ru-RU"/>
        </w:rPr>
        <w:t xml:space="preserve"> 4. Контроль  исполнения настоящего решения возложить на главу Волче-Вражского сельсовета Тамалинского района Пензенской области.</w:t>
      </w:r>
    </w:p>
    <w:p w:rsidR="00486D27" w:rsidRPr="00914991" w:rsidRDefault="00486D27" w:rsidP="00914991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6D27" w:rsidRDefault="00486D27" w:rsidP="00914991">
      <w:pPr>
        <w:pStyle w:val="NoSpacing"/>
        <w:rPr>
          <w:rFonts w:ascii="Times New Roman" w:hAnsi="Times New Roman"/>
          <w:sz w:val="24"/>
          <w:szCs w:val="24"/>
        </w:rPr>
      </w:pPr>
    </w:p>
    <w:p w:rsidR="00486D27" w:rsidRPr="00914991" w:rsidRDefault="00486D27" w:rsidP="00914991">
      <w:pPr>
        <w:pStyle w:val="NoSpacing"/>
        <w:rPr>
          <w:rFonts w:ascii="Times New Roman" w:hAnsi="Times New Roman"/>
          <w:sz w:val="24"/>
          <w:szCs w:val="24"/>
        </w:rPr>
      </w:pPr>
      <w:r w:rsidRPr="00914991">
        <w:rPr>
          <w:rFonts w:ascii="Times New Roman" w:hAnsi="Times New Roman"/>
          <w:sz w:val="24"/>
          <w:szCs w:val="24"/>
        </w:rPr>
        <w:t xml:space="preserve">Глава Волче-Вражского сельсовета </w:t>
      </w:r>
    </w:p>
    <w:p w:rsidR="00486D27" w:rsidRPr="00914991" w:rsidRDefault="00486D27" w:rsidP="00914991">
      <w:pPr>
        <w:pStyle w:val="NoSpacing"/>
        <w:rPr>
          <w:rFonts w:ascii="Times New Roman" w:hAnsi="Times New Roman"/>
          <w:sz w:val="24"/>
          <w:szCs w:val="24"/>
        </w:rPr>
      </w:pPr>
      <w:r w:rsidRPr="00914991">
        <w:rPr>
          <w:rFonts w:ascii="Times New Roman" w:hAnsi="Times New Roman"/>
          <w:sz w:val="24"/>
          <w:szCs w:val="24"/>
        </w:rPr>
        <w:t>Тамалинского района Пензенской области                                        А.А. Кошелев</w:t>
      </w:r>
    </w:p>
    <w:p w:rsidR="00486D27" w:rsidRDefault="00486D27" w:rsidP="009149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6D27" w:rsidRPr="00540765" w:rsidRDefault="00486D27" w:rsidP="0054076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540765">
        <w:rPr>
          <w:rFonts w:ascii="Times New Roman" w:hAnsi="Times New Roman"/>
          <w:b/>
          <w:sz w:val="24"/>
          <w:szCs w:val="24"/>
        </w:rPr>
        <w:t>АДМИНИСТРАЦИЯ ВОЛЧЕ-ВРАЖСКОГО СЕЛЬСОВЕТА</w:t>
      </w:r>
    </w:p>
    <w:p w:rsidR="00486D27" w:rsidRPr="00540765" w:rsidRDefault="00486D27" w:rsidP="0054076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540765">
        <w:rPr>
          <w:rFonts w:ascii="Times New Roman" w:hAnsi="Times New Roman"/>
          <w:b/>
          <w:sz w:val="24"/>
          <w:szCs w:val="24"/>
        </w:rPr>
        <w:t>ТАМАЛИНСКОГО РАЙОНА ПЕНЗЕНСКОЙ ОБЛАСТИ</w:t>
      </w:r>
    </w:p>
    <w:p w:rsidR="00486D27" w:rsidRDefault="00486D27" w:rsidP="001F7ABC">
      <w:pPr>
        <w:pStyle w:val="NoSpacing"/>
        <w:jc w:val="center"/>
        <w:rPr>
          <w:rFonts w:ascii="Times New Roman" w:hAnsi="Times New Roman"/>
          <w:b/>
          <w:kern w:val="1"/>
          <w:sz w:val="24"/>
          <w:szCs w:val="24"/>
        </w:rPr>
      </w:pPr>
    </w:p>
    <w:p w:rsidR="00486D27" w:rsidRDefault="00486D27" w:rsidP="0054076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РАСПОРЯЖЕНИЕ</w:t>
      </w:r>
    </w:p>
    <w:p w:rsidR="00486D27" w:rsidRDefault="00486D27" w:rsidP="0054076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86D27" w:rsidRPr="00062965" w:rsidTr="008D62C9">
        <w:trPr>
          <w:jc w:val="center"/>
        </w:trPr>
        <w:tc>
          <w:tcPr>
            <w:tcW w:w="284" w:type="dxa"/>
            <w:vAlign w:val="bottom"/>
          </w:tcPr>
          <w:p w:rsidR="00486D27" w:rsidRDefault="00486D27" w:rsidP="008D6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6D27" w:rsidRDefault="00486D27" w:rsidP="008D62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09.01.2019</w:t>
            </w:r>
          </w:p>
        </w:tc>
        <w:tc>
          <w:tcPr>
            <w:tcW w:w="397" w:type="dxa"/>
          </w:tcPr>
          <w:p w:rsidR="00486D27" w:rsidRDefault="00486D27" w:rsidP="008D6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6D27" w:rsidRDefault="00486D27" w:rsidP="008D62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6-р</w:t>
            </w:r>
          </w:p>
        </w:tc>
      </w:tr>
      <w:tr w:rsidR="00486D27" w:rsidRPr="00062965" w:rsidTr="008D62C9">
        <w:trPr>
          <w:jc w:val="center"/>
        </w:trPr>
        <w:tc>
          <w:tcPr>
            <w:tcW w:w="4650" w:type="dxa"/>
            <w:gridSpan w:val="4"/>
          </w:tcPr>
          <w:p w:rsidR="00486D27" w:rsidRDefault="00486D27" w:rsidP="008D62C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86D27" w:rsidRDefault="00486D27" w:rsidP="001F7ABC">
      <w:pPr>
        <w:pStyle w:val="NoSpacing"/>
        <w:jc w:val="center"/>
        <w:rPr>
          <w:rFonts w:ascii="Times New Roman" w:hAnsi="Times New Roman"/>
          <w:b/>
          <w:kern w:val="1"/>
          <w:sz w:val="24"/>
          <w:szCs w:val="24"/>
        </w:rPr>
      </w:pPr>
    </w:p>
    <w:p w:rsidR="00486D27" w:rsidRPr="00540765" w:rsidRDefault="00486D27" w:rsidP="00540765">
      <w:pPr>
        <w:pStyle w:val="ConsPlusTitle"/>
        <w:widowControl/>
        <w:jc w:val="center"/>
      </w:pPr>
      <w:r w:rsidRPr="00540765">
        <w:t>О внесении изменений в распоряжение администрации Волче-Вражского сельсовета Тамалинского района Пензенской области от 03.04.2013 № 16-р «О должностях муниципальной службы в администрации Волче-Вражского сельсовета Тамалинского района Пензенской области, при назначении на которые граждане обязаны представлять сведения о доходах, об имуществе и обязательствах имущественного характера, и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характера».</w:t>
      </w:r>
    </w:p>
    <w:p w:rsidR="00486D27" w:rsidRPr="00540765" w:rsidRDefault="00486D27" w:rsidP="00540765">
      <w:pPr>
        <w:pStyle w:val="ConsPlusTitle"/>
        <w:widowControl/>
        <w:spacing w:before="240"/>
        <w:ind w:firstLine="720"/>
        <w:jc w:val="both"/>
        <w:rPr>
          <w:b w:val="0"/>
        </w:rPr>
      </w:pPr>
      <w:r w:rsidRPr="00540765">
        <w:rPr>
          <w:b w:val="0"/>
        </w:rPr>
        <w:t>На основании экспертного заключения № 2877 /ОР- 2018 от 18 декабря 2018 года, в целях приведения нормативно-правовых актов в соответствии с законодательством Российской Федерации,</w:t>
      </w:r>
    </w:p>
    <w:p w:rsidR="00486D27" w:rsidRPr="00540765" w:rsidRDefault="00486D27" w:rsidP="00540765">
      <w:pPr>
        <w:pStyle w:val="ConsPlusTitle"/>
        <w:widowControl/>
        <w:jc w:val="both"/>
      </w:pPr>
    </w:p>
    <w:p w:rsidR="00486D27" w:rsidRPr="00540765" w:rsidRDefault="00486D27" w:rsidP="00540765">
      <w:pPr>
        <w:pStyle w:val="ConsPlusTitle"/>
        <w:widowControl/>
        <w:ind w:firstLine="720"/>
        <w:jc w:val="both"/>
        <w:rPr>
          <w:b w:val="0"/>
        </w:rPr>
      </w:pPr>
      <w:r w:rsidRPr="00540765">
        <w:rPr>
          <w:b w:val="0"/>
        </w:rPr>
        <w:t>1. Внести следующие изменения в распоряжение администрации Волче-Вражского сельсовета Тамалинского района Пензенской области от 03.04.2013 № 16-р «О должностях муниципальной службы в администрации Волче-Вражского сельсовета Тамалинского района Пензенской области, при назначении на которые граждане обязаны представлять сведения о доходах, об имуществе и обязательствах имущественного характера, и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характера» (далее - распоряжение):</w:t>
      </w:r>
    </w:p>
    <w:p w:rsidR="00486D27" w:rsidRPr="00540765" w:rsidRDefault="00486D27" w:rsidP="00540765">
      <w:pPr>
        <w:pStyle w:val="ConsPlusTitle"/>
        <w:widowControl/>
        <w:ind w:firstLine="720"/>
        <w:jc w:val="both"/>
        <w:rPr>
          <w:b w:val="0"/>
        </w:rPr>
      </w:pPr>
    </w:p>
    <w:p w:rsidR="00486D27" w:rsidRPr="00540765" w:rsidRDefault="00486D27" w:rsidP="00540765">
      <w:pPr>
        <w:pStyle w:val="ConsPlusTitle"/>
        <w:widowControl/>
        <w:ind w:firstLine="720"/>
        <w:jc w:val="both"/>
        <w:rPr>
          <w:b w:val="0"/>
        </w:rPr>
      </w:pPr>
      <w:r w:rsidRPr="00540765">
        <w:rPr>
          <w:b w:val="0"/>
        </w:rPr>
        <w:t xml:space="preserve">1.1. преамбулу распоряжения изложить в новой редакции </w:t>
      </w:r>
    </w:p>
    <w:p w:rsidR="00486D27" w:rsidRPr="00540765" w:rsidRDefault="00486D27" w:rsidP="00540765">
      <w:pPr>
        <w:pStyle w:val="ConsPlusTitle"/>
        <w:widowControl/>
        <w:spacing w:before="240"/>
        <w:ind w:firstLine="720"/>
        <w:jc w:val="both"/>
        <w:rPr>
          <w:b w:val="0"/>
        </w:rPr>
      </w:pPr>
      <w:r w:rsidRPr="00540765">
        <w:rPr>
          <w:b w:val="0"/>
        </w:rPr>
        <w:t xml:space="preserve">«В целях реализации Федеральных законов от 02.03.2007 № 25-ФЗ «О муниципальной службе в Российской Федерации», от 25.12.2008 № 273-ФЗ «О противодействии коррупции», от 03.12.2012 № 230-ФЗ «О контроле за соответствием расходов лиц, замещающих государственные должности, и иных лиц их доходам», Указа Президента Российской Федерации от 18.05.2009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в соответствии со статьей 20 Устава Волче-Вражского сельсовета Тамалинского района Пензенской области, решением Комитета местного самоуправления Волче-Вражского сельсовета Тамалинского района Пензенской области 04.02.2013 № 171-50/1 «О порядке определения должностей муниципальной службы Волче-Вражского сельсовета Тамалинского района Пензенской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</w:t>
      </w:r>
    </w:p>
    <w:p w:rsidR="00486D27" w:rsidRPr="00540765" w:rsidRDefault="00486D27" w:rsidP="00540765">
      <w:pPr>
        <w:pStyle w:val="ConsPlusTitle"/>
        <w:widowControl/>
        <w:ind w:firstLine="720"/>
        <w:jc w:val="both"/>
        <w:rPr>
          <w:b w:val="0"/>
        </w:rPr>
      </w:pPr>
      <w:r w:rsidRPr="00540765">
        <w:rPr>
          <w:b w:val="0"/>
        </w:rPr>
        <w:t>1.2. пункт 2 распоряжения изложить в следующей редакции:</w:t>
      </w:r>
    </w:p>
    <w:p w:rsidR="00486D27" w:rsidRPr="00540765" w:rsidRDefault="00486D27" w:rsidP="00540765">
      <w:pPr>
        <w:pStyle w:val="ConsPlusTitle"/>
        <w:widowControl/>
        <w:ind w:firstLine="720"/>
        <w:jc w:val="both"/>
        <w:rPr>
          <w:b w:val="0"/>
        </w:rPr>
      </w:pPr>
      <w:r w:rsidRPr="00540765">
        <w:rPr>
          <w:b w:val="0"/>
        </w:rPr>
        <w:t xml:space="preserve"> «2. Главе администрации Волче-Вражского сельсовета Тамалинского района Пензенской области  ознакомить с данным распоряжением заинтересованных муниципальных служащих, а также граждан, претендующих на замещение должностей муниципальной службы, предусмотренных настоящим распоряжением».</w:t>
      </w:r>
    </w:p>
    <w:p w:rsidR="00486D27" w:rsidRPr="00540765" w:rsidRDefault="00486D27" w:rsidP="00540765">
      <w:pPr>
        <w:pStyle w:val="ConsPlusTitle"/>
        <w:widowControl/>
        <w:ind w:firstLine="720"/>
        <w:jc w:val="both"/>
        <w:rPr>
          <w:b w:val="0"/>
        </w:rPr>
      </w:pPr>
      <w:r w:rsidRPr="00540765">
        <w:rPr>
          <w:b w:val="0"/>
        </w:rPr>
        <w:t>1.3. пункт 5 распоряжения изложить в следующей редакции:</w:t>
      </w:r>
    </w:p>
    <w:p w:rsidR="00486D27" w:rsidRPr="00540765" w:rsidRDefault="00486D27" w:rsidP="00540765">
      <w:pPr>
        <w:pStyle w:val="ConsPlusTitle"/>
        <w:widowControl/>
        <w:ind w:firstLine="720"/>
        <w:jc w:val="both"/>
        <w:rPr>
          <w:b w:val="0"/>
        </w:rPr>
      </w:pPr>
      <w:r w:rsidRPr="00540765">
        <w:rPr>
          <w:b w:val="0"/>
        </w:rPr>
        <w:t xml:space="preserve"> «5. Контроль  исполнения настоящего распоряжения возложить на главу администрации Волче-Вражского сельсовета Тамалинского района Пензенской области».</w:t>
      </w:r>
    </w:p>
    <w:p w:rsidR="00486D27" w:rsidRPr="00540765" w:rsidRDefault="00486D27" w:rsidP="00540765">
      <w:pPr>
        <w:pStyle w:val="ConsPlusTitle"/>
        <w:widowControl/>
        <w:ind w:firstLine="720"/>
        <w:jc w:val="both"/>
        <w:rPr>
          <w:b w:val="0"/>
        </w:rPr>
      </w:pPr>
      <w:r w:rsidRPr="00540765">
        <w:rPr>
          <w:b w:val="0"/>
        </w:rPr>
        <w:t>1.4.дополнить пунктом 6 следующего содержания:</w:t>
      </w:r>
    </w:p>
    <w:p w:rsidR="00486D27" w:rsidRPr="00540765" w:rsidRDefault="00486D27" w:rsidP="00540765">
      <w:pPr>
        <w:pStyle w:val="ConsPlusTitle"/>
        <w:widowControl/>
        <w:ind w:firstLine="720"/>
        <w:jc w:val="both"/>
        <w:rPr>
          <w:b w:val="0"/>
        </w:rPr>
      </w:pPr>
      <w:r w:rsidRPr="00540765">
        <w:rPr>
          <w:b w:val="0"/>
        </w:rPr>
        <w:t>«6. Настоящее распоряжение вступает в силу на следующий день после дня его официального опубликования».</w:t>
      </w:r>
    </w:p>
    <w:p w:rsidR="00486D27" w:rsidRPr="00540765" w:rsidRDefault="00486D27" w:rsidP="00540765">
      <w:pPr>
        <w:pStyle w:val="ConsPlusTitle"/>
        <w:widowControl/>
        <w:ind w:firstLine="720"/>
        <w:jc w:val="both"/>
      </w:pPr>
      <w:r w:rsidRPr="00540765">
        <w:rPr>
          <w:b w:val="0"/>
        </w:rPr>
        <w:t>1.5. Приложение  к распоряжению изложить в новой редакции согласно  приложению  1 к настоящему распоряжению.</w:t>
      </w:r>
    </w:p>
    <w:p w:rsidR="00486D27" w:rsidRPr="00540765" w:rsidRDefault="00486D27" w:rsidP="0054076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540765">
        <w:rPr>
          <w:rFonts w:ascii="Times New Roman" w:hAnsi="Times New Roman"/>
          <w:sz w:val="24"/>
          <w:szCs w:val="24"/>
        </w:rPr>
        <w:t>2. Настоящее распоряжение опубликовать в информационном бюллетене «Сельский вестник».</w:t>
      </w:r>
    </w:p>
    <w:p w:rsidR="00486D27" w:rsidRPr="00540765" w:rsidRDefault="00486D27" w:rsidP="0054076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540765">
        <w:rPr>
          <w:rFonts w:ascii="Times New Roman" w:hAnsi="Times New Roman"/>
          <w:sz w:val="24"/>
          <w:szCs w:val="24"/>
        </w:rPr>
        <w:t>3. Настоящее распоряжение вступает в силу на следующий день после дня его официального опубликования.</w:t>
      </w:r>
    </w:p>
    <w:p w:rsidR="00486D27" w:rsidRPr="00540765" w:rsidRDefault="00486D27" w:rsidP="0054076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540765">
        <w:rPr>
          <w:rFonts w:ascii="Times New Roman" w:hAnsi="Times New Roman"/>
          <w:sz w:val="24"/>
          <w:szCs w:val="24"/>
        </w:rPr>
        <w:t>4. Контроль  исполнения настоящего распоряжения возложить на главу администрации Волче-Вражского сельсовета Тамалинского района Пензенской области.</w:t>
      </w:r>
    </w:p>
    <w:p w:rsidR="00486D27" w:rsidRPr="00540765" w:rsidRDefault="00486D27" w:rsidP="00540765">
      <w:pPr>
        <w:pStyle w:val="BodyText"/>
        <w:tabs>
          <w:tab w:val="left" w:pos="0"/>
          <w:tab w:val="left" w:pos="142"/>
        </w:tabs>
        <w:jc w:val="both"/>
        <w:rPr>
          <w:sz w:val="24"/>
          <w:szCs w:val="24"/>
        </w:rPr>
      </w:pPr>
    </w:p>
    <w:p w:rsidR="00486D27" w:rsidRDefault="00486D27" w:rsidP="00540765">
      <w:pPr>
        <w:pStyle w:val="BodyText"/>
        <w:jc w:val="both"/>
        <w:rPr>
          <w:sz w:val="24"/>
          <w:szCs w:val="24"/>
        </w:rPr>
      </w:pPr>
    </w:p>
    <w:p w:rsidR="00486D27" w:rsidRPr="00540765" w:rsidRDefault="00486D27" w:rsidP="00540765">
      <w:pPr>
        <w:pStyle w:val="BodyText"/>
        <w:jc w:val="both"/>
        <w:rPr>
          <w:sz w:val="24"/>
          <w:szCs w:val="24"/>
        </w:rPr>
      </w:pPr>
      <w:r w:rsidRPr="00540765">
        <w:rPr>
          <w:sz w:val="24"/>
          <w:szCs w:val="24"/>
        </w:rPr>
        <w:t xml:space="preserve"> Глава администрации Волче-Вражского сельсовета</w:t>
      </w:r>
    </w:p>
    <w:p w:rsidR="00486D27" w:rsidRPr="00540765" w:rsidRDefault="00486D27" w:rsidP="00540765">
      <w:pPr>
        <w:pStyle w:val="BodyText"/>
        <w:jc w:val="both"/>
        <w:rPr>
          <w:sz w:val="24"/>
          <w:szCs w:val="24"/>
        </w:rPr>
      </w:pPr>
      <w:r w:rsidRPr="00540765">
        <w:rPr>
          <w:sz w:val="24"/>
          <w:szCs w:val="24"/>
        </w:rPr>
        <w:t xml:space="preserve">Тамалинского района Пензенской области                     </w:t>
      </w:r>
      <w:r>
        <w:rPr>
          <w:sz w:val="24"/>
          <w:szCs w:val="24"/>
        </w:rPr>
        <w:t xml:space="preserve">                         </w:t>
      </w:r>
      <w:r w:rsidRPr="00540765">
        <w:rPr>
          <w:sz w:val="24"/>
          <w:szCs w:val="24"/>
        </w:rPr>
        <w:t xml:space="preserve">       Т.А. Легонькова</w:t>
      </w:r>
    </w:p>
    <w:p w:rsidR="00486D27" w:rsidRPr="00540765" w:rsidRDefault="00486D27" w:rsidP="0054076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608"/>
        <w:gridCol w:w="4963"/>
      </w:tblGrid>
      <w:tr w:rsidR="00486D27" w:rsidRPr="00062965" w:rsidTr="008D62C9">
        <w:tc>
          <w:tcPr>
            <w:tcW w:w="4608" w:type="dxa"/>
          </w:tcPr>
          <w:p w:rsidR="00486D27" w:rsidRPr="00062965" w:rsidRDefault="00486D27" w:rsidP="008D62C9">
            <w:pPr>
              <w:autoSpaceDE w:val="0"/>
              <w:autoSpaceDN w:val="0"/>
              <w:adjustRightInd w:val="0"/>
              <w:ind w:firstLine="72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3" w:type="dxa"/>
          </w:tcPr>
          <w:p w:rsidR="00486D27" w:rsidRPr="00062965" w:rsidRDefault="00486D27" w:rsidP="00540765">
            <w:pPr>
              <w:pStyle w:val="NoSpacing"/>
              <w:jc w:val="right"/>
              <w:rPr>
                <w:rFonts w:ascii="Times New Roman" w:hAnsi="Times New Roman"/>
              </w:rPr>
            </w:pPr>
            <w:r w:rsidRPr="00062965">
              <w:rPr>
                <w:rFonts w:ascii="Times New Roman" w:hAnsi="Times New Roman"/>
              </w:rPr>
              <w:t>ПРИЛОЖЕНИЕ № 1</w:t>
            </w:r>
          </w:p>
          <w:p w:rsidR="00486D27" w:rsidRPr="00062965" w:rsidRDefault="00486D27" w:rsidP="00540765">
            <w:pPr>
              <w:pStyle w:val="NoSpacing"/>
              <w:jc w:val="right"/>
              <w:rPr>
                <w:rFonts w:ascii="Times New Roman" w:hAnsi="Times New Roman"/>
              </w:rPr>
            </w:pPr>
            <w:r w:rsidRPr="00062965">
              <w:rPr>
                <w:rFonts w:ascii="Times New Roman" w:hAnsi="Times New Roman"/>
              </w:rPr>
              <w:t xml:space="preserve">к распоряжению </w:t>
            </w:r>
          </w:p>
          <w:p w:rsidR="00486D27" w:rsidRPr="00062965" w:rsidRDefault="00486D27" w:rsidP="00540765">
            <w:pPr>
              <w:pStyle w:val="NoSpacing"/>
              <w:jc w:val="right"/>
              <w:rPr>
                <w:rFonts w:ascii="Times New Roman" w:hAnsi="Times New Roman"/>
              </w:rPr>
            </w:pPr>
            <w:r w:rsidRPr="00062965">
              <w:rPr>
                <w:rFonts w:ascii="Times New Roman" w:hAnsi="Times New Roman"/>
              </w:rPr>
              <w:t>администрации Волче-Вражского сельсовета Тамалинского района</w:t>
            </w:r>
          </w:p>
          <w:p w:rsidR="00486D27" w:rsidRPr="00062965" w:rsidRDefault="00486D27" w:rsidP="00540765">
            <w:pPr>
              <w:pStyle w:val="NoSpacing"/>
              <w:jc w:val="right"/>
              <w:rPr>
                <w:rFonts w:ascii="Times New Roman" w:hAnsi="Times New Roman"/>
              </w:rPr>
            </w:pPr>
            <w:r w:rsidRPr="00062965">
              <w:rPr>
                <w:rFonts w:ascii="Times New Roman" w:hAnsi="Times New Roman"/>
              </w:rPr>
              <w:t>Пензенской области</w:t>
            </w:r>
          </w:p>
          <w:p w:rsidR="00486D27" w:rsidRPr="00062965" w:rsidRDefault="00486D27" w:rsidP="00540765">
            <w:pPr>
              <w:pStyle w:val="NoSpacing"/>
              <w:jc w:val="right"/>
              <w:rPr>
                <w:rFonts w:ascii="Times New Roman" w:hAnsi="Times New Roman"/>
              </w:rPr>
            </w:pPr>
            <w:r w:rsidRPr="00062965">
              <w:rPr>
                <w:rFonts w:ascii="Times New Roman" w:hAnsi="Times New Roman"/>
              </w:rPr>
              <w:t>от 09.01.2019  №  6-р</w:t>
            </w:r>
          </w:p>
          <w:p w:rsidR="00486D27" w:rsidRPr="00062965" w:rsidRDefault="00486D27" w:rsidP="00540765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</w:tr>
    </w:tbl>
    <w:p w:rsidR="00486D27" w:rsidRPr="00540765" w:rsidRDefault="00486D27" w:rsidP="00540765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486D27" w:rsidRPr="00540765" w:rsidRDefault="00486D27" w:rsidP="0054076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540765">
        <w:rPr>
          <w:rFonts w:ascii="Times New Roman" w:hAnsi="Times New Roman"/>
          <w:b/>
          <w:sz w:val="24"/>
          <w:szCs w:val="24"/>
        </w:rPr>
        <w:t>Должности</w:t>
      </w:r>
    </w:p>
    <w:p w:rsidR="00486D27" w:rsidRPr="00540765" w:rsidRDefault="00486D27" w:rsidP="0054076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540765">
        <w:rPr>
          <w:rFonts w:ascii="Times New Roman" w:hAnsi="Times New Roman"/>
          <w:b/>
          <w:sz w:val="24"/>
          <w:szCs w:val="24"/>
        </w:rPr>
        <w:t>муниципальной службы в администрации Волче-Вражского сельсовета Тамалинского района Пензенской области, при назначении на которые граждане, претендующие на замещение должностей муниципальной службы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486D27" w:rsidRPr="00540765" w:rsidRDefault="00486D27" w:rsidP="00540765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D27" w:rsidRPr="00540765" w:rsidRDefault="00486D27" w:rsidP="00540765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D27" w:rsidRPr="00540765" w:rsidRDefault="00486D27" w:rsidP="00540765">
      <w:pPr>
        <w:pStyle w:val="NoSpacing"/>
        <w:rPr>
          <w:rFonts w:ascii="Times New Roman" w:hAnsi="Times New Roman"/>
          <w:bCs/>
          <w:sz w:val="24"/>
          <w:szCs w:val="24"/>
        </w:rPr>
      </w:pPr>
      <w:r w:rsidRPr="00540765">
        <w:rPr>
          <w:rFonts w:ascii="Times New Roman" w:hAnsi="Times New Roman"/>
          <w:sz w:val="24"/>
          <w:szCs w:val="24"/>
        </w:rPr>
        <w:t>1. Глава администрации, назначаемый по контракту.</w:t>
      </w:r>
    </w:p>
    <w:p w:rsidR="00486D27" w:rsidRPr="00540765" w:rsidRDefault="00486D27" w:rsidP="00540765">
      <w:pPr>
        <w:pStyle w:val="NoSpacing"/>
        <w:rPr>
          <w:rFonts w:ascii="Times New Roman" w:hAnsi="Times New Roman"/>
          <w:b/>
          <w:kern w:val="1"/>
          <w:sz w:val="24"/>
          <w:szCs w:val="24"/>
        </w:rPr>
      </w:pPr>
    </w:p>
    <w:p w:rsidR="00486D27" w:rsidRDefault="00486D27" w:rsidP="00A20B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РАСПОРЯЖЕНИЕ</w:t>
      </w:r>
    </w:p>
    <w:p w:rsidR="00486D27" w:rsidRDefault="00486D27" w:rsidP="00A20BE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86D27" w:rsidRPr="00062965" w:rsidTr="0010512D">
        <w:trPr>
          <w:jc w:val="center"/>
        </w:trPr>
        <w:tc>
          <w:tcPr>
            <w:tcW w:w="284" w:type="dxa"/>
            <w:vAlign w:val="bottom"/>
          </w:tcPr>
          <w:p w:rsidR="00486D27" w:rsidRDefault="00486D27" w:rsidP="001051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6D27" w:rsidRDefault="00486D27" w:rsidP="001051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09.01.2019</w:t>
            </w:r>
          </w:p>
        </w:tc>
        <w:tc>
          <w:tcPr>
            <w:tcW w:w="397" w:type="dxa"/>
          </w:tcPr>
          <w:p w:rsidR="00486D27" w:rsidRDefault="00486D27" w:rsidP="001051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6D27" w:rsidRDefault="00486D27" w:rsidP="001051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1-р</w:t>
            </w:r>
          </w:p>
        </w:tc>
      </w:tr>
      <w:tr w:rsidR="00486D27" w:rsidRPr="00062965" w:rsidTr="0010512D">
        <w:trPr>
          <w:jc w:val="center"/>
        </w:trPr>
        <w:tc>
          <w:tcPr>
            <w:tcW w:w="4650" w:type="dxa"/>
            <w:gridSpan w:val="4"/>
          </w:tcPr>
          <w:p w:rsidR="00486D27" w:rsidRDefault="00486D27" w:rsidP="0010512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86D27" w:rsidRDefault="00486D27" w:rsidP="00A20BE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D27" w:rsidRPr="00A20BE5" w:rsidRDefault="00486D27" w:rsidP="00A20B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20BE5">
        <w:rPr>
          <w:rFonts w:ascii="Times New Roman" w:hAnsi="Times New Roman"/>
          <w:b/>
          <w:sz w:val="24"/>
          <w:szCs w:val="24"/>
        </w:rPr>
        <w:t>О внесении изменений и дополнений в распоряжение Администрации Волче-Вражского сельсовета Тамалинского района Пензенской области от 28.12.2018 года  № 40-р «Об утверждении перечня кодов подвидов доходов по видам доходов, главным администратором которых является Администрация Волче-Вражского сельсовета Тамалинского района Пензенской области»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      В целях приведения в соответствие нормативного правового акта, руководствуясь статьей 9, статьей 20 Бюджетного кодекса Российской Федерации и приказом Министерства финансов Российской Федерации от 08.06.2018 года № 132 н «О порядке формирования и применения кодов  бюджетной классификации Российской Федерации, их структуре и принципах назначения»:</w:t>
      </w: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    1. Внести в распоряжение Администрации Волче-Вражского сельсовета Тамалинского района Пензенской области от 28.12.2018 года  № 40-р «Об утверждении перечня кодов подвидов доходов по видам доходов, главным администратором которых является Администрация Волче-Вражского сельсовета Тамалинского района Пензенской области» следующие изменения: </w:t>
      </w: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    1.1.Дополнить приложение 1 распоряжения Администрации Волче-Вражского сельсовета Тамалинского района Пензенской области от 28.12.2018 года  № 40-р «Об утверждении перечня кодов подвидов доходов по видам доходов, главным администратором которых является Администрация Волче-Вражского сельсовета Тамалинского района Пензенской области» кодами следующего содержания:</w:t>
      </w: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72"/>
        <w:gridCol w:w="2908"/>
        <w:gridCol w:w="4693"/>
      </w:tblGrid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2 02 20077 10 9509 150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 xml:space="preserve">Субсидии бюджетам сельских поселений на софинансирование проектирования, строительства, реконструкции, капитального ремонта и ремонта автомобильных дорог общего пользования местного значения ( 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в том числе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  </w:t>
            </w:r>
          </w:p>
        </w:tc>
      </w:tr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202 27567 10 9255 150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 (мероприятия по развитию водоснабжения в сельской местности)</w:t>
            </w:r>
          </w:p>
        </w:tc>
      </w:tr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202 27567 10 9275 150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государственной( муниципальной) собственности в рамках обеспечения устойчивого развития сельских территорий ( мероприятия по развитию водоснабжения в сельской местности)</w:t>
            </w:r>
          </w:p>
        </w:tc>
      </w:tr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202 27567 10 9283 150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 xml:space="preserve">Субсидии бюджетам сельских поселений на софинансирование капитальных вложений в объекты государственной ( муниципальной ) собственности в рамках обеспечения устойчивого развития сельских территорий( проектирование, строительство, реконструкцию, капитальный ремонт и ремонт автомобильных дорог общего пользования местного значения ( 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в том числе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продукции)   </w:t>
            </w:r>
          </w:p>
        </w:tc>
      </w:tr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202 27567 10 9513 150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BE5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государственной         (муниципальной) собственности в рамках обеспечения устойчивого развития сельских территорий (мероприятия по развитию водоснабжения в сельской местности)</w:t>
            </w:r>
          </w:p>
        </w:tc>
      </w:tr>
    </w:tbl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    2. Опубликовать настоящее распоряжение в информационном бюллетене «Сельский вестник».</w:t>
      </w: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    3. Настоящее распоряжение вступает в силу со дня его подписания.</w:t>
      </w: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     4. Контроль  исполнения  настоящего распоряжения возложить на главного бухгалтера Администрации Волче-Вражского сельсовета Тамалинского района Пензенской области. </w:t>
      </w: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Глава Администрации  Волче-Вражского сельсовета                                                  </w:t>
      </w:r>
    </w:p>
    <w:p w:rsidR="00486D27" w:rsidRPr="00175856" w:rsidRDefault="00486D27" w:rsidP="00A20BE5">
      <w:pPr>
        <w:pStyle w:val="NoSpacing"/>
        <w:jc w:val="both"/>
      </w:pPr>
      <w:r w:rsidRPr="00A20BE5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A20BE5">
        <w:rPr>
          <w:rFonts w:ascii="Times New Roman" w:hAnsi="Times New Roman"/>
          <w:sz w:val="24"/>
          <w:szCs w:val="24"/>
        </w:rPr>
        <w:t xml:space="preserve">  Т.А. Легонькова</w:t>
      </w:r>
      <w:r>
        <w:t xml:space="preserve">                                                    </w:t>
      </w:r>
    </w:p>
    <w:p w:rsidR="00486D27" w:rsidRPr="00CF645E" w:rsidRDefault="00486D27" w:rsidP="00A20BE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86D27" w:rsidRPr="00A20BE5" w:rsidRDefault="00486D27" w:rsidP="00A20BE5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486D27" w:rsidRDefault="00486D27" w:rsidP="00A20B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РАСПОРЯЖЕНИЕ</w:t>
      </w:r>
    </w:p>
    <w:p w:rsidR="00486D27" w:rsidRDefault="00486D27" w:rsidP="00A20BE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486D27" w:rsidRPr="00062965" w:rsidTr="0010512D">
        <w:trPr>
          <w:jc w:val="center"/>
        </w:trPr>
        <w:tc>
          <w:tcPr>
            <w:tcW w:w="284" w:type="dxa"/>
            <w:vAlign w:val="bottom"/>
          </w:tcPr>
          <w:p w:rsidR="00486D27" w:rsidRDefault="00486D27" w:rsidP="001051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6D27" w:rsidRDefault="00486D27" w:rsidP="001051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09.01.2019</w:t>
            </w:r>
          </w:p>
        </w:tc>
        <w:tc>
          <w:tcPr>
            <w:tcW w:w="397" w:type="dxa"/>
          </w:tcPr>
          <w:p w:rsidR="00486D27" w:rsidRDefault="00486D27" w:rsidP="001051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6D27" w:rsidRDefault="00486D27" w:rsidP="001051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2-р</w:t>
            </w:r>
          </w:p>
        </w:tc>
      </w:tr>
      <w:tr w:rsidR="00486D27" w:rsidRPr="00062965" w:rsidTr="0010512D">
        <w:trPr>
          <w:jc w:val="center"/>
        </w:trPr>
        <w:tc>
          <w:tcPr>
            <w:tcW w:w="4650" w:type="dxa"/>
            <w:gridSpan w:val="4"/>
          </w:tcPr>
          <w:p w:rsidR="00486D27" w:rsidRDefault="00486D27" w:rsidP="0010512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486D27" w:rsidRPr="00A20BE5" w:rsidRDefault="00486D27" w:rsidP="00A20BE5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486D27" w:rsidRPr="00A20BE5" w:rsidRDefault="00486D27" w:rsidP="00A20B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20BE5">
        <w:rPr>
          <w:rFonts w:ascii="Times New Roman" w:hAnsi="Times New Roman"/>
          <w:b/>
          <w:sz w:val="24"/>
          <w:szCs w:val="24"/>
        </w:rPr>
        <w:t>О внесении изменений и дополнений в распоряжение Администрации Волче-Вражского сельсовета Тамалинского района Пензенской области  от 28.12.2018 года № 41-р «Об осуществлении Администрацией Волче-Вражского сельсовета Тамалинского района Пензенской области  бюджетных полномочий администратора доходов бюджета Волче-Вражского сельсовета Тамалинского района Пензенской области»</w:t>
      </w:r>
    </w:p>
    <w:p w:rsidR="00486D27" w:rsidRPr="00A20BE5" w:rsidRDefault="00486D27" w:rsidP="00A20BE5">
      <w:pPr>
        <w:pStyle w:val="NoSpacing"/>
        <w:rPr>
          <w:rFonts w:ascii="Times New Roman" w:hAnsi="Times New Roman"/>
          <w:sz w:val="16"/>
          <w:szCs w:val="16"/>
        </w:rPr>
      </w:pPr>
    </w:p>
    <w:p w:rsidR="00486D27" w:rsidRPr="00A20BE5" w:rsidRDefault="00486D27" w:rsidP="00A20BE5">
      <w:pPr>
        <w:pStyle w:val="NoSpacing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    В целях приведения в соответствии нормативного правового акта в соответствии со статьей 160.1 Бюджетного кодекса Российской Федерации,  руководствуясь Уставом Волче-Вражского сельсовета Тамалинского района Пензенской области: </w:t>
      </w:r>
    </w:p>
    <w:p w:rsidR="00486D27" w:rsidRPr="00A20BE5" w:rsidRDefault="00486D27" w:rsidP="00A20BE5">
      <w:pPr>
        <w:pStyle w:val="NoSpacing"/>
        <w:rPr>
          <w:rFonts w:ascii="Times New Roman" w:hAnsi="Times New Roman"/>
          <w:sz w:val="16"/>
          <w:szCs w:val="16"/>
        </w:rPr>
      </w:pP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   1. Внести в распоряжение  Администрации Волче-Вражского  сельсовета Тамалинского района Пензенской области от 28.12.2018 года  № 41-р  «Об осуществлении Администрацией Волче-Вражского сельсовета Тамалинского района Пензенской области бюджетных  полномочий администратора доходов   бюджета Волче-Вражского сельсовета Тамалинского района Пензенской области» следующие изменения:</w:t>
      </w:r>
    </w:p>
    <w:p w:rsidR="00486D27" w:rsidRPr="00A20BE5" w:rsidRDefault="00486D27" w:rsidP="00A20BE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  1.1. Дополнить приложение 1 распоряжения Администрации Волче-Вражского сельсовета Тамалинского района Пензенской области  от 28.12.2018 года № 41-р «Об осуществлении Администрацией Волче-Вражского сельсовета Тамалинского района Пензенской области бюджетных  полномочий администратора доходов   бюджета  Волче-Вражского сельсовета Тамалинского района Пензенской области»  следующие изменения кодами следующего содержания: </w:t>
      </w:r>
    </w:p>
    <w:p w:rsidR="00486D27" w:rsidRPr="00A20BE5" w:rsidRDefault="00486D27" w:rsidP="00A20BE5">
      <w:pPr>
        <w:pStyle w:val="NoSpacing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72"/>
        <w:gridCol w:w="2908"/>
        <w:gridCol w:w="4693"/>
      </w:tblGrid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 xml:space="preserve">Код главного администратора </w:t>
            </w:r>
          </w:p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 xml:space="preserve">доходов бюджета   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Код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Наименование главных администраторов и кодов поступлений в  бюджет</w:t>
            </w:r>
          </w:p>
        </w:tc>
      </w:tr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A20BE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Администрация  Волче-Вражского сельсовета    Тамалинского района Пензенской области</w:t>
            </w:r>
          </w:p>
        </w:tc>
      </w:tr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2 02 20077 10 0000 150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2 02 20077 10 9509 150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 xml:space="preserve">Субсидии бюджетам сельских поселений на софинансирование проектирования, строительства, реконструкции, капитального ремонта и ремонта автомобильных дорог общего пользования местного значения ( 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в том числе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  </w:t>
            </w:r>
          </w:p>
        </w:tc>
      </w:tr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2 02 27567 10 0000 150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государственной          (муниципальной) собственности в рамках обеспечения устойчивого развития сельских территорий</w:t>
            </w:r>
          </w:p>
        </w:tc>
      </w:tr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202 27567 10 9255 150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 (мероприятия по развитию водоснабжения в сельской местности)</w:t>
            </w:r>
          </w:p>
        </w:tc>
      </w:tr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202 27567 10 9275 150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государственной( муниципальной) собственности в рамках обеспечения устойчивого развития сельских территорий ( мероприятия по развитию водоснабжения в сельской местности)</w:t>
            </w:r>
          </w:p>
        </w:tc>
      </w:tr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202 27567 10 9283 150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 xml:space="preserve">Субсидии бюджетам сельских поселений на софинансирование капитальных вложений в объекты государственной ( муниципальной ) собственности в рамках обеспечения устойчивого развития сельских территорий( проектирование, строительство, реконструкцию, капитальный ремонт и ремонт автомобильных дорог общего пользования местного значения ( 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в том числе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продукции)   </w:t>
            </w:r>
          </w:p>
        </w:tc>
      </w:tr>
      <w:tr w:rsidR="00486D27" w:rsidRPr="00062965" w:rsidTr="0010512D">
        <w:trPr>
          <w:trHeight w:val="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202 27567 10 9513 150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D27" w:rsidRPr="00062965" w:rsidRDefault="00486D27" w:rsidP="00A20BE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2965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государственной ( муниципальной) собственности в рамках обеспечения устойчивого развития сельских территорий ( мероприятия по развитию водоснабжения в сельской местности)</w:t>
            </w:r>
          </w:p>
        </w:tc>
      </w:tr>
    </w:tbl>
    <w:p w:rsidR="00486D27" w:rsidRPr="00A20BE5" w:rsidRDefault="00486D27" w:rsidP="00A20BE5">
      <w:pPr>
        <w:pStyle w:val="NoSpacing"/>
        <w:rPr>
          <w:rFonts w:ascii="Times New Roman" w:hAnsi="Times New Roman"/>
          <w:sz w:val="24"/>
          <w:szCs w:val="24"/>
        </w:rPr>
      </w:pPr>
    </w:p>
    <w:p w:rsidR="00486D27" w:rsidRPr="00A20BE5" w:rsidRDefault="00486D27" w:rsidP="00A20BE5">
      <w:pPr>
        <w:pStyle w:val="NoSpacing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  2. Настоящее распоряжение вступает в силу  со дня его подписания. </w:t>
      </w:r>
    </w:p>
    <w:p w:rsidR="00486D27" w:rsidRPr="00A20BE5" w:rsidRDefault="00486D27" w:rsidP="00A20BE5">
      <w:pPr>
        <w:pStyle w:val="NoSpacing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  3. Настоящее распоряжение опубликовать в информационном бюллетене </w:t>
      </w:r>
    </w:p>
    <w:p w:rsidR="00486D27" w:rsidRPr="00A20BE5" w:rsidRDefault="00486D27" w:rsidP="00A20BE5">
      <w:pPr>
        <w:pStyle w:val="NoSpacing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«Сельский вестник». </w:t>
      </w:r>
    </w:p>
    <w:p w:rsidR="00486D27" w:rsidRPr="00A20BE5" w:rsidRDefault="00486D27" w:rsidP="00A20BE5">
      <w:pPr>
        <w:pStyle w:val="NoSpacing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  4. Контроль  исполнения  настоящего распоряжения возложить на главного бухгалтера Администрации Волче-Вражского сельсовета Тамалинского района Пензенской области. </w:t>
      </w:r>
    </w:p>
    <w:p w:rsidR="00486D27" w:rsidRPr="00A20BE5" w:rsidRDefault="00486D27" w:rsidP="00A20BE5">
      <w:pPr>
        <w:pStyle w:val="NoSpacing"/>
        <w:rPr>
          <w:rFonts w:ascii="Times New Roman" w:hAnsi="Times New Roman"/>
          <w:sz w:val="24"/>
          <w:szCs w:val="24"/>
        </w:rPr>
      </w:pPr>
    </w:p>
    <w:p w:rsidR="00486D27" w:rsidRPr="00A20BE5" w:rsidRDefault="00486D27" w:rsidP="00A20BE5">
      <w:pPr>
        <w:pStyle w:val="NoSpacing"/>
        <w:rPr>
          <w:rFonts w:ascii="Times New Roman" w:hAnsi="Times New Roman"/>
          <w:sz w:val="24"/>
          <w:szCs w:val="24"/>
        </w:rPr>
      </w:pPr>
    </w:p>
    <w:p w:rsidR="00486D27" w:rsidRPr="00A20BE5" w:rsidRDefault="00486D27" w:rsidP="00A20BE5">
      <w:pPr>
        <w:pStyle w:val="NoSpacing"/>
        <w:rPr>
          <w:rFonts w:ascii="Times New Roman" w:hAnsi="Times New Roman"/>
          <w:sz w:val="24"/>
          <w:szCs w:val="24"/>
        </w:rPr>
      </w:pPr>
      <w:r w:rsidRPr="00A20BE5">
        <w:rPr>
          <w:rFonts w:ascii="Times New Roman" w:hAnsi="Times New Roman"/>
          <w:sz w:val="24"/>
          <w:szCs w:val="24"/>
        </w:rPr>
        <w:t xml:space="preserve">Глава Администрации Волче-Вражского сельсовета                                                  </w:t>
      </w:r>
    </w:p>
    <w:p w:rsidR="00486D27" w:rsidRPr="0011249C" w:rsidRDefault="00486D27" w:rsidP="00A20BE5">
      <w:pPr>
        <w:pStyle w:val="NoSpacing"/>
      </w:pPr>
      <w:r w:rsidRPr="00A20BE5">
        <w:rPr>
          <w:rFonts w:ascii="Times New Roman" w:hAnsi="Times New Roman"/>
          <w:sz w:val="24"/>
          <w:szCs w:val="24"/>
        </w:rPr>
        <w:t xml:space="preserve">Тамалинского района  Пензенской области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A20BE5">
        <w:rPr>
          <w:rFonts w:ascii="Times New Roman" w:hAnsi="Times New Roman"/>
          <w:sz w:val="24"/>
          <w:szCs w:val="24"/>
        </w:rPr>
        <w:t xml:space="preserve">     Т.А. Легонькова        </w:t>
      </w:r>
      <w:r>
        <w:t xml:space="preserve">                                                                                    </w:t>
      </w:r>
    </w:p>
    <w:p w:rsidR="00486D27" w:rsidRDefault="00486D27" w:rsidP="00A20BE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86D27" w:rsidRDefault="00486D27" w:rsidP="00A20BE5">
      <w:pPr>
        <w:pStyle w:val="NoSpacing"/>
        <w:rPr>
          <w:rFonts w:ascii="Times New Roman" w:hAnsi="Times New Roman"/>
          <w:b/>
          <w:kern w:val="1"/>
          <w:sz w:val="24"/>
          <w:szCs w:val="24"/>
        </w:rPr>
      </w:pPr>
    </w:p>
    <w:p w:rsidR="00486D27" w:rsidRDefault="00486D27" w:rsidP="00F64F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486D27" w:rsidRDefault="00486D27" w:rsidP="00F64F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486D27" w:rsidRDefault="00486D27" w:rsidP="00F64F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486D27" w:rsidRDefault="00486D27" w:rsidP="00F64F70"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486D27" w:rsidRDefault="00486D27" w:rsidP="001F7ABC"/>
    <w:sectPr w:rsidR="00486D27" w:rsidSect="001F7ABC">
      <w:footerReference w:type="default" r:id="rId6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D27" w:rsidRDefault="00486D27" w:rsidP="001F7ABC">
      <w:pPr>
        <w:spacing w:after="0" w:line="240" w:lineRule="auto"/>
      </w:pPr>
      <w:r>
        <w:separator/>
      </w:r>
    </w:p>
  </w:endnote>
  <w:endnote w:type="continuationSeparator" w:id="0">
    <w:p w:rsidR="00486D27" w:rsidRDefault="00486D27" w:rsidP="001F7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D27" w:rsidRDefault="00486D27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486D27" w:rsidRDefault="00486D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D27" w:rsidRDefault="00486D27" w:rsidP="001F7ABC">
      <w:pPr>
        <w:spacing w:after="0" w:line="240" w:lineRule="auto"/>
      </w:pPr>
      <w:r>
        <w:separator/>
      </w:r>
    </w:p>
  </w:footnote>
  <w:footnote w:type="continuationSeparator" w:id="0">
    <w:p w:rsidR="00486D27" w:rsidRDefault="00486D27" w:rsidP="001F7A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7ABC"/>
    <w:rsid w:val="00062965"/>
    <w:rsid w:val="0010512D"/>
    <w:rsid w:val="0011249C"/>
    <w:rsid w:val="00175856"/>
    <w:rsid w:val="001F7ABC"/>
    <w:rsid w:val="003648BE"/>
    <w:rsid w:val="00405956"/>
    <w:rsid w:val="00486D27"/>
    <w:rsid w:val="00540765"/>
    <w:rsid w:val="0054797D"/>
    <w:rsid w:val="00562E5A"/>
    <w:rsid w:val="005946F4"/>
    <w:rsid w:val="005A2DE7"/>
    <w:rsid w:val="005E0A87"/>
    <w:rsid w:val="006476AF"/>
    <w:rsid w:val="007107D9"/>
    <w:rsid w:val="00721475"/>
    <w:rsid w:val="007E7ABA"/>
    <w:rsid w:val="008722D5"/>
    <w:rsid w:val="008D11CF"/>
    <w:rsid w:val="008D62C9"/>
    <w:rsid w:val="00914991"/>
    <w:rsid w:val="0097614F"/>
    <w:rsid w:val="00A20BE5"/>
    <w:rsid w:val="00AC7AE4"/>
    <w:rsid w:val="00C86750"/>
    <w:rsid w:val="00CF645E"/>
    <w:rsid w:val="00EB7258"/>
    <w:rsid w:val="00F530E1"/>
    <w:rsid w:val="00F6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AB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F7ABC"/>
    <w:rPr>
      <w:lang w:eastAsia="en-US"/>
    </w:rPr>
  </w:style>
  <w:style w:type="paragraph" w:styleId="Header">
    <w:name w:val="header"/>
    <w:basedOn w:val="Normal"/>
    <w:link w:val="HeaderChar"/>
    <w:uiPriority w:val="99"/>
    <w:semiHidden/>
    <w:rsid w:val="001F7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7AB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F7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7AB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64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4F7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540765"/>
    <w:pPr>
      <w:tabs>
        <w:tab w:val="left" w:pos="284"/>
        <w:tab w:val="left" w:pos="1134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4076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076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A20BE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3080</Words>
  <Characters>17558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 от 10 января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2020-03-18T14:27:00Z</dcterms:created>
  <dcterms:modified xsi:type="dcterms:W3CDTF">2020-03-18T14:27:00Z</dcterms:modified>
</cp:coreProperties>
</file>