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80" w:rsidRDefault="00407D80" w:rsidP="00CF12E5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12 от 26 февраля 2019  года                                  село  Волчий Враг   «Бесплатно»</w:t>
      </w:r>
    </w:p>
    <w:p w:rsidR="00407D80" w:rsidRDefault="00407D80" w:rsidP="00CF12E5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07D80" w:rsidRDefault="00407D80" w:rsidP="00CF12E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07D80" w:rsidRDefault="00407D80" w:rsidP="00CF12E5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07D80" w:rsidRDefault="00407D80" w:rsidP="00CF12E5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07D80" w:rsidRDefault="00407D80" w:rsidP="00CF12E5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07D80" w:rsidRDefault="00407D80" w:rsidP="00CF12E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07D80" w:rsidRDefault="00407D80" w:rsidP="00CF12E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07D80" w:rsidRDefault="00407D80" w:rsidP="00E41C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407D80" w:rsidRDefault="00407D80" w:rsidP="00E41C70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07D80" w:rsidRPr="00D8596A" w:rsidTr="0094413F">
        <w:trPr>
          <w:jc w:val="center"/>
        </w:trPr>
        <w:tc>
          <w:tcPr>
            <w:tcW w:w="284" w:type="dxa"/>
            <w:vAlign w:val="bottom"/>
          </w:tcPr>
          <w:p w:rsidR="00407D80" w:rsidRDefault="00407D80" w:rsidP="0094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26.02.2019</w:t>
            </w:r>
          </w:p>
        </w:tc>
        <w:tc>
          <w:tcPr>
            <w:tcW w:w="397" w:type="dxa"/>
          </w:tcPr>
          <w:p w:rsidR="00407D80" w:rsidRDefault="00407D80" w:rsidP="0094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9441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367-120/2</w:t>
            </w:r>
          </w:p>
        </w:tc>
      </w:tr>
      <w:tr w:rsidR="00407D80" w:rsidRPr="00D8596A" w:rsidTr="0094413F">
        <w:trPr>
          <w:jc w:val="center"/>
        </w:trPr>
        <w:tc>
          <w:tcPr>
            <w:tcW w:w="4650" w:type="dxa"/>
            <w:gridSpan w:val="4"/>
          </w:tcPr>
          <w:p w:rsidR="00407D80" w:rsidRDefault="00407D80" w:rsidP="0094413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07D80" w:rsidRDefault="00407D80" w:rsidP="00E41C7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07D80" w:rsidRPr="00072C08" w:rsidRDefault="00407D80" w:rsidP="00E41C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72C08">
        <w:rPr>
          <w:rFonts w:ascii="Times New Roman" w:hAnsi="Times New Roman"/>
          <w:b/>
          <w:sz w:val="24"/>
          <w:szCs w:val="24"/>
        </w:rPr>
        <w:t>О проекте решения Комитета местного самоуправления Волче-Вражского сельсовета Тамалинского района Пензенской области «О внесении изменений в Устав Волче-Вражского сельсовета Тамалинского района Пензенской области».</w:t>
      </w:r>
    </w:p>
    <w:p w:rsidR="00407D80" w:rsidRPr="00072C08" w:rsidRDefault="00407D80" w:rsidP="00E41C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  В целях приведения Устава 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 xml:space="preserve">района Пензенской области в соответствие с законодательством Российской Федерации, 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 и статьей 20 Устава Волче-Вражского сельсовета Тамалинского района Пензенской области, 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072C08" w:rsidRDefault="00407D80" w:rsidP="00E41C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72C08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</w:t>
      </w:r>
      <w:r w:rsidRPr="00072C0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b/>
          <w:sz w:val="24"/>
          <w:szCs w:val="24"/>
        </w:rPr>
        <w:t>Тамалинского</w:t>
      </w:r>
      <w:r w:rsidRPr="00072C0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b/>
          <w:sz w:val="24"/>
          <w:szCs w:val="24"/>
        </w:rPr>
        <w:t>района</w:t>
      </w:r>
      <w:r w:rsidRPr="00072C0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b/>
          <w:sz w:val="24"/>
          <w:szCs w:val="24"/>
        </w:rPr>
        <w:t>Пензенской области решил: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1. Одобрить проект решения Комитета местного самоуправления 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Пензенской области «О внесении изменений в Устав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Пензенской области».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2. Назначить публичные слушания по проекту решения Комитета местного самоуправления 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 «О внесении изменений в Устав Волче-Вражского 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области» на «15» марта 2019 г.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 Место проведения публичных слушаний: помещение администрации Волче-Вражского сельсовета Тамалинского района в 10-00 часов.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3. Утвердить организационный комитет по проведению публичных слушаний: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>- Кошелев А.А.- глава Волче-Вражского сельсовета, депутат КМС Волче-Вражского сельсовета;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>- Рубцов Ю.В.- депутат КМС Волче-Вражского сельсовета;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>- Ступина Н.В.- депутат КМС Волче-Вражского сельсовета;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>- Рубцова Н.А.- депутат КМС Волче-Вражского сельсовета;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>- Попелыш О.В.- библиотекарь (по согласованию).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 4. Первое заседание организационного комитета провести </w:t>
      </w:r>
      <w:r w:rsidRPr="00072C08">
        <w:rPr>
          <w:rFonts w:ascii="Times New Roman" w:hAnsi="Times New Roman"/>
          <w:sz w:val="24"/>
          <w:szCs w:val="24"/>
        </w:rPr>
        <w:br/>
      </w:r>
      <w:r w:rsidRPr="00072C08">
        <w:rPr>
          <w:rFonts w:ascii="Times New Roman" w:hAnsi="Times New Roman"/>
          <w:spacing w:val="-20"/>
          <w:sz w:val="24"/>
          <w:szCs w:val="24"/>
        </w:rPr>
        <w:t>«01» марта  2019 г.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 5. Учет предложений граждан по проекту решения Комитета местного самоуправления Волче-Вражского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 «О внесении изменений в Устав Волче-Вражского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области» ведется в порядке, установленном решением Комитета местного самоуправления Волче-Вражского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 от 23.03.2011г. № 6-1/1 «Об утверждении Порядка учета предложений граждан по проекту Устава 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>,</w:t>
      </w:r>
      <w:r w:rsidRPr="00072C08">
        <w:rPr>
          <w:rFonts w:ascii="Times New Roman" w:hAnsi="Times New Roman"/>
          <w:sz w:val="24"/>
          <w:szCs w:val="24"/>
        </w:rPr>
        <w:t xml:space="preserve"> проекту решения Комитета местного самоуправления «О внесении изменений и дополнений в Устав Волче-Вражского сельсовета, а также о порядке участия граждан в его обсуждении».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6. Предложения граждан по проекту решения Комитета местного самоуправления Волче-Вражского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 «О внесении изменений в Устав Волче-Вражского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сельсовета 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 Пензенской области» принимаются по адресу: с. Волчий Враг,  ул. Центральная, д. 1, с «28» февраля 2019 года  по «14» марта 2019 года с 8 до 17 часов (с 12 до 13 часов перерыв на обед).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7. Настоящее решение опубликовать в информационном бюллетене  «Сельский вестник».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   8. Контроль  выполнения настоящего решения возложить на главу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Волче-Вражского сельсовета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Тамалинского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>района</w:t>
      </w:r>
      <w:r w:rsidRPr="00072C08">
        <w:rPr>
          <w:rFonts w:ascii="Times New Roman" w:hAnsi="Times New Roman"/>
          <w:i/>
          <w:sz w:val="24"/>
          <w:szCs w:val="24"/>
        </w:rPr>
        <w:t xml:space="preserve"> </w:t>
      </w:r>
      <w:r w:rsidRPr="00072C08">
        <w:rPr>
          <w:rFonts w:ascii="Times New Roman" w:hAnsi="Times New Roman"/>
          <w:sz w:val="24"/>
          <w:szCs w:val="24"/>
        </w:rPr>
        <w:t xml:space="preserve">Пензенской </w:t>
      </w:r>
      <w:r w:rsidRPr="00072C08">
        <w:rPr>
          <w:rFonts w:ascii="Times New Roman" w:hAnsi="Times New Roman"/>
          <w:spacing w:val="-20"/>
          <w:sz w:val="24"/>
          <w:szCs w:val="24"/>
        </w:rPr>
        <w:t>области.</w:t>
      </w: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072C08" w:rsidRDefault="00407D80" w:rsidP="00E41C7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2C08">
        <w:rPr>
          <w:rFonts w:ascii="Times New Roman" w:hAnsi="Times New Roman"/>
          <w:sz w:val="24"/>
          <w:szCs w:val="24"/>
        </w:rPr>
        <w:t xml:space="preserve">Глава Волче-Вражского сельсовета </w:t>
      </w:r>
    </w:p>
    <w:p w:rsidR="00407D80" w:rsidRDefault="00407D80" w:rsidP="00E41C7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72C08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 А.А. Кошелев  </w:t>
      </w:r>
      <w:r w:rsidRPr="00072C08">
        <w:rPr>
          <w:sz w:val="24"/>
          <w:szCs w:val="24"/>
        </w:rPr>
        <w:t xml:space="preserve">    </w:t>
      </w: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407D80" w:rsidRDefault="00407D80" w:rsidP="00CF12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07D80" w:rsidRPr="00D8596A" w:rsidTr="00CF12E5">
        <w:trPr>
          <w:jc w:val="center"/>
        </w:trPr>
        <w:tc>
          <w:tcPr>
            <w:tcW w:w="284" w:type="dxa"/>
            <w:vAlign w:val="bottom"/>
          </w:tcPr>
          <w:p w:rsidR="00407D80" w:rsidRDefault="00407D80" w:rsidP="00CF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397" w:type="dxa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37-п</w:t>
            </w:r>
          </w:p>
        </w:tc>
      </w:tr>
      <w:tr w:rsidR="00407D80" w:rsidRPr="00D8596A" w:rsidTr="00CF12E5">
        <w:trPr>
          <w:jc w:val="center"/>
        </w:trPr>
        <w:tc>
          <w:tcPr>
            <w:tcW w:w="4650" w:type="dxa"/>
            <w:gridSpan w:val="4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07D80" w:rsidRDefault="00407D80" w:rsidP="00CF12E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07D80" w:rsidRPr="00CF12E5" w:rsidRDefault="00407D80" w:rsidP="00CF1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12E5">
        <w:rPr>
          <w:rFonts w:ascii="Times New Roman" w:hAnsi="Times New Roman"/>
          <w:b/>
          <w:sz w:val="24"/>
          <w:szCs w:val="24"/>
        </w:rPr>
        <w:t xml:space="preserve">О  внесении изменений в Реестр муниципальных услуг Волче-Вражского сельсовета Тамалинского района Пензенской области. </w:t>
      </w:r>
    </w:p>
    <w:p w:rsidR="00407D80" w:rsidRPr="00CF12E5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 </w:t>
      </w: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CF12E5" w:rsidRDefault="00407D80" w:rsidP="00CF12E5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CF12E5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</w:t>
      </w:r>
      <w:r w:rsidRPr="00CF12E5">
        <w:rPr>
          <w:rFonts w:ascii="Times New Roman" w:hAnsi="Times New Roman"/>
          <w:sz w:val="24"/>
          <w:szCs w:val="24"/>
        </w:rPr>
        <w:t>:</w:t>
      </w:r>
    </w:p>
    <w:p w:rsidR="00407D80" w:rsidRPr="00CF12E5" w:rsidRDefault="00407D80" w:rsidP="00CF1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 xml:space="preserve">          1. Внести изменения в постановление администрации Волче-Вражского сельсовета Тамалинского района Пензенской области  от 24.12.2018 № 82-п «Об утверждении Реестра муниципальных услуг Волче-Вражского сельсовета Тамалинского района Пензенской области» (далее – Постановление):</w:t>
      </w: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 xml:space="preserve">        1.1. приложение к Постановлению изложить в новой редакции согласно приложению к настоящему постановлению.</w:t>
      </w: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 xml:space="preserve">         2. Настоящее постановление вступает в силу на следующий день после дня его официального опубликования.</w:t>
      </w:r>
    </w:p>
    <w:p w:rsidR="00407D80" w:rsidRPr="00CF12E5" w:rsidRDefault="00407D80" w:rsidP="00CF1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bCs/>
          <w:sz w:val="24"/>
          <w:szCs w:val="24"/>
          <w:lang w:eastAsia="ru-RU"/>
        </w:rPr>
        <w:t xml:space="preserve">          3. Настоящее </w:t>
      </w:r>
      <w:r w:rsidRPr="00CF12E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постановление</w:t>
      </w:r>
      <w:r w:rsidRPr="00CF12E5">
        <w:rPr>
          <w:rFonts w:ascii="Times New Roman" w:hAnsi="Times New Roman"/>
          <w:bCs/>
          <w:sz w:val="24"/>
          <w:szCs w:val="24"/>
          <w:lang w:eastAsia="ru-RU"/>
        </w:rPr>
        <w:t xml:space="preserve"> опубликовать в </w:t>
      </w:r>
      <w:r w:rsidRPr="00CF12E5">
        <w:rPr>
          <w:rFonts w:ascii="Times New Roman" w:hAnsi="Times New Roman"/>
          <w:sz w:val="24"/>
          <w:szCs w:val="24"/>
        </w:rPr>
        <w:t>информационном бюллетене «Сельский вестник» и разместить на официальном сайте администрации Волче-Вражского сельсовета</w:t>
      </w:r>
      <w:r w:rsidRPr="00CF12E5">
        <w:rPr>
          <w:rFonts w:ascii="Times New Roman" w:hAnsi="Times New Roman"/>
          <w:b/>
          <w:sz w:val="24"/>
          <w:szCs w:val="24"/>
        </w:rPr>
        <w:t xml:space="preserve"> </w:t>
      </w:r>
      <w:r w:rsidRPr="00CF12E5">
        <w:rPr>
          <w:rFonts w:ascii="Times New Roman" w:hAnsi="Times New Roman"/>
          <w:sz w:val="24"/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407D80" w:rsidRPr="00CF12E5" w:rsidRDefault="00407D80" w:rsidP="00CF12E5">
      <w:pPr>
        <w:pStyle w:val="ConsPlusNormal"/>
        <w:ind w:firstLine="540"/>
        <w:jc w:val="both"/>
        <w:rPr>
          <w:szCs w:val="24"/>
        </w:rPr>
      </w:pPr>
      <w:r w:rsidRPr="00CF12E5">
        <w:rPr>
          <w:bCs/>
          <w:szCs w:val="24"/>
        </w:rPr>
        <w:t xml:space="preserve"> 4. </w:t>
      </w:r>
      <w:r w:rsidRPr="00CF12E5">
        <w:rPr>
          <w:szCs w:val="24"/>
        </w:rPr>
        <w:t xml:space="preserve">Контроль  исполнения настоящего постановления возложить на главу администрации Волче-Вражского сельсовета Тамалинского района Пензенской области.       </w:t>
      </w:r>
    </w:p>
    <w:p w:rsidR="00407D80" w:rsidRPr="00CF12E5" w:rsidRDefault="00407D80" w:rsidP="00CF12E5">
      <w:pPr>
        <w:pStyle w:val="ConsPlusNormal"/>
        <w:jc w:val="both"/>
        <w:rPr>
          <w:szCs w:val="24"/>
        </w:rPr>
      </w:pPr>
    </w:p>
    <w:p w:rsidR="00407D80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</w:t>
      </w:r>
    </w:p>
    <w:p w:rsidR="00407D80" w:rsidRPr="00CF12E5" w:rsidRDefault="00407D80" w:rsidP="00CF12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F12E5">
        <w:rPr>
          <w:rFonts w:ascii="Times New Roman" w:hAnsi="Times New Roman"/>
          <w:sz w:val="24"/>
          <w:szCs w:val="24"/>
        </w:rPr>
        <w:t>Тамалинского района Пензенсукой области                          Т.А. Легонькова</w:t>
      </w:r>
    </w:p>
    <w:p w:rsidR="00407D80" w:rsidRPr="00CF12E5" w:rsidRDefault="00407D80" w:rsidP="00CF12E5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07D80" w:rsidRDefault="00407D80" w:rsidP="00CF12E5">
      <w:pPr>
        <w:spacing w:after="0"/>
        <w:sectPr w:rsidR="00407D80">
          <w:footerReference w:type="default" r:id="rId7"/>
          <w:pgSz w:w="11906" w:h="16838"/>
          <w:pgMar w:top="1134" w:right="851" w:bottom="1134" w:left="1418" w:header="709" w:footer="709" w:gutter="0"/>
          <w:cols w:space="720"/>
        </w:sectPr>
      </w:pPr>
    </w:p>
    <w:tbl>
      <w:tblPr>
        <w:tblW w:w="0" w:type="auto"/>
        <w:tblLook w:val="00A0"/>
      </w:tblPr>
      <w:tblGrid>
        <w:gridCol w:w="6561"/>
        <w:gridCol w:w="3292"/>
      </w:tblGrid>
      <w:tr w:rsidR="00407D80" w:rsidRPr="00D8596A" w:rsidTr="00CF12E5">
        <w:tc>
          <w:tcPr>
            <w:tcW w:w="10489" w:type="dxa"/>
          </w:tcPr>
          <w:p w:rsidR="00407D80" w:rsidRPr="00D8596A" w:rsidRDefault="00407D80" w:rsidP="00CF12E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97" w:type="dxa"/>
          </w:tcPr>
          <w:p w:rsidR="00407D80" w:rsidRPr="00D8596A" w:rsidRDefault="00407D80" w:rsidP="00CF12E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                 Приложение к постановлению  администрации Волче-Вражского сельсовета Тамалинского района Пензенской области</w:t>
            </w:r>
          </w:p>
          <w:p w:rsidR="00407D80" w:rsidRPr="00D8596A" w:rsidRDefault="00407D80" w:rsidP="00CF12E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 25.02.2019   № 37-п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07D80" w:rsidRPr="00921EA7" w:rsidRDefault="00407D80" w:rsidP="00CF12E5">
      <w:pPr>
        <w:pStyle w:val="NoSpacing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921EA7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</w:t>
      </w:r>
      <w:r w:rsidRPr="00921EA7">
        <w:rPr>
          <w:rFonts w:ascii="Times New Roman" w:hAnsi="Times New Roman"/>
        </w:rPr>
        <w:t>к постановлению</w:t>
      </w:r>
    </w:p>
    <w:p w:rsidR="00407D80" w:rsidRDefault="00407D80" w:rsidP="00CF12E5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>администрации Волче-Вражского сельсовета</w:t>
      </w:r>
    </w:p>
    <w:p w:rsidR="00407D80" w:rsidRPr="00921EA7" w:rsidRDefault="00407D80" w:rsidP="00CF12E5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 Тамалинского района Пензенской области</w:t>
      </w:r>
    </w:p>
    <w:p w:rsidR="00407D80" w:rsidRDefault="00407D80" w:rsidP="00CF12E5">
      <w:pPr>
        <w:pStyle w:val="NoSpacing"/>
        <w:jc w:val="right"/>
        <w:rPr>
          <w:rFonts w:ascii="Times New Roman" w:hAnsi="Times New Roman"/>
        </w:rPr>
      </w:pPr>
      <w:r w:rsidRPr="00921EA7">
        <w:rPr>
          <w:rFonts w:ascii="Times New Roman" w:hAnsi="Times New Roman"/>
        </w:rPr>
        <w:t xml:space="preserve">от  24.12.2018   № 82-п  </w:t>
      </w:r>
    </w:p>
    <w:p w:rsidR="00407D80" w:rsidRPr="00F7224E" w:rsidRDefault="00407D80" w:rsidP="00CF12E5">
      <w:pPr>
        <w:pStyle w:val="NoSpacing"/>
        <w:jc w:val="right"/>
        <w:rPr>
          <w:rFonts w:ascii="Times New Roman" w:hAnsi="Times New Roman"/>
          <w:sz w:val="16"/>
          <w:szCs w:val="16"/>
        </w:rPr>
      </w:pPr>
    </w:p>
    <w:p w:rsidR="00407D80" w:rsidRDefault="00407D80" w:rsidP="00CF12E5">
      <w:pPr>
        <w:jc w:val="center"/>
        <w:rPr>
          <w:rFonts w:ascii="Times New Roman" w:hAnsi="Times New Roman"/>
          <w:b/>
          <w:sz w:val="28"/>
          <w:szCs w:val="28"/>
        </w:rPr>
        <w:sectPr w:rsidR="00407D80" w:rsidSect="00CF12E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07D80" w:rsidRPr="00CF12E5" w:rsidRDefault="00407D80" w:rsidP="00CF12E5">
      <w:pPr>
        <w:jc w:val="center"/>
        <w:rPr>
          <w:rFonts w:ascii="Times New Roman" w:hAnsi="Times New Roman"/>
          <w:b/>
          <w:sz w:val="24"/>
          <w:szCs w:val="24"/>
        </w:rPr>
      </w:pPr>
      <w:r w:rsidRPr="00CF12E5">
        <w:rPr>
          <w:rFonts w:ascii="Times New Roman" w:hAnsi="Times New Roman"/>
          <w:b/>
          <w:sz w:val="24"/>
          <w:szCs w:val="24"/>
        </w:rPr>
        <w:t>Реестр муниципальных услуг Волче-Вражского сельсовета Тамалинского района</w:t>
      </w:r>
      <w:r w:rsidRPr="00CF12E5">
        <w:rPr>
          <w:rFonts w:ascii="Times New Roman" w:hAnsi="Times New Roman"/>
          <w:sz w:val="24"/>
          <w:szCs w:val="24"/>
        </w:rPr>
        <w:t xml:space="preserve"> </w:t>
      </w:r>
      <w:r w:rsidRPr="00CF12E5">
        <w:rPr>
          <w:rFonts w:ascii="Times New Roman" w:hAnsi="Times New Roman"/>
          <w:b/>
          <w:sz w:val="24"/>
          <w:szCs w:val="24"/>
        </w:rPr>
        <w:t>Пензенской области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5963"/>
        <w:gridCol w:w="2644"/>
        <w:gridCol w:w="2674"/>
        <w:gridCol w:w="2814"/>
      </w:tblGrid>
      <w:tr w:rsidR="00407D80" w:rsidRPr="00D8596A" w:rsidTr="00CF12E5">
        <w:trPr>
          <w:trHeight w:val="20"/>
        </w:trPr>
        <w:tc>
          <w:tcPr>
            <w:tcW w:w="15195" w:type="dxa"/>
            <w:gridSpan w:val="5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D8596A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D8596A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D8596A">
              <w:rPr>
                <w:rFonts w:ascii="Times New Roman" w:hAnsi="Times New Roman"/>
                <w:b/>
                <w:sz w:val="24"/>
                <w:szCs w:val="24"/>
              </w:rPr>
              <w:t xml:space="preserve"> Реестр муниципальных услуг, предоставляемых органами местного самоуправления Волче-Вражского сельсовета Тамалинского района Пензенской области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63" w:type="dxa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Орган местного самоуправления, предоставляющий</w:t>
            </w:r>
          </w:p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муниципальную услугу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Сведения об административном регламенте</w:t>
            </w:r>
          </w:p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(№ и дата МНПА)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b/>
                <w:sz w:val="24"/>
                <w:szCs w:val="24"/>
              </w:rPr>
              <w:t>Наименование услуг, которые являются необходимыми и обязательными для предоставления муниципальной услуги.</w:t>
            </w:r>
            <w:r w:rsidRPr="00D8596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Default="00407D80" w:rsidP="00CF12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21-п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EC7109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6-п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7-п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8-п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64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15-п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19-п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16-п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14-п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23-п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18-п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Изготовление           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-Выписок из ЕГРЮЛ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17-п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Постановка на учет 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13-п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12-п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3-п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9-п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22-п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10-п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2-п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24-п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627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Выдача разрешения на вступление в брак лицам, достигшим 16 лет.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11-п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25-п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627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Выдача копий муниципальных правовых актов.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20-п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26-п</w:t>
            </w:r>
          </w:p>
        </w:tc>
        <w:tc>
          <w:tcPr>
            <w:tcW w:w="2814" w:type="dxa"/>
            <w:vAlign w:val="center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Согласование проведения перепланировки и (или) переустройства жилого  помещения.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27-п</w:t>
            </w:r>
          </w:p>
        </w:tc>
        <w:tc>
          <w:tcPr>
            <w:tcW w:w="281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Исполнение запросов граждан и выдача выписок, справок, оформление и предоставление копий документов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28-п</w:t>
            </w:r>
          </w:p>
        </w:tc>
        <w:tc>
          <w:tcPr>
            <w:tcW w:w="281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  <w:r w:rsidRPr="00D8596A">
              <w:rPr>
                <w:rFonts w:ascii="Times New Roman" w:hAnsi="Times New Roman"/>
              </w:rPr>
              <w:t>Выдача гражданам выписок, справок , оформление и предоставление копий документов; Отказ в предоставлении муниципальной услуги</w:t>
            </w: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Признание жилых помещений муниципального жилищного фонда непригодными для проживания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25.02.2019 № 38-п</w:t>
            </w:r>
          </w:p>
        </w:tc>
        <w:tc>
          <w:tcPr>
            <w:tcW w:w="281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7D80" w:rsidRPr="00D8596A" w:rsidTr="00CF12E5">
        <w:trPr>
          <w:trHeight w:val="20"/>
        </w:trPr>
        <w:tc>
          <w:tcPr>
            <w:tcW w:w="1100" w:type="dxa"/>
            <w:vAlign w:val="center"/>
          </w:tcPr>
          <w:p w:rsidR="00407D80" w:rsidRPr="000F329E" w:rsidRDefault="00407D80" w:rsidP="00CF12E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eastAsia="Batang" w:hAnsi="Times New Roman"/>
                <w:sz w:val="24"/>
                <w:szCs w:val="24"/>
              </w:rPr>
              <w:t>Признание частных жилых помещений пригодными (непригодными) для проживания граждан</w:t>
            </w:r>
          </w:p>
        </w:tc>
        <w:tc>
          <w:tcPr>
            <w:tcW w:w="264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8596A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25.02.2019 № 39-п</w:t>
            </w:r>
          </w:p>
        </w:tc>
        <w:tc>
          <w:tcPr>
            <w:tcW w:w="2814" w:type="dxa"/>
          </w:tcPr>
          <w:p w:rsidR="00407D80" w:rsidRPr="00D8596A" w:rsidRDefault="00407D80" w:rsidP="00CF12E5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407D80" w:rsidRDefault="00407D80" w:rsidP="00CF12E5">
      <w:r>
        <w:t>»</w:t>
      </w: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  <w:sectPr w:rsidR="00407D80" w:rsidSect="00CF12E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407D80" w:rsidRDefault="00407D80" w:rsidP="00CF12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07D80" w:rsidRPr="00D8596A" w:rsidTr="00CF12E5">
        <w:trPr>
          <w:jc w:val="center"/>
        </w:trPr>
        <w:tc>
          <w:tcPr>
            <w:tcW w:w="284" w:type="dxa"/>
            <w:vAlign w:val="bottom"/>
          </w:tcPr>
          <w:p w:rsidR="00407D80" w:rsidRDefault="00407D80" w:rsidP="00CF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397" w:type="dxa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38-п</w:t>
            </w:r>
          </w:p>
        </w:tc>
      </w:tr>
      <w:tr w:rsidR="00407D80" w:rsidRPr="00D8596A" w:rsidTr="00CF12E5">
        <w:trPr>
          <w:jc w:val="center"/>
        </w:trPr>
        <w:tc>
          <w:tcPr>
            <w:tcW w:w="4650" w:type="dxa"/>
            <w:gridSpan w:val="4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Pr="000C60FA" w:rsidRDefault="00407D80" w:rsidP="00CF12E5">
      <w:pPr>
        <w:pStyle w:val="ConsPlusNormal"/>
        <w:jc w:val="center"/>
        <w:rPr>
          <w:b/>
          <w:szCs w:val="24"/>
        </w:rPr>
      </w:pPr>
      <w:r w:rsidRPr="000C60FA">
        <w:rPr>
          <w:b/>
          <w:szCs w:val="24"/>
        </w:rPr>
        <w:t>Об утверждении административного регламента предоставления муниципальной услуги «Признание жилых помещений муниципального жилищного фонда непригодными для проживания».</w:t>
      </w:r>
    </w:p>
    <w:p w:rsidR="00407D80" w:rsidRPr="00F3635C" w:rsidRDefault="00407D80" w:rsidP="00CF12E5">
      <w:pPr>
        <w:pStyle w:val="ConsPlusNormal"/>
        <w:jc w:val="both"/>
        <w:rPr>
          <w:sz w:val="16"/>
          <w:szCs w:val="16"/>
        </w:rPr>
      </w:pPr>
    </w:p>
    <w:p w:rsidR="00407D80" w:rsidRPr="000C60FA" w:rsidRDefault="00407D80" w:rsidP="00CF12E5">
      <w:pPr>
        <w:pStyle w:val="ConsPlusNormal"/>
        <w:ind w:firstLine="540"/>
        <w:jc w:val="both"/>
        <w:rPr>
          <w:i/>
          <w:szCs w:val="24"/>
        </w:rPr>
      </w:pPr>
      <w:r w:rsidRPr="000C60FA">
        <w:rPr>
          <w:szCs w:val="24"/>
        </w:rPr>
        <w:t xml:space="preserve">В соответствии со </w:t>
      </w:r>
      <w:hyperlink r:id="rId8" w:history="1">
        <w:r w:rsidRPr="000C60FA">
          <w:rPr>
            <w:szCs w:val="24"/>
          </w:rPr>
          <w:t>статьей 39.</w:t>
        </w:r>
      </w:hyperlink>
      <w:r w:rsidRPr="000C60FA">
        <w:rPr>
          <w:szCs w:val="24"/>
        </w:rPr>
        <w:t xml:space="preserve">9 Земельного кодекса Российской Федерации, Федеральным </w:t>
      </w:r>
      <w:hyperlink r:id="rId9" w:history="1">
        <w:r w:rsidRPr="000C60FA">
          <w:rPr>
            <w:szCs w:val="24"/>
          </w:rPr>
          <w:t>законом</w:t>
        </w:r>
      </w:hyperlink>
      <w:r w:rsidRPr="000C60FA">
        <w:rPr>
          <w:szCs w:val="24"/>
        </w:rPr>
        <w:t xml:space="preserve"> от 27.07.2010 № 210-ФЗ «Об организации предоставления государственных и муниципальных услуг» (с последующими изменениями), руководствуясь постановлениями администрации Волче-Вражского сельсовета</w:t>
      </w:r>
      <w:r w:rsidRPr="000C60FA">
        <w:rPr>
          <w:b/>
          <w:szCs w:val="24"/>
        </w:rPr>
        <w:t xml:space="preserve"> </w:t>
      </w:r>
      <w:r w:rsidRPr="000C60FA">
        <w:rPr>
          <w:szCs w:val="24"/>
        </w:rPr>
        <w:t>Тамалинского района Пензенской области от 16.01.2019 № 1-п  «Об утверждении порядка разработки и утверждения административных регламентов предоставления муниципальных услуг»</w:t>
      </w:r>
      <w:r w:rsidRPr="000C60FA">
        <w:rPr>
          <w:i/>
          <w:szCs w:val="24"/>
        </w:rPr>
        <w:t xml:space="preserve">, </w:t>
      </w:r>
      <w:r w:rsidRPr="000C60FA">
        <w:rPr>
          <w:szCs w:val="24"/>
        </w:rPr>
        <w:t>от 24.12.2018 № 82-п «Об утверждении Реестра муниципальных услуг</w:t>
      </w:r>
      <w:r w:rsidRPr="000C60FA">
        <w:rPr>
          <w:i/>
          <w:szCs w:val="24"/>
        </w:rPr>
        <w:t xml:space="preserve"> </w:t>
      </w:r>
      <w:r w:rsidRPr="000C60FA">
        <w:rPr>
          <w:szCs w:val="24"/>
        </w:rPr>
        <w:t>Волче-Вражского сельсовета</w:t>
      </w:r>
      <w:r w:rsidRPr="000C60FA">
        <w:rPr>
          <w:b/>
          <w:szCs w:val="24"/>
        </w:rPr>
        <w:t xml:space="preserve"> </w:t>
      </w:r>
      <w:r w:rsidRPr="000C60FA">
        <w:rPr>
          <w:szCs w:val="24"/>
        </w:rPr>
        <w:t>Тамалинского района Пензенской области» (с изменениями), Уставом Волче-Вражского сельсовета</w:t>
      </w:r>
      <w:r w:rsidRPr="000C60FA">
        <w:rPr>
          <w:b/>
          <w:szCs w:val="24"/>
        </w:rPr>
        <w:t xml:space="preserve"> </w:t>
      </w:r>
      <w:r w:rsidRPr="000C60FA">
        <w:rPr>
          <w:szCs w:val="24"/>
        </w:rPr>
        <w:t>Тамалинского района Пензенской области</w:t>
      </w:r>
      <w:r w:rsidRPr="000C60FA">
        <w:rPr>
          <w:i/>
          <w:szCs w:val="24"/>
        </w:rPr>
        <w:t>,</w:t>
      </w:r>
    </w:p>
    <w:p w:rsidR="00407D80" w:rsidRPr="000C60FA" w:rsidRDefault="00407D80" w:rsidP="00CF12E5">
      <w:pPr>
        <w:pStyle w:val="ConsPlusNormal"/>
        <w:ind w:firstLine="540"/>
        <w:jc w:val="both"/>
        <w:rPr>
          <w:i/>
          <w:sz w:val="16"/>
          <w:szCs w:val="16"/>
        </w:rPr>
      </w:pPr>
    </w:p>
    <w:p w:rsidR="00407D80" w:rsidRPr="000C60FA" w:rsidRDefault="00407D80" w:rsidP="00CF12E5">
      <w:pPr>
        <w:pStyle w:val="ConsPlusNormal"/>
        <w:ind w:firstLine="540"/>
        <w:jc w:val="center"/>
        <w:rPr>
          <w:b/>
          <w:szCs w:val="24"/>
        </w:rPr>
      </w:pPr>
      <w:r w:rsidRPr="000C60FA">
        <w:rPr>
          <w:b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407D80" w:rsidRPr="000C60FA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0C60FA" w:rsidRDefault="00407D80" w:rsidP="00CF12E5">
      <w:pPr>
        <w:pStyle w:val="ConsPlusNormal"/>
        <w:ind w:firstLine="540"/>
        <w:jc w:val="both"/>
        <w:rPr>
          <w:szCs w:val="24"/>
        </w:rPr>
      </w:pPr>
      <w:r w:rsidRPr="000C60FA">
        <w:rPr>
          <w:szCs w:val="24"/>
        </w:rPr>
        <w:t>1. Утвердить прилагаемый административный регламент предоставления муниципальной услуги «Признание жилых помещений муниципального жилищного фонда непригодными для проживания» согласно приложению к настоящему постановлению.</w:t>
      </w:r>
    </w:p>
    <w:p w:rsidR="00407D80" w:rsidRPr="000C60FA" w:rsidRDefault="00407D80" w:rsidP="00CF12E5">
      <w:pPr>
        <w:pStyle w:val="ConsPlusNormal"/>
        <w:ind w:firstLine="540"/>
        <w:jc w:val="both"/>
        <w:rPr>
          <w:szCs w:val="24"/>
        </w:rPr>
      </w:pPr>
      <w:r w:rsidRPr="000C60FA">
        <w:rPr>
          <w:szCs w:val="24"/>
        </w:rPr>
        <w:t>2. Настоящее постановление вступает в силу на следующий день после дня его официального опубликования.</w:t>
      </w:r>
    </w:p>
    <w:p w:rsidR="00407D80" w:rsidRPr="000C60FA" w:rsidRDefault="00407D80" w:rsidP="00CF12E5">
      <w:pPr>
        <w:pStyle w:val="ConsPlusNormal"/>
        <w:ind w:firstLine="540"/>
        <w:jc w:val="both"/>
        <w:rPr>
          <w:szCs w:val="24"/>
        </w:rPr>
      </w:pPr>
      <w:r w:rsidRPr="000C60FA">
        <w:rPr>
          <w:szCs w:val="24"/>
        </w:rPr>
        <w:t>3. Настоящее постановление опубликовать в информационном бюллетене «Сельский вестник» и на официальном сайте администрации Волче-Вражского сельсовета</w:t>
      </w:r>
      <w:r w:rsidRPr="000C60FA">
        <w:rPr>
          <w:b/>
          <w:szCs w:val="24"/>
        </w:rPr>
        <w:t xml:space="preserve"> </w:t>
      </w:r>
      <w:r w:rsidRPr="000C60FA">
        <w:rPr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407D80" w:rsidRPr="000C60FA" w:rsidRDefault="00407D80" w:rsidP="00CF12E5">
      <w:pPr>
        <w:pStyle w:val="ConsPlusNormal"/>
        <w:ind w:firstLine="540"/>
        <w:jc w:val="both"/>
        <w:rPr>
          <w:szCs w:val="24"/>
        </w:rPr>
      </w:pPr>
      <w:r w:rsidRPr="000C60FA">
        <w:rPr>
          <w:szCs w:val="24"/>
        </w:rPr>
        <w:t>4. Контроль исполнения настоящего постановления возложить на главу  администрации Волче-Вражского сельсовета Тамалинского района Пензенской области.</w:t>
      </w:r>
    </w:p>
    <w:p w:rsidR="00407D80" w:rsidRPr="000C60FA" w:rsidRDefault="00407D80" w:rsidP="00CF12E5">
      <w:pPr>
        <w:pStyle w:val="ConsPlusNormal"/>
        <w:jc w:val="both"/>
        <w:rPr>
          <w:szCs w:val="24"/>
        </w:rPr>
      </w:pPr>
    </w:p>
    <w:p w:rsidR="00407D80" w:rsidRDefault="00407D80" w:rsidP="00CF12E5">
      <w:pPr>
        <w:pStyle w:val="BodyText"/>
        <w:tabs>
          <w:tab w:val="left" w:pos="851"/>
          <w:tab w:val="left" w:pos="3975"/>
        </w:tabs>
        <w:spacing w:after="0"/>
      </w:pPr>
    </w:p>
    <w:p w:rsidR="00407D80" w:rsidRDefault="00407D80" w:rsidP="00CF12E5">
      <w:pPr>
        <w:pStyle w:val="BodyText"/>
        <w:tabs>
          <w:tab w:val="left" w:pos="851"/>
          <w:tab w:val="left" w:pos="3975"/>
        </w:tabs>
        <w:spacing w:after="0"/>
      </w:pPr>
    </w:p>
    <w:p w:rsidR="00407D80" w:rsidRPr="000C60FA" w:rsidRDefault="00407D80" w:rsidP="00CF12E5">
      <w:pPr>
        <w:pStyle w:val="BodyText"/>
        <w:tabs>
          <w:tab w:val="left" w:pos="851"/>
          <w:tab w:val="left" w:pos="3975"/>
        </w:tabs>
        <w:spacing w:after="0"/>
      </w:pPr>
      <w:r w:rsidRPr="000C60FA">
        <w:t xml:space="preserve">Глава администрации Волче-Вражского сельсовета </w:t>
      </w:r>
    </w:p>
    <w:p w:rsidR="00407D80" w:rsidRPr="000C60FA" w:rsidRDefault="00407D80" w:rsidP="00CF12E5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0C60FA">
        <w:rPr>
          <w:rFonts w:ascii="Times New Roman" w:hAnsi="Times New Roman"/>
          <w:b w:val="0"/>
          <w:sz w:val="24"/>
          <w:szCs w:val="24"/>
        </w:rPr>
        <w:t xml:space="preserve">Тамалинского района  Пензенской области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</w:t>
      </w:r>
      <w:r w:rsidRPr="000C60FA">
        <w:rPr>
          <w:rFonts w:ascii="Times New Roman" w:hAnsi="Times New Roman"/>
          <w:b w:val="0"/>
          <w:sz w:val="24"/>
          <w:szCs w:val="24"/>
        </w:rPr>
        <w:t xml:space="preserve">   Т.А. Легоньков</w:t>
      </w:r>
      <w:r>
        <w:rPr>
          <w:rFonts w:ascii="Times New Roman" w:hAnsi="Times New Roman"/>
          <w:b w:val="0"/>
          <w:sz w:val="24"/>
          <w:szCs w:val="24"/>
        </w:rPr>
        <w:t>а</w:t>
      </w:r>
    </w:p>
    <w:p w:rsidR="00407D80" w:rsidRDefault="00407D80" w:rsidP="00CF12E5">
      <w:pPr>
        <w:pStyle w:val="ConsPlusNormal"/>
        <w:outlineLvl w:val="0"/>
      </w:pPr>
    </w:p>
    <w:p w:rsidR="00407D80" w:rsidRPr="000C60FA" w:rsidRDefault="00407D80" w:rsidP="00CF12E5">
      <w:pPr>
        <w:pStyle w:val="ConsPlusNormal"/>
        <w:jc w:val="right"/>
        <w:outlineLvl w:val="0"/>
      </w:pPr>
      <w:r w:rsidRPr="000C60FA">
        <w:t>Утвержден</w:t>
      </w:r>
    </w:p>
    <w:p w:rsidR="00407D80" w:rsidRPr="000C60FA" w:rsidRDefault="00407D80" w:rsidP="00CF12E5">
      <w:pPr>
        <w:pStyle w:val="ConsPlusNormal"/>
        <w:jc w:val="right"/>
      </w:pPr>
      <w:r w:rsidRPr="000C60FA">
        <w:t>постановлением</w:t>
      </w:r>
    </w:p>
    <w:p w:rsidR="00407D80" w:rsidRPr="000C60FA" w:rsidRDefault="00407D80" w:rsidP="00CF12E5">
      <w:pPr>
        <w:pStyle w:val="ConsPlusNormal"/>
        <w:jc w:val="right"/>
        <w:rPr>
          <w:b/>
        </w:rPr>
      </w:pPr>
      <w:r w:rsidRPr="000C60FA">
        <w:t>администрации Волче-Вражского сельсовета</w:t>
      </w:r>
    </w:p>
    <w:p w:rsidR="00407D80" w:rsidRPr="000C60FA" w:rsidRDefault="00407D80" w:rsidP="00CF12E5">
      <w:pPr>
        <w:pStyle w:val="ConsPlusNormal"/>
        <w:jc w:val="right"/>
      </w:pPr>
      <w:r w:rsidRPr="000C60FA">
        <w:t>Тамалинского района Пензенской области</w:t>
      </w:r>
    </w:p>
    <w:p w:rsidR="00407D80" w:rsidRPr="000C60FA" w:rsidRDefault="00407D80" w:rsidP="00CF12E5">
      <w:pPr>
        <w:pStyle w:val="ConsPlusNormal"/>
        <w:jc w:val="right"/>
      </w:pPr>
      <w:r w:rsidRPr="000C60FA">
        <w:t>от 25.02.2019  № 38-п</w:t>
      </w:r>
    </w:p>
    <w:p w:rsidR="00407D80" w:rsidRPr="003F7D8D" w:rsidRDefault="00407D80" w:rsidP="00CF12E5">
      <w:pPr>
        <w:pStyle w:val="ConsPlusNormal"/>
        <w:jc w:val="both"/>
      </w:pPr>
    </w:p>
    <w:p w:rsidR="00407D80" w:rsidRDefault="00407D80" w:rsidP="00CF12E5">
      <w:pPr>
        <w:pStyle w:val="ConsPlusNormal"/>
        <w:ind w:firstLine="540"/>
        <w:jc w:val="both"/>
      </w:pP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АДМИНИСТРАТИВНЫЙ РЕГЛАМЕНТ</w:t>
      </w: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предоставления муниципальной услуги «Признание жилых помещений муниципального жилищного фонда непригодными для проживания»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I. ОБЩИЕ ПОЛОЖЕНИЯ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1.1. Административный регламент предоставления муниципальной услуги «Признание жилых помещений муниципального жилищного фонда непригодными для проживания» (далее - Административный регламент) устанавливает порядок и стандарт предоставления муниципальной услуги «Признание жилых помещений муниципального жилищного фонда непригодными для проживания» (далее - муниципальная услуга), определяет сроки и последовательность административных процедур (действий) администрации Волче-Вражского сельсовета Тамалинского района Пензенской области (далее - Администрация) при предоставлении муниципальной услуги.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Круг заявителей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1.2. Заявителями муниципальной услуги являются: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собственник помещения (юридическое лицо);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наниматель жилого помещения муниципального жилищного фонда;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1.3. Требования к порядку информирования о предоставлении муниципальной услуги</w:t>
      </w:r>
    </w:p>
    <w:p w:rsidR="00407D80" w:rsidRPr="00F3635C" w:rsidRDefault="00407D80" w:rsidP="00CF12E5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 xml:space="preserve">         1.3.1. 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 </w:t>
      </w:r>
      <w:r w:rsidRPr="00F3635C">
        <w:rPr>
          <w:rFonts w:ascii="Times New Roman" w:hAnsi="Times New Roman"/>
          <w:sz w:val="24"/>
          <w:szCs w:val="24"/>
          <w:u w:val="single"/>
        </w:rPr>
        <w:t>test.volchevrazhsky.tamala.pnzreg.ru</w:t>
      </w:r>
      <w:r w:rsidRPr="00F3635C">
        <w:rPr>
          <w:sz w:val="24"/>
          <w:szCs w:val="24"/>
        </w:rPr>
        <w:t xml:space="preserve"> </w:t>
      </w:r>
      <w:r w:rsidRPr="00F3635C">
        <w:rPr>
          <w:rFonts w:ascii="Times New Roman" w:hAnsi="Times New Roman"/>
          <w:sz w:val="24"/>
          <w:szCs w:val="24"/>
        </w:rPr>
        <w:t>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10" w:history="1">
        <w:r w:rsidRPr="00F3635C">
          <w:rPr>
            <w:rFonts w:ascii="Times New Roman" w:hAnsi="Times New Roman"/>
            <w:color w:val="0000FF"/>
            <w:sz w:val="24"/>
            <w:szCs w:val="24"/>
            <w:u w:val="single"/>
          </w:rPr>
          <w:t>www.</w:t>
        </w:r>
        <w:r w:rsidRPr="00F3635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gos</w:t>
        </w:r>
        <w:r w:rsidRPr="00F3635C">
          <w:rPr>
            <w:rFonts w:ascii="Times New Roman" w:hAnsi="Times New Roman"/>
            <w:color w:val="0000FF"/>
            <w:sz w:val="24"/>
            <w:szCs w:val="24"/>
            <w:u w:val="single"/>
          </w:rPr>
          <w:t>uslugi.pnzreg.ru</w:t>
        </w:r>
      </w:hyperlink>
      <w:r w:rsidRPr="00F3635C">
        <w:rPr>
          <w:rFonts w:ascii="Times New Roman" w:hAnsi="Times New Roman"/>
          <w:sz w:val="24"/>
          <w:szCs w:val="24"/>
        </w:rPr>
        <w:t>.) (далее – Региональный портал).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2) круг заявителей;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407D80" w:rsidRPr="00F3635C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07D80" w:rsidRPr="00F3635C" w:rsidRDefault="00407D80" w:rsidP="00CF1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 xml:space="preserve">        1.3.2. Справочная информация (место нахождения, график (режим работы Администрации, справочные телефоны Администрации,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407D80" w:rsidRPr="00F3635C" w:rsidRDefault="00407D80" w:rsidP="00CF12E5">
      <w:pPr>
        <w:pStyle w:val="ConsPlusNormal"/>
        <w:ind w:firstLine="567"/>
        <w:jc w:val="both"/>
        <w:rPr>
          <w:szCs w:val="24"/>
        </w:rPr>
      </w:pPr>
      <w:r w:rsidRPr="00F3635C">
        <w:rPr>
          <w:szCs w:val="24"/>
        </w:rPr>
        <w:t>1.3.4. Заявители вправе получить муниципальную услугу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407D80" w:rsidRPr="00F3635C" w:rsidRDefault="00407D80" w:rsidP="00CF12E5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II. СТАНДАРТ ПРЕДОСТАВЛЕНИЯ МУНИЦИПАЛЬОЙ УСЛУГИ</w:t>
      </w:r>
    </w:p>
    <w:p w:rsidR="00407D80" w:rsidRPr="00F3635C" w:rsidRDefault="00407D80" w:rsidP="00CF12E5">
      <w:pPr>
        <w:pStyle w:val="ConsPlusNormal"/>
        <w:jc w:val="center"/>
        <w:rPr>
          <w:b/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Наименование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2.1. Наименование муниципальной услуги «Признание жилых помещений муниципального жилищного фонда непригодными для проживания».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Наименование органа местного самоуправления, предоставляющего муниципальную услугу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2.2. Предоставление муниципальной услуги осуществляет Администрация.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Результат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2.3. Результатом предоставления муниципальной услуги является: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постановление Администрации о признании жилого помещения муниципального жилищного фонда непригодным для проживания.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Срок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2.4. Срок предоставления муниципальной услуги - 30 календарных дней со дня регистрации заявления о предоставлении муниципальной услуги (далее - заявление).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Правовые основания для предоставления муниципальной услуги</w:t>
      </w:r>
    </w:p>
    <w:p w:rsidR="00407D80" w:rsidRPr="00F3635C" w:rsidRDefault="00407D80" w:rsidP="00CF12E5">
      <w:pPr>
        <w:spacing w:after="0" w:line="100" w:lineRule="atLeast"/>
        <w:ind w:left="-426" w:right="113" w:firstLine="568"/>
        <w:jc w:val="center"/>
        <w:rPr>
          <w:rFonts w:ascii="Times New Roman" w:hAnsi="Times New Roman"/>
          <w:sz w:val="16"/>
          <w:szCs w:val="16"/>
        </w:rPr>
      </w:pPr>
    </w:p>
    <w:p w:rsidR="00407D80" w:rsidRPr="00F3635C" w:rsidRDefault="00407D80" w:rsidP="00CF12E5">
      <w:pPr>
        <w:spacing w:after="0" w:line="100" w:lineRule="atLeast"/>
        <w:ind w:right="113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 xml:space="preserve">2.5. </w:t>
      </w:r>
      <w:r w:rsidRPr="00F3635C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2.6.1. Заявление о признании жилого помещения муниципального жилищного фонда непригодным для проживания по форме согласно приложению N 1 к настоящему регламенту.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закона от 06.04.2011 N 63-ФЗ "Об электронной подписи", постановления Правительства Российской Федерации от 25.01.2013 N 33 "Об использовании простой электронной подписи при оказании государственных и муниципальных услуг" и требованиями Федерального закона от 27.07.2010 N 210-ФЗ "Об организации предоставления государственных и муниципальных услуг".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2.6.2. Заявления, письма, жалобы на неудовлетворительные условия проживания - по усмотрению заявителя.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2.6.3. Иные документы, которые, по его мнению, имеют значение для получения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2.6.4. Документ, подтверждающий полномочия представителя заявителя действовать от его имени.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2.7. Исчерпывающий перечень документов, запрашиваемых в порядке межведомственного информационного взаимодействия: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договор социального найма жилого помещения;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договор найма жилого помещения;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договор безвозмездного пользования жилым помещением для социальной защиты отдельных категорий граждан.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2.8.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Решение о возврате заявления заявителю принимается случаях, если: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отсутствует подпись заявителя;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с заявлением обратилось лицо, не уполномоченное заявителем;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текст заявления не поддается прочтению;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заявителем представлены документы, содержащие неполные и (или) недостоверные сведения, исполненные карандашом и (или) содержащие подчистки либо приписки, зачеркнутые слова и иные не оговоренные в них исправления.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Исчерпывающий перечень услуг, которые являются необходимыми и обязательными для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2.9. Не предусмотрен.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2.10. Основания для приостановления или отказа в предоставлении муниципальной услуги не предусмотрены.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Порядок, размер и основания взимания платы за предоставление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2.11. Муниципальная услуга предоставляется бесплатно.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2.12. Время ожидания в очереди не должно превышать: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при подаче заявления и (или) документов - 15 минут;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при получении результата предоставления муниципальной услуги - 15 минут.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Срок регистрации запроса заявителя о предоставлении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2.13.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2.14.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2.15.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Помещения Администрации, МФЦ должны соответствовать санитарно-эпидемиологическим правилами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2.16. Предоставление муниципальной услуги осуществляется в специально выделенных для этой цели помещениях.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2.17. Помещения, в которых осуществляется предоставление муниципальной услуги, оборудуются: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информационными стендами, содержащими визуальную и текстовую информацию;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стульями и столами для возможности оформления документов.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2.20. Кабинеты приема заявителей должны иметь информационные таблички (вывески) с указанием: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номера кабинета;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фамилии, имени, отчества и должности специалиста.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"тревожными кнопками" или переносными многофункциональными брелками-коммуникаторами).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Показатели доступности и качества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2.23. Показателями доступности предоставления муниципальной услуги являются: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2.23.1. предоставление возможности получения муниципальной услуги в электронной форме или в многофункциональном центре;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2.23.2. транспортная или пешая доступность к местам предоставления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2.23.4. соблюдение требований административного регламента о порядке информирования об оказании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2.24. Показателями качества предоставления муниципальной услуги являются: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2.24.1. соблюдение сроков предоставления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2.25. В процессе предоставления муниципальной услуги заявитель взаимодействует с муниципальными служащими Администрации и специалистами МФЦ: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2.25.1. при подаче документов для получения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2.25.2. при получении результата оказания муниципальной услуги.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2.26.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2.27.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2.28.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2.29. Заявление и документы в электронной форме подписываются в соответствии с Федеральным законом № 63-ФЗ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2.30.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 если заявление подписано усиленной квалифицированной электронной подписью.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2.32. По выбору заявителя результат предоставления муниципальной услуги направляются в виде: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2.32.1.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2.32.2.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2.32.3. документа на бумажном носителе, который направляется заявителю посредством почтового отправления.</w:t>
      </w:r>
    </w:p>
    <w:p w:rsidR="00407D80" w:rsidRPr="00F3635C" w:rsidRDefault="00407D80" w:rsidP="00CF12E5">
      <w:pPr>
        <w:pStyle w:val="ConsPlusNormal"/>
        <w:jc w:val="center"/>
        <w:rPr>
          <w:b/>
          <w:sz w:val="16"/>
          <w:szCs w:val="16"/>
        </w:rPr>
      </w:pP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I</w:t>
      </w:r>
      <w:r w:rsidRPr="00F3635C">
        <w:rPr>
          <w:b/>
          <w:szCs w:val="24"/>
          <w:lang w:val="en-US"/>
        </w:rPr>
        <w:t>I</w:t>
      </w:r>
      <w:r w:rsidRPr="00F3635C">
        <w:rPr>
          <w:b/>
          <w:szCs w:val="24"/>
        </w:rPr>
        <w:t>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07D80" w:rsidRPr="00F3635C" w:rsidRDefault="00407D80" w:rsidP="00CF12E5">
      <w:pPr>
        <w:pStyle w:val="ConsPlusNormal"/>
        <w:ind w:firstLine="540"/>
        <w:jc w:val="both"/>
        <w:rPr>
          <w:b/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3.1.1. прием и регистрация заявления для получения муниципальной услуги;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3.1.2. формирование и направление запросов;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3.1.3. рассмотрение заявления и принятие решения;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3.1.4. подготовка акта, заключения, постановления Администрации;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3.1.5. выдача заявителю результата предоставления муниципальной услуги.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Прием и регистрация заявления для получения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3.3. Заявление представляется заявителем (представителем заявителя) в Администрацию или многофункциональный центр.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Заявление подписывается заявителем либо представителем заявителя.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3.5. При приеме заявления сотрудник Администрации, ответственный за прием и регистрацию документов по предоставлению муниципальной услуги, проверяет: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правильность заполнения заявления;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комплектность документов, прилагаемых к заявлению.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3.7.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расписка в получении документов, форма которой предусмотрена специализированной программой МФЦ.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Федерального закона N 63-ФЗ.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статьи 11 ФЗ # 63-ФЗ, которые послужили основанием для принятия указанного решения, указанным заявителем в заявлении способом.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3.13. Критерием принятия решения о приеме заявления является соблюдение требований, предусмотренных пунктом 2.6Административного регламента.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3.14.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3.15. Продолжительность административной процедуры (максимальный срок ее выполнения) составляет 1 рабочий день.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3.16.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Формирование и направление запросов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3.17.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3.18.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3.19. Направление запросов в рамках межведомственного информационного взаимодействия осуществляется в соответствии с требованиями Федерального закона N 210-ФЗ.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3.20.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3.21. Продолжительность административной процедуры (максимальный срок ее выполнения) не может превышать 5 рабочих дней.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3.22.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услуги, которые приобщаются к заявлению.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Рассмотрение заявления и принятие решения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3.23.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3.24.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полноты и достоверности сведений, содержащихся в представленных документах;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- согласованности представленной информации между отдельными документами комплекта.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3.25. Межведомственной комиссией по оценке жилых помещений муниципального жилищного фонда проводится обследование жилого помещения с составлением акта обследования.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3.26. На основании выводов и рекомендаций, указанных в акте обследования, составляется заключение о непригодности жилого помещения муниципального жилищного фонда для проживания.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3.27. Подготовленный проект постановления Администрации об утверждении заключения о признании жилого помещения муниципального жилищного фонда непригодным для проживания направляется на подпись главе Администрации.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3.28. Подписанное главой Администрации постановление регистрируется в установленном порядке.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3.29. Продолжительность административной процедуры (максимальный срок ее выполнения) составляет 20 рабочих дней.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3.30. 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непригодным для проживания.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Выдача заявителю результата предоставления муниципальной услуги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3.31. Основанием для начала административной процедуры являются оформленные и зарегистрированные в установленном порядке следующие документы: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1) акт обследования жилого помещения;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2) заключение о непригодности жилого помещения муниципального жилищного фонда для проживания;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3) постановление Администрации об утверждении заключения о признании жилого помещения муниципального жилищного фонда непригодным для проживания.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3.32. Критерием принятия решения о выдаче результата оказания муниципальной услуги заявителю являются подготовленные Администрацией документы, предусмотренные пунктом 3.31 настоящего Административного регламента.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3.33. Копия постановления Администрации об утверждении заключения о признании жилого помещения муниципального жилищного фонда непригодным для проживания, заключение о непригодности жилого помещения муниципального жилищного фонда для проживания и акт обследования жилого помещения в течение 1 рабочего дня со дня его регистрации выдаются непосредственно заявителю (его представителю) либо направляются им способом, указанным в заявлении.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3.34.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3.35. Продолжительность административной процедуры (максимальный срок ее выполнения) составляет 2 рабочих дня.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3.36. Результатом административной процедуры является выдача заявителю результата предоставления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Предоставление муниципальной услуги через МАУ «МФЦ Тамалинского района» включает в себя следующую последовательность действий МАУ «МФЦ Тамалинского района».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3.37. Прием, проверка полноты предоставленных документов и регистрация специалистами МАУ «МФЦ Тамалинского района»от Заявителя на получение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Регистрация документов заявителя осуществляется в соответствии с Регламентом работы МАУ "«МФЦ Тамалинского района».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Максимальный срок приема и регистрации документов от Заявителя - до 20 минут.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3.37.1. Специалист МАУ «МФЦ Тамалинского района» обязан консультировать Заявителя по вопросам подготовки и комплектации документов на получение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3.37.2. При необходимости специалист МАУ «МФЦ Тамалинского района»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Специалист Отдела обязан незамедлительно давать все необходимые разъяснения специалисту МАУ «МФЦ Тамалинского района».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3.37.3. Передача документов специалистами МАУ «МФЦ Тамалинского района» в Администрацию.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3.37.4. В Администрации назначается работник, ответственный за прием документов от специалистов МАУ «МФЦ Тамалинского района».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3.37.5. Проверенные в установленном порядке документы Заявителя доставляются специалистами МАУ «МФЦ Тамалинского района» в Администрацию в течение одного рабочего дня после дня регистрации заявления.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3.37.6. Доставленные специалистами МАУ «МФЦ Тамалинского района» документы передаются ими лично под роспись работнику Администрации, ответственному за прием документов.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3.37.7. Специалист Администрации, ответственный за прием документов, при получении документов от специалиста МАУ «МФЦ Тамалинского района» проверяет их комплектность в его присутствии.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3.37.8. Максимальный срок передачи документов специалистом МАУ «МФЦ Тамалинского района» специалисту Администрации - 10 минут.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3.37.9. Специалист Администрации, ответственный за прием документов в течение одного рабочего дня после приема документов передает их на подпись главе Администрации.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3.37.10.Специалист Администрации, ответственный по предоставлению муниципальной услуги информирует специалиста МАУ «МФЦ Тамалинского района» о готовности результата муниципальной услуги посредством телефона.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3.37.11. Специалист МАУ «МФЦ Тамалинского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3.37.12. Специалист МАУ «МФЦ Тамалинского района»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Для получения результата муниципальной услуги заявители в течение 3-х рабочих дней со дня истечения срока предоставления муниципальной услуги обращаются в МАУ «МФЦ Тамалинского района»в рабочее время согласно графику работы. При этом специалист МАУ «МФЦ Тамалинского района», осуществляющий выдачу документов, выполняет следующие действия: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б) выдает под расписку результат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Время выполнения действия не должно превышать 10 минут.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3.37.13. В случае неявки заявителя по истечении 20 рабочих дней специалист МАУ «МФЦ Тамалинского района» передает документы в Администрацию.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jc w:val="center"/>
        <w:rPr>
          <w:b/>
          <w:szCs w:val="24"/>
        </w:rPr>
      </w:pPr>
      <w:r w:rsidRPr="00F3635C">
        <w:rPr>
          <w:b/>
          <w:szCs w:val="24"/>
        </w:rPr>
        <w:t>IV. Формы контроля за исполнением административного регламента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Периодичность осуществления проверок определяется главой Администрации.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4.5. Ответственные исполнители несут персональную ответственность за: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407D80" w:rsidRPr="00F3635C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635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F3635C">
        <w:rPr>
          <w:rFonts w:ascii="Times New Roman" w:hAnsi="Times New Roman"/>
          <w:sz w:val="24"/>
          <w:szCs w:val="24"/>
        </w:rPr>
        <w:t xml:space="preserve">. </w:t>
      </w:r>
      <w:r w:rsidRPr="00F3635C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6"/>
          <w:szCs w:val="16"/>
        </w:rPr>
      </w:pP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 (с последующими изменениями).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5.4.6. В электронном виде жалоба может быть подана заявителем посредством: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в) Единого портала;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5.4.7. Подача жалобы и документов, предусмотренных подпунктами 5.4.4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5.4.9. Жалоба может быть подана заявителем через МФЦ.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407D80" w:rsidRPr="00F3635C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07D80" w:rsidRPr="00F3635C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635C">
        <w:rPr>
          <w:rFonts w:ascii="Times New Roman" w:hAnsi="Times New Roman"/>
          <w:sz w:val="24"/>
          <w:szCs w:val="24"/>
        </w:rPr>
        <w:t>5.13. Жалоба на решения и (или) действия (бездействие), принятые и осуществляемые в ходе предоставления муниципальной услуги, может быть подана заявителем в порядке, установленном антимонопольным законодательством Российской Федерации, в антимонопольный орган.</w:t>
      </w:r>
    </w:p>
    <w:p w:rsidR="00407D80" w:rsidRDefault="00407D80" w:rsidP="00CF12E5">
      <w:pPr>
        <w:pStyle w:val="ConsPlusNormal"/>
        <w:outlineLvl w:val="1"/>
        <w:rPr>
          <w:szCs w:val="24"/>
        </w:rPr>
      </w:pPr>
    </w:p>
    <w:p w:rsidR="00407D80" w:rsidRPr="00F3635C" w:rsidRDefault="00407D80" w:rsidP="00CF12E5">
      <w:pPr>
        <w:pStyle w:val="ConsPlusNormal"/>
        <w:jc w:val="right"/>
        <w:outlineLvl w:val="1"/>
        <w:rPr>
          <w:szCs w:val="24"/>
        </w:rPr>
      </w:pP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Приложение №1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к административному регламенту предоставления муниципальной услуги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«Признание жилых помещений муниципального жилищного фонда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>
        <w:rPr>
          <w:szCs w:val="24"/>
        </w:rPr>
        <w:t>н</w:t>
      </w:r>
      <w:r w:rsidRPr="00F3635C">
        <w:rPr>
          <w:szCs w:val="24"/>
        </w:rPr>
        <w:t>епригодными для проживания»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Главе администрации Волче-Вражского сельсовета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Тамалинского района Пензенской области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от 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зарегистрированного(ой) по адресу: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почтовый адрес: 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тел. 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эл. почта: 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документ, удостоверяющий личность: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серия __________ номер 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кем и когда выдан: 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государственный номер записи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регистрации юр. лица: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идентификационный номер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налогоплательщика ______________________</w:t>
      </w:r>
    </w:p>
    <w:p w:rsidR="00407D80" w:rsidRPr="00F3635C" w:rsidRDefault="00407D80" w:rsidP="00CF12E5">
      <w:pPr>
        <w:pStyle w:val="ConsPlusNormal"/>
        <w:jc w:val="right"/>
        <w:rPr>
          <w:szCs w:val="24"/>
        </w:rPr>
      </w:pPr>
      <w:r w:rsidRPr="00F3635C">
        <w:rPr>
          <w:szCs w:val="24"/>
        </w:rPr>
        <w:t>______________________________________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jc w:val="center"/>
        <w:rPr>
          <w:szCs w:val="24"/>
        </w:rPr>
      </w:pPr>
      <w:r w:rsidRPr="00F3635C">
        <w:rPr>
          <w:szCs w:val="24"/>
        </w:rPr>
        <w:t>ЗАЯВЛЕНИЕ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Прошу провести оценку соответствия помещения, расположенного по адресу: _____________________________________________________________________</w:t>
      </w:r>
    </w:p>
    <w:p w:rsidR="00407D80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 Постановлением Правительства Российской Федерации от 28.01.2006 № 47, в связи с тем, что _____________________</w:t>
      </w:r>
    </w:p>
    <w:p w:rsidR="00407D80" w:rsidRPr="00F3635C" w:rsidRDefault="00407D80" w:rsidP="00CF12E5">
      <w:pPr>
        <w:pStyle w:val="ConsPlusNormal"/>
        <w:spacing w:before="240"/>
        <w:jc w:val="both"/>
        <w:rPr>
          <w:szCs w:val="24"/>
        </w:rPr>
      </w:pPr>
      <w:r w:rsidRPr="00F3635C">
        <w:rPr>
          <w:szCs w:val="24"/>
        </w:rPr>
        <w:t>_____________________________________________________________________________________________________________________________________</w:t>
      </w:r>
      <w:r>
        <w:rPr>
          <w:szCs w:val="24"/>
        </w:rPr>
        <w:t>_____________________________________</w:t>
      </w:r>
    </w:p>
    <w:p w:rsidR="00407D80" w:rsidRPr="00F3635C" w:rsidRDefault="00407D80" w:rsidP="00CF12E5">
      <w:pPr>
        <w:jc w:val="center"/>
        <w:rPr>
          <w:rFonts w:ascii="Times New Roman" w:hAnsi="Times New Roman"/>
        </w:rPr>
      </w:pPr>
      <w:r w:rsidRPr="00F3635C">
        <w:rPr>
          <w:rFonts w:ascii="Times New Roman" w:hAnsi="Times New Roman"/>
        </w:rPr>
        <w:t>(указать причины)</w:t>
      </w:r>
    </w:p>
    <w:p w:rsidR="00407D80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Прошу уведомить о результатах рассмотрения заявления посредством:</w:t>
      </w:r>
    </w:p>
    <w:p w:rsidR="00407D80" w:rsidRPr="00F3635C" w:rsidRDefault="00407D80" w:rsidP="00CF12E5">
      <w:pPr>
        <w:pStyle w:val="ConsPlusNormal"/>
        <w:jc w:val="both"/>
        <w:rPr>
          <w:szCs w:val="24"/>
        </w:rPr>
      </w:pPr>
      <w:r w:rsidRPr="00F3635C">
        <w:rPr>
          <w:szCs w:val="24"/>
        </w:rPr>
        <w:t>_____________________________________________________________________________________________________________________________________</w:t>
      </w:r>
      <w:r>
        <w:rPr>
          <w:szCs w:val="24"/>
        </w:rPr>
        <w:t>_____________________________________</w:t>
      </w:r>
      <w:r w:rsidRPr="00F3635C">
        <w:rPr>
          <w:szCs w:val="24"/>
        </w:rPr>
        <w:t>_____________________________________________________________________________________________________________________________________</w:t>
      </w:r>
      <w:r>
        <w:rPr>
          <w:szCs w:val="24"/>
        </w:rPr>
        <w:t>_____________________________________</w:t>
      </w:r>
    </w:p>
    <w:p w:rsidR="00407D80" w:rsidRPr="0039387E" w:rsidRDefault="00407D80" w:rsidP="00CF12E5">
      <w:pPr>
        <w:jc w:val="center"/>
        <w:rPr>
          <w:rFonts w:ascii="Times New Roman" w:hAnsi="Times New Roman"/>
        </w:rPr>
      </w:pPr>
      <w:r w:rsidRPr="0039387E">
        <w:rPr>
          <w:rFonts w:ascii="Times New Roman" w:hAnsi="Times New Roman"/>
        </w:rPr>
        <w:t>(данная графа заполняется заявителем по желанию)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К заявлению прилагаются документы: (перечисляются)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1. ___________________________________________________________________________________________________________________________________</w:t>
      </w:r>
      <w:r>
        <w:rPr>
          <w:szCs w:val="24"/>
        </w:rPr>
        <w:t>_______________________________________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2. ___________________________________________________________________________________________________________________________________</w:t>
      </w:r>
      <w:r>
        <w:rPr>
          <w:szCs w:val="24"/>
        </w:rPr>
        <w:t>_______________________________________</w:t>
      </w:r>
    </w:p>
    <w:p w:rsidR="00407D80" w:rsidRPr="00F3635C" w:rsidRDefault="00407D80" w:rsidP="00CF12E5">
      <w:pPr>
        <w:pStyle w:val="ConsPlusNormal"/>
        <w:jc w:val="both"/>
        <w:rPr>
          <w:szCs w:val="24"/>
        </w:rPr>
      </w:pPr>
      <w:r>
        <w:rPr>
          <w:szCs w:val="24"/>
        </w:rPr>
        <w:t>__________</w:t>
      </w:r>
      <w:r w:rsidRPr="00F3635C">
        <w:rPr>
          <w:szCs w:val="24"/>
        </w:rPr>
        <w:t>________________________________________________________________________________________________________________________</w:t>
      </w:r>
      <w:r>
        <w:rPr>
          <w:szCs w:val="24"/>
        </w:rPr>
        <w:t>________________________________________</w:t>
      </w:r>
    </w:p>
    <w:p w:rsidR="00407D80" w:rsidRPr="0039387E" w:rsidRDefault="00407D80" w:rsidP="00CF12E5">
      <w:pPr>
        <w:jc w:val="center"/>
        <w:rPr>
          <w:rFonts w:ascii="Times New Roman" w:hAnsi="Times New Roman"/>
        </w:rPr>
      </w:pPr>
      <w:r w:rsidRPr="0039387E">
        <w:rPr>
          <w:rFonts w:ascii="Times New Roman" w:hAnsi="Times New Roman"/>
        </w:rPr>
        <w:t>(дата)</w:t>
      </w:r>
      <w:r>
        <w:rPr>
          <w:rFonts w:ascii="Times New Roman" w:hAnsi="Times New Roman"/>
        </w:rPr>
        <w:t xml:space="preserve">                                                               </w:t>
      </w:r>
      <w:r w:rsidRPr="0039387E">
        <w:rPr>
          <w:rFonts w:ascii="Times New Roman" w:hAnsi="Times New Roman"/>
        </w:rPr>
        <w:t xml:space="preserve"> (подпись)</w:t>
      </w: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F3635C" w:rsidRDefault="00407D80" w:rsidP="00CF12E5">
      <w:pPr>
        <w:pStyle w:val="ConsPlusNormal"/>
        <w:ind w:firstLine="540"/>
        <w:jc w:val="both"/>
        <w:rPr>
          <w:szCs w:val="24"/>
        </w:rPr>
      </w:pPr>
      <w:r w:rsidRPr="00F3635C">
        <w:rPr>
          <w:szCs w:val="24"/>
        </w:rPr>
        <w:t>Личность заявителя установлена, подлинность подписи заявителя удостоверяю.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Подпись уполномоченного лица ________________/__________________________________________________________________________________________/</w:t>
      </w:r>
    </w:p>
    <w:p w:rsidR="00407D80" w:rsidRPr="00F3635C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F3635C">
        <w:rPr>
          <w:szCs w:val="24"/>
        </w:rPr>
        <w:t>Дата ____________ вх. № _________</w:t>
      </w: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07D80" w:rsidRDefault="00407D80" w:rsidP="00CF12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407D80" w:rsidRDefault="00407D80" w:rsidP="00CF12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07D80" w:rsidRPr="00D8596A" w:rsidTr="00CF12E5">
        <w:trPr>
          <w:jc w:val="center"/>
        </w:trPr>
        <w:tc>
          <w:tcPr>
            <w:tcW w:w="284" w:type="dxa"/>
            <w:vAlign w:val="bottom"/>
          </w:tcPr>
          <w:p w:rsidR="00407D80" w:rsidRDefault="00407D80" w:rsidP="00CF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397" w:type="dxa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39-п</w:t>
            </w:r>
          </w:p>
        </w:tc>
      </w:tr>
      <w:tr w:rsidR="00407D80" w:rsidRPr="00D8596A" w:rsidTr="00CF12E5">
        <w:trPr>
          <w:jc w:val="center"/>
        </w:trPr>
        <w:tc>
          <w:tcPr>
            <w:tcW w:w="4650" w:type="dxa"/>
            <w:gridSpan w:val="4"/>
          </w:tcPr>
          <w:p w:rsidR="00407D80" w:rsidRDefault="00407D80" w:rsidP="00CF12E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07D80" w:rsidRDefault="00407D80" w:rsidP="00CF12E5">
      <w:pPr>
        <w:jc w:val="both"/>
        <w:rPr>
          <w:sz w:val="24"/>
          <w:szCs w:val="24"/>
        </w:rPr>
      </w:pPr>
    </w:p>
    <w:p w:rsidR="00407D80" w:rsidRPr="00DE74E4" w:rsidRDefault="00407D80" w:rsidP="00CF12E5">
      <w:pPr>
        <w:pStyle w:val="ConsPlusNormal"/>
        <w:jc w:val="center"/>
        <w:rPr>
          <w:rFonts w:eastAsia="Batang"/>
          <w:b/>
          <w:szCs w:val="24"/>
        </w:rPr>
      </w:pPr>
      <w:r w:rsidRPr="00DE74E4">
        <w:rPr>
          <w:rFonts w:eastAsia="Batang"/>
          <w:b/>
          <w:szCs w:val="24"/>
        </w:rPr>
        <w:t>Об утверждении Административного регламента предоставления муниципальной услуги «Признание частных жилых помещений пригодными (непригодными) для проживания граждан»</w:t>
      </w:r>
    </w:p>
    <w:p w:rsidR="00407D80" w:rsidRPr="00DE74E4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DE74E4" w:rsidRDefault="00407D80" w:rsidP="00CF12E5">
      <w:pPr>
        <w:pStyle w:val="ConsPlusNormal"/>
        <w:ind w:firstLine="540"/>
        <w:jc w:val="both"/>
        <w:rPr>
          <w:i/>
          <w:szCs w:val="24"/>
        </w:rPr>
      </w:pPr>
      <w:r w:rsidRPr="00DE74E4">
        <w:rPr>
          <w:szCs w:val="24"/>
        </w:rPr>
        <w:t xml:space="preserve">В соответствии со </w:t>
      </w:r>
      <w:hyperlink r:id="rId11" w:history="1">
        <w:r w:rsidRPr="00DE74E4">
          <w:rPr>
            <w:szCs w:val="24"/>
          </w:rPr>
          <w:t>статьей 39.</w:t>
        </w:r>
      </w:hyperlink>
      <w:r w:rsidRPr="00DE74E4">
        <w:rPr>
          <w:szCs w:val="24"/>
        </w:rPr>
        <w:t xml:space="preserve">9 Земельного кодекса Российской Федерации, Федеральным </w:t>
      </w:r>
      <w:hyperlink r:id="rId12" w:history="1">
        <w:r w:rsidRPr="00DE74E4">
          <w:rPr>
            <w:szCs w:val="24"/>
          </w:rPr>
          <w:t>законом</w:t>
        </w:r>
      </w:hyperlink>
      <w:r w:rsidRPr="00DE74E4">
        <w:rPr>
          <w:szCs w:val="24"/>
        </w:rPr>
        <w:t xml:space="preserve"> от 27.07.2010 № 210-ФЗ «Об организации предоставления государственных и муниципальных услуг» (с последующими изменениями), руководствуясь постановлениями администрации Волче-Вражского сельсовета</w:t>
      </w:r>
      <w:r w:rsidRPr="00DE74E4">
        <w:rPr>
          <w:b/>
          <w:szCs w:val="24"/>
        </w:rPr>
        <w:t xml:space="preserve"> </w:t>
      </w:r>
      <w:r w:rsidRPr="00DE74E4">
        <w:rPr>
          <w:szCs w:val="24"/>
        </w:rPr>
        <w:t>Тамалинского района Пензенской области от 16.01.2019 № 1-п «Об утверждении порядка разработки и утверждения административных регламентов предоставления муниципальных услуг»</w:t>
      </w:r>
      <w:r w:rsidRPr="00DE74E4">
        <w:rPr>
          <w:i/>
          <w:szCs w:val="24"/>
        </w:rPr>
        <w:t xml:space="preserve">, </w:t>
      </w:r>
      <w:r w:rsidRPr="00DE74E4">
        <w:rPr>
          <w:szCs w:val="24"/>
        </w:rPr>
        <w:t>от 24.12.2018  № 82-п «Об утверждении Реестра муниципальных услуг</w:t>
      </w:r>
      <w:r w:rsidRPr="00DE74E4">
        <w:rPr>
          <w:i/>
          <w:szCs w:val="24"/>
        </w:rPr>
        <w:t xml:space="preserve"> </w:t>
      </w:r>
      <w:r w:rsidRPr="00DE74E4">
        <w:rPr>
          <w:szCs w:val="24"/>
        </w:rPr>
        <w:t>Волче-Вражского сельсовета</w:t>
      </w:r>
      <w:r w:rsidRPr="00DE74E4">
        <w:rPr>
          <w:b/>
          <w:szCs w:val="24"/>
        </w:rPr>
        <w:t xml:space="preserve"> </w:t>
      </w:r>
      <w:r w:rsidRPr="00DE74E4">
        <w:rPr>
          <w:szCs w:val="24"/>
        </w:rPr>
        <w:t>Тамалинского района Пензенской области» (с изменениями), Уставом  Волче-Вражского сельсовета</w:t>
      </w:r>
      <w:r w:rsidRPr="00DE74E4">
        <w:rPr>
          <w:b/>
          <w:szCs w:val="24"/>
        </w:rPr>
        <w:t xml:space="preserve"> </w:t>
      </w:r>
      <w:r w:rsidRPr="00DE74E4">
        <w:rPr>
          <w:szCs w:val="24"/>
        </w:rPr>
        <w:t>Тамалинского района Пензенской области</w:t>
      </w:r>
      <w:r w:rsidRPr="00DE74E4">
        <w:rPr>
          <w:i/>
          <w:szCs w:val="24"/>
        </w:rPr>
        <w:t>,</w:t>
      </w:r>
    </w:p>
    <w:p w:rsidR="00407D80" w:rsidRPr="00DE74E4" w:rsidRDefault="00407D80" w:rsidP="00CF12E5">
      <w:pPr>
        <w:pStyle w:val="ConsPlusNormal"/>
        <w:ind w:firstLine="540"/>
        <w:jc w:val="both"/>
        <w:rPr>
          <w:i/>
          <w:szCs w:val="24"/>
        </w:rPr>
      </w:pPr>
    </w:p>
    <w:p w:rsidR="00407D80" w:rsidRPr="00DE74E4" w:rsidRDefault="00407D80" w:rsidP="00CF12E5">
      <w:pPr>
        <w:pStyle w:val="ConsPlusNormal"/>
        <w:ind w:firstLine="540"/>
        <w:jc w:val="center"/>
        <w:rPr>
          <w:b/>
          <w:szCs w:val="24"/>
        </w:rPr>
      </w:pPr>
      <w:r w:rsidRPr="00DE74E4">
        <w:rPr>
          <w:b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407D80" w:rsidRPr="00DE74E4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DE74E4" w:rsidRDefault="00407D80" w:rsidP="00CF12E5">
      <w:pPr>
        <w:pStyle w:val="NoSpacing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74E4">
        <w:rPr>
          <w:rFonts w:ascii="Times New Roman" w:hAnsi="Times New Roman"/>
          <w:sz w:val="24"/>
          <w:szCs w:val="24"/>
        </w:rPr>
        <w:t>1.</w:t>
      </w:r>
      <w:r w:rsidRPr="00DE74E4">
        <w:rPr>
          <w:rFonts w:ascii="Times New Roman" w:hAnsi="Times New Roman"/>
          <w:sz w:val="24"/>
          <w:szCs w:val="24"/>
          <w:lang w:eastAsia="ru-RU"/>
        </w:rPr>
        <w:t xml:space="preserve"> Утвердить административный </w:t>
      </w:r>
      <w:hyperlink w:anchor="Par24" w:history="1">
        <w:r w:rsidRPr="00DE74E4">
          <w:rPr>
            <w:rFonts w:ascii="Times New Roman" w:hAnsi="Times New Roman"/>
            <w:sz w:val="24"/>
            <w:szCs w:val="24"/>
            <w:lang w:eastAsia="ru-RU"/>
          </w:rPr>
          <w:t>регламент</w:t>
        </w:r>
      </w:hyperlink>
      <w:r w:rsidRPr="00DE74E4">
        <w:rPr>
          <w:rFonts w:ascii="Times New Roman" w:hAnsi="Times New Roman"/>
          <w:sz w:val="24"/>
          <w:szCs w:val="24"/>
          <w:lang w:eastAsia="ru-RU"/>
        </w:rPr>
        <w:t xml:space="preserve"> предоставления муниципальной услуги </w:t>
      </w:r>
      <w:r w:rsidRPr="00DE74E4">
        <w:rPr>
          <w:rFonts w:ascii="Times New Roman" w:hAnsi="Times New Roman"/>
          <w:sz w:val="24"/>
          <w:szCs w:val="24"/>
        </w:rPr>
        <w:t>«</w:t>
      </w:r>
      <w:r w:rsidRPr="00DE74E4">
        <w:rPr>
          <w:rFonts w:ascii="Times New Roman" w:eastAsia="Batang" w:hAnsi="Times New Roman"/>
          <w:sz w:val="24"/>
          <w:szCs w:val="24"/>
        </w:rPr>
        <w:t>Признание частных жилых помещений пригодными (непригодными) для проживания граждан</w:t>
      </w:r>
      <w:r w:rsidRPr="00DE74E4">
        <w:rPr>
          <w:rFonts w:ascii="Times New Roman" w:hAnsi="Times New Roman"/>
          <w:sz w:val="24"/>
          <w:szCs w:val="24"/>
        </w:rPr>
        <w:t>»</w:t>
      </w:r>
      <w:r w:rsidRPr="00DE74E4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 к настоящему постановлению.</w:t>
      </w:r>
    </w:p>
    <w:p w:rsidR="00407D80" w:rsidRPr="00DE74E4" w:rsidRDefault="00407D80" w:rsidP="00CF12E5">
      <w:pPr>
        <w:pStyle w:val="ConsPlusNormal"/>
        <w:ind w:firstLine="540"/>
        <w:jc w:val="both"/>
        <w:rPr>
          <w:szCs w:val="24"/>
        </w:rPr>
      </w:pPr>
      <w:r w:rsidRPr="00DE74E4">
        <w:rPr>
          <w:szCs w:val="24"/>
        </w:rPr>
        <w:t>2. Настоящее постановление вступает в силу на следующий день после дня его официального опубликования.</w:t>
      </w:r>
    </w:p>
    <w:p w:rsidR="00407D80" w:rsidRPr="00DE74E4" w:rsidRDefault="00407D80" w:rsidP="00CF12E5">
      <w:pPr>
        <w:pStyle w:val="ConsPlusNormal"/>
        <w:ind w:firstLine="540"/>
        <w:jc w:val="both"/>
        <w:rPr>
          <w:szCs w:val="24"/>
        </w:rPr>
      </w:pPr>
      <w:r w:rsidRPr="00DE74E4">
        <w:rPr>
          <w:szCs w:val="24"/>
        </w:rPr>
        <w:t>3. Настоящее постановление опубликовать в информационном бюллетене «Сельский вестник» и на официальном сайте администрации Волче-Вражского сельсовета</w:t>
      </w:r>
      <w:r w:rsidRPr="00DE74E4">
        <w:rPr>
          <w:b/>
          <w:szCs w:val="24"/>
        </w:rPr>
        <w:t xml:space="preserve"> </w:t>
      </w:r>
      <w:r w:rsidRPr="00DE74E4">
        <w:rPr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407D80" w:rsidRPr="00DE74E4" w:rsidRDefault="00407D80" w:rsidP="00CF12E5">
      <w:pPr>
        <w:pStyle w:val="ConsPlusNormal"/>
        <w:ind w:firstLine="540"/>
        <w:jc w:val="both"/>
        <w:rPr>
          <w:szCs w:val="24"/>
        </w:rPr>
      </w:pPr>
      <w:r w:rsidRPr="00DE74E4">
        <w:rPr>
          <w:szCs w:val="24"/>
        </w:rPr>
        <w:t>4. Контроль 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407D80" w:rsidRPr="00DE74E4" w:rsidRDefault="00407D80" w:rsidP="00CF12E5">
      <w:pPr>
        <w:pStyle w:val="ConsPlusNormal"/>
        <w:jc w:val="both"/>
        <w:rPr>
          <w:szCs w:val="24"/>
        </w:rPr>
      </w:pPr>
    </w:p>
    <w:p w:rsidR="00407D80" w:rsidRPr="00DE74E4" w:rsidRDefault="00407D80" w:rsidP="00CF12E5">
      <w:pPr>
        <w:pStyle w:val="ConsPlusNormal"/>
        <w:jc w:val="both"/>
        <w:rPr>
          <w:szCs w:val="24"/>
        </w:rPr>
      </w:pPr>
    </w:p>
    <w:p w:rsidR="00407D80" w:rsidRPr="00DE74E4" w:rsidRDefault="00407D80" w:rsidP="00CF12E5">
      <w:pPr>
        <w:pStyle w:val="ConsPlusNormal"/>
        <w:jc w:val="both"/>
        <w:rPr>
          <w:szCs w:val="24"/>
        </w:rPr>
      </w:pPr>
    </w:p>
    <w:p w:rsidR="00407D80" w:rsidRPr="00DE74E4" w:rsidRDefault="00407D80" w:rsidP="00CF12E5">
      <w:pPr>
        <w:pStyle w:val="BodyText"/>
        <w:tabs>
          <w:tab w:val="left" w:pos="851"/>
          <w:tab w:val="left" w:pos="3975"/>
        </w:tabs>
        <w:spacing w:after="0"/>
      </w:pPr>
      <w:r w:rsidRPr="00DE74E4">
        <w:t xml:space="preserve">Глава администрации Волче-Вражского сельсовета </w:t>
      </w:r>
    </w:p>
    <w:p w:rsidR="00407D80" w:rsidRDefault="00407D80" w:rsidP="00CF12E5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DE74E4">
        <w:rPr>
          <w:rFonts w:ascii="Times New Roman" w:hAnsi="Times New Roman"/>
          <w:b w:val="0"/>
          <w:sz w:val="24"/>
          <w:szCs w:val="24"/>
        </w:rPr>
        <w:t xml:space="preserve">Тамалинского района  Пензенской области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</w:t>
      </w:r>
      <w:r w:rsidRPr="00DE74E4">
        <w:rPr>
          <w:rFonts w:ascii="Times New Roman" w:hAnsi="Times New Roman"/>
          <w:b w:val="0"/>
          <w:sz w:val="24"/>
          <w:szCs w:val="24"/>
        </w:rPr>
        <w:t xml:space="preserve">     Т.А. Легонькова</w:t>
      </w:r>
    </w:p>
    <w:p w:rsidR="00407D80" w:rsidRPr="00DE74E4" w:rsidRDefault="00407D80" w:rsidP="00CF12E5">
      <w:pPr>
        <w:pStyle w:val="ConsPlusTitle"/>
        <w:rPr>
          <w:rFonts w:ascii="Times New Roman" w:hAnsi="Times New Roman"/>
          <w:b w:val="0"/>
          <w:sz w:val="24"/>
          <w:szCs w:val="24"/>
        </w:rPr>
      </w:pPr>
    </w:p>
    <w:p w:rsidR="00407D80" w:rsidRPr="00DE74E4" w:rsidRDefault="00407D80" w:rsidP="00CF12E5">
      <w:pPr>
        <w:pStyle w:val="ConsPlusNormal"/>
        <w:jc w:val="right"/>
        <w:outlineLvl w:val="0"/>
        <w:rPr>
          <w:szCs w:val="24"/>
        </w:rPr>
      </w:pPr>
      <w:r w:rsidRPr="00DE74E4">
        <w:rPr>
          <w:szCs w:val="24"/>
        </w:rPr>
        <w:t>Утвержден</w:t>
      </w:r>
    </w:p>
    <w:p w:rsidR="00407D80" w:rsidRPr="00DE74E4" w:rsidRDefault="00407D80" w:rsidP="00CF12E5">
      <w:pPr>
        <w:pStyle w:val="ConsPlusNormal"/>
        <w:jc w:val="right"/>
        <w:rPr>
          <w:szCs w:val="24"/>
        </w:rPr>
      </w:pPr>
      <w:r w:rsidRPr="00DE74E4">
        <w:rPr>
          <w:szCs w:val="24"/>
        </w:rPr>
        <w:t>постановлением</w:t>
      </w:r>
    </w:p>
    <w:p w:rsidR="00407D80" w:rsidRPr="00DE74E4" w:rsidRDefault="00407D80" w:rsidP="00CF12E5">
      <w:pPr>
        <w:pStyle w:val="ConsPlusNormal"/>
        <w:jc w:val="right"/>
        <w:rPr>
          <w:b/>
          <w:szCs w:val="24"/>
        </w:rPr>
      </w:pPr>
      <w:r w:rsidRPr="00DE74E4">
        <w:rPr>
          <w:szCs w:val="24"/>
        </w:rPr>
        <w:t>администрации Волче-Вражского сельсовета</w:t>
      </w:r>
    </w:p>
    <w:p w:rsidR="00407D80" w:rsidRPr="00DE74E4" w:rsidRDefault="00407D80" w:rsidP="00CF12E5">
      <w:pPr>
        <w:pStyle w:val="ConsPlusNormal"/>
        <w:jc w:val="right"/>
        <w:rPr>
          <w:szCs w:val="24"/>
        </w:rPr>
      </w:pPr>
      <w:r w:rsidRPr="00DE74E4">
        <w:rPr>
          <w:szCs w:val="24"/>
        </w:rPr>
        <w:t>Тамалинского района Пензенской области</w:t>
      </w:r>
    </w:p>
    <w:p w:rsidR="00407D80" w:rsidRPr="00DE74E4" w:rsidRDefault="00407D80" w:rsidP="00CF12E5">
      <w:pPr>
        <w:pStyle w:val="ConsPlusNormal"/>
        <w:jc w:val="right"/>
        <w:rPr>
          <w:szCs w:val="24"/>
        </w:rPr>
      </w:pPr>
      <w:r w:rsidRPr="00DE74E4">
        <w:rPr>
          <w:szCs w:val="24"/>
        </w:rPr>
        <w:t>от 25.02.2019  № 39-п</w:t>
      </w:r>
    </w:p>
    <w:p w:rsidR="00407D80" w:rsidRPr="003F7D8D" w:rsidRDefault="00407D80" w:rsidP="00CF12E5">
      <w:pPr>
        <w:pStyle w:val="ConsPlusNormal"/>
        <w:jc w:val="both"/>
      </w:pPr>
    </w:p>
    <w:p w:rsidR="00407D80" w:rsidRDefault="00407D80" w:rsidP="00CF12E5">
      <w:pPr>
        <w:pStyle w:val="ConsPlusNormal"/>
        <w:ind w:firstLine="540"/>
        <w:jc w:val="both"/>
      </w:pP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АДМИНИСТРАТИВНЫЙ РЕГЛАМЕНТ</w:t>
      </w: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по предоставлению муниципальной услуги «</w:t>
      </w:r>
      <w:r w:rsidRPr="005B2296">
        <w:rPr>
          <w:rFonts w:eastAsia="Batang"/>
          <w:b/>
          <w:szCs w:val="24"/>
        </w:rPr>
        <w:t>Признание частных жилых помещений пригодными (непригодными) для проживания граждан</w:t>
      </w:r>
      <w:r w:rsidRPr="005B2296">
        <w:rPr>
          <w:b/>
          <w:szCs w:val="24"/>
        </w:rPr>
        <w:t>»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I. ОБЩИЕ ПОЛОЖЕНИЯ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Предмет регулирования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1.1. Административный регламент предоставления муниципальной услуги «Признание частных жилых помещений пригодными (непригодными) для проживания граждан» (далее - Административный регламент) устанавливает порядок и стандарт предоставления муниципальной услуги «Признание частных жилых помещений пригодными (непригодными) для проживания граждан» (далее - муниципальная услуга), определяет сроки и последовательность административных процедур (действий) администрации Волче-Вражского сельсовета</w:t>
      </w:r>
      <w:r w:rsidRPr="005B2296">
        <w:rPr>
          <w:b/>
          <w:szCs w:val="24"/>
        </w:rPr>
        <w:t xml:space="preserve"> </w:t>
      </w:r>
      <w:r w:rsidRPr="005B2296">
        <w:rPr>
          <w:szCs w:val="24"/>
        </w:rPr>
        <w:t>Тамалинского района Пензенской области (далее - Администрация) при предоставлении муниципальной услуги.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Круг заявителей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1.2. Заявителями муниципальной услуги являются: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собственник помещения (физическое или юридическое лицо);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407D80" w:rsidRPr="005B2296" w:rsidRDefault="00407D80" w:rsidP="00CF12E5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 xml:space="preserve">         1.3.1. 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2296">
        <w:rPr>
          <w:rFonts w:ascii="Times New Roman" w:hAnsi="Times New Roman"/>
          <w:sz w:val="24"/>
          <w:szCs w:val="24"/>
          <w:u w:val="single"/>
        </w:rPr>
        <w:t>test.volchevrazhsky.tamala.pnzreg.ru</w:t>
      </w:r>
      <w:r w:rsidRPr="005B2296">
        <w:rPr>
          <w:sz w:val="24"/>
          <w:szCs w:val="24"/>
        </w:rPr>
        <w:t xml:space="preserve"> </w:t>
      </w:r>
      <w:r w:rsidRPr="005B2296">
        <w:rPr>
          <w:rFonts w:ascii="Times New Roman" w:hAnsi="Times New Roman"/>
          <w:sz w:val="24"/>
          <w:szCs w:val="24"/>
        </w:rPr>
        <w:t>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13" w:history="1">
        <w:r w:rsidRPr="005B2296">
          <w:rPr>
            <w:rFonts w:ascii="Times New Roman" w:hAnsi="Times New Roman"/>
            <w:color w:val="0000FF"/>
            <w:sz w:val="24"/>
            <w:szCs w:val="24"/>
            <w:u w:val="single"/>
          </w:rPr>
          <w:t>www.</w:t>
        </w:r>
        <w:r w:rsidRPr="005B229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gos</w:t>
        </w:r>
        <w:r w:rsidRPr="005B2296">
          <w:rPr>
            <w:rFonts w:ascii="Times New Roman" w:hAnsi="Times New Roman"/>
            <w:color w:val="0000FF"/>
            <w:sz w:val="24"/>
            <w:szCs w:val="24"/>
            <w:u w:val="single"/>
          </w:rPr>
          <w:t>uslugi.pnzreg.ru</w:t>
        </w:r>
      </w:hyperlink>
      <w:r w:rsidRPr="005B2296">
        <w:rPr>
          <w:rFonts w:ascii="Times New Roman" w:hAnsi="Times New Roman"/>
          <w:sz w:val="24"/>
          <w:szCs w:val="24"/>
        </w:rPr>
        <w:t>.) (далее – Региональный портал).</w:t>
      </w:r>
    </w:p>
    <w:p w:rsidR="00407D80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2) круг заявителей;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407D80" w:rsidRPr="005B2296" w:rsidRDefault="00407D80" w:rsidP="00CF12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07D80" w:rsidRPr="005B2296" w:rsidRDefault="00407D80" w:rsidP="00CF1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 xml:space="preserve">        1.3.2. Справочная информация (место нахождения, график (режим работы) Администрации, справочные телефоны Администрации,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5B2296">
        <w:rPr>
          <w:rFonts w:ascii="Times New Roman" w:hAnsi="Times New Roman"/>
          <w:sz w:val="24"/>
          <w:szCs w:val="24"/>
        </w:rPr>
        <w:t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407D80" w:rsidRPr="005B2296" w:rsidRDefault="00407D80" w:rsidP="00CF12E5">
      <w:pPr>
        <w:pStyle w:val="ConsPlusNormal"/>
        <w:ind w:firstLine="567"/>
        <w:jc w:val="both"/>
        <w:rPr>
          <w:szCs w:val="24"/>
        </w:rPr>
      </w:pPr>
      <w:r w:rsidRPr="005B2296">
        <w:rPr>
          <w:szCs w:val="24"/>
        </w:rPr>
        <w:t>1.3.4. Заявители вправе получить муниципальную услугу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407D80" w:rsidRPr="00F80499" w:rsidRDefault="00407D80" w:rsidP="00CF12E5">
      <w:pPr>
        <w:spacing w:line="240" w:lineRule="auto"/>
        <w:rPr>
          <w:rFonts w:ascii="Times New Roman" w:hAnsi="Times New Roman"/>
          <w:b/>
          <w:sz w:val="16"/>
          <w:szCs w:val="16"/>
        </w:rPr>
      </w:pP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II. СТАНДАРТ ПРЕДОСТАВЛЕНИЯ МУНИЦИПАЛЬОЙ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Наименование муниципальной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2.1. Наименование муниципальной услуги: "Признание частных жилых помещений пригодными (непригодными) для проживания граждан".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Наименование органа местного самоуправления, предоставляющего муниципальную услугу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2.2. Предоставление муниципальной услуги осуществляет Администрация.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Результат предоставления муниципальной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2.3. Результатом предоставления муниципальной услуги является: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постановление Администрации о признании частного жилого помещения пригодным (непригодным) для проживания граждан.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Срок предоставления муниципальной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2.4. Срок предоставления муниципальной услуги - 30 календарных дней со дня регистрации заявления о предоставлении муниципальной услуги (далее - заявление).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Правовые основания для предоставления муниципальной услуги</w:t>
      </w:r>
    </w:p>
    <w:p w:rsidR="00407D80" w:rsidRPr="005B2296" w:rsidRDefault="00407D80" w:rsidP="00CF12E5">
      <w:pPr>
        <w:spacing w:after="0" w:line="100" w:lineRule="atLeast"/>
        <w:ind w:right="113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 xml:space="preserve">2.5. </w:t>
      </w:r>
      <w:r w:rsidRPr="005B2296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2.6.1. Заявление о признании частного жилого помещения пригодным (непригодным) для проживания по форме согласно приложению N 1 к настоящему регламенту.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закона от 06.04.2011 № 63-ФЗ "Об электронной подписи", постановления Правительства Российской Федерации от 25.01.2013 № 33 "Об использовании простой электронной подписи при оказании государственных и муниципальных услуг" и требованиями Федерального закона от 27.07.2010 № 210-ФЗ "Об организации предоставления государственных и муниципальных услуг".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2.6.2.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2.6.3. Заявления, письма, жалобы на неудовлетворительные условия проживания - по усмотрению заявителя.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2.7. Исчерпывающий перечень документов, запрашиваемых в порядке межведомственного информационного взаимодействия: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сведения из Единого государственного реестра недвижимости о правах на жилое помещение;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иные документы, которые, по его мнению, имеют значение для получения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 случае если заявителем выступает орган, уполномоченный на проведение государственного контроля и надзора, представляется заключение этого органа.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407D80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2.8.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Решение о возврате заявления заявителю принимается случаях, если: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отсутствует подпись заявителя;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с заявлением обратилось лицо, не уполномоченное заявителем;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текст заявления не поддается прочтению;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заявителем представлены документы, содержащие неполные и (или) недостоверные сведения, исполненные карандашом и (или) содержащие подчистки либо приписки, зачеркнутые слова и иные не оговоренные в них исправления.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Исчерпывающий перечень услуг, которые являются необходимыми и обязательными для предоставления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2.9. Не предусмотрен.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2.10. Основания для приостановления или отказа в предоставлении муниципальной услуги не предусмотрены.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Порядок, размер и основания взимания платы за предоставление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2.11. Муниципальная услуга предоставляется бесплатно.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2.12. Время ожидания в очереди не должно превышать: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при подаче заявления и (или) документов - 15 минут;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при получении результата предоставления муниципальной услуги - 15 минут.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Срок регистрации запроса заявителя о предоставлении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2.13.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2.14.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2.15.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Помещения Администрации, МФЦ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2.16. Предоставление муниципальной услуги осуществляется в специально выделенных для этой цели помещениях.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2.17. Помещения, в которых осуществляется предоставление муниципальной услуги, оборудуются: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информационными стендами, содержащими визуальную и текстовую информацию;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стульями и столами для возможности оформления документов.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2.20. Кабинеты приема заявителей должны иметь информационные таблички (вывески) с указанием: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номера кабинета;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фамилии, имени, отчества и должности специалиста.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"тревожными кнопками" или переносными многофункциональными брелками-коммуникаторами).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Показатели доступности и качества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2.23. Показателями доступности предоставления муниципальной услуги являются: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2.23.1. предоставление возможности получения муниципальной услуги в электронной форме или в многофункциональном центре;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2.23.2. транспортная или пешая доступность к местам предоставления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2.23.3.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2.23.4. соблюдение требований административного регламента о порядке информирования об оказании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2.24. Показателями качества предоставления муниципальной услуги являются: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2.24.1. соблюдение сроков предоставления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2.25. В процессе предоставления муниципальной услуги заявитель взаимодействует с муниципальными служащими Администрации и специалистами МФЦ: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2.25.1. при подаче документов для получения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2.25.2. при получении результата оказания муниципальной услуги.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2.26.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2.27.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2.28.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2.29. Заявление и документы в электронной форме подписываются в соответствии с Федеральным законом № 63-ФЗ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2.30.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2.32. По выбору заявителя результат предоставления муниципальной услуги направляется в виде: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2.32.1.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2.32.2.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2.32.3. документа на бумажном носителе, который направляется заявителю посредством почтового отправления.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3.1. Предоставление муниципальной услуги включает в себя следующие административные процедуры (Блок-схема предоставления муниципальной услуги представлена в приложении N 2 к Административному регламенту):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3.1.1. прием и регистрация заявления для получения муниципальной услуги;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3.1.2. формирование и направление запросов;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3.1.3. рассмотрение заявления и принятие решения;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3.1.4. выдача заявителю результата предоставления муниципальной услуги.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Прием и регистрация заявления для получения муниципальной услуги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3.3. Заявление представляется заявителем (представителем заявителя) в Администрацию или многофункциональный центр.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Заявление подписывается заявителем либо представителем заявителя.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3.5. При приеме заявления сотрудник Администрации, ответственный за прием и регистрацию документов по предоставлению муниципальной услуги, проверяет: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правильность заполнения заявления;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комплектность документов, прилагаемых к заявлению.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3.7.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расписка в получении документов, форма которой предусмотрена специализированной программой МФЦ.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Федерального закона № 63-ФЗ.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статьи 11 ФЗ № 63-ФЗ, которые послужили основанием для принятия указанного решения, указанным заявителем в заявлении способом.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3.13. Критерием принятия решения о приеме заявления является соблюдение требований, предусмотренных пунктом 2.6 Административного регламента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3.14.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3.15. Продолжительность административной процедуры (максимальный срок ее выполнения) составляет 1 рабочий день.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3.16.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Формирование и направление запросов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3.16.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3.17.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3.18. Направление запросов в рамках межведомственного информационного взаимодействия осуществляется в соответствии с требованиями Федерального закона N 210-ФЗ.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3.19.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3.20. Продолжительность административной процедуры (максимальный срок ее выполнения) не может превышать 5 рабочих дней.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3.21.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услуги, которые приобщаются к заявлению.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Рассмотрение заявления и принятие решения</w:t>
      </w:r>
    </w:p>
    <w:p w:rsidR="00407D80" w:rsidRPr="00F80499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3.23.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полноты и достоверности сведений, содержащихся в представленных документах;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- согласованности представленной информации между отдельными документами комплекта.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3.24. Межведомственной комиссией по оценке жилых помещений муниципального жилищного фонда проводится обследование жилого помещения с составлением акта обследования.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3.25. На основании выводов и рекомендаций, указанных в акте обследования, составляется заключение о пригодности (непригодности) жилого помещения муниципального жилищного фонда для проживания.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3.26. Подготовленный проект постановления Администрации об утверждении заключения о признании частного жилого помещения пригодным (непригодным) для проживания направляется на подпись Главе Администрации.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3.27. Подписанное Главой администрации постановление регистрируется в установленном порядке.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3.28. Продолжительность административной процедуры (максимальный срок ее выполнения) составляет 20 рабочих дней.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3.29. 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пригодным (непригодным) для проживания.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Выдача заявителю результата предоставления муниципальной услуги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3.30. Основанием для начала административной процедуры и критерием принятия решения о выдаче результата оказания муниципальной услуги заявителю являются оформленные и зарегистрированные в установленном порядке следующие документы: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1) акт обследования жилого помещения;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2) заключение о пригодности (непригодности) частного жилого помещения муниципального жилищного фонда для проживания;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3) постановление Администрации об утверждении заключения о признании частного жилого помещения пригодным (непригодным) для проживания.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Критерием принятия решения о выдаче результата оказания муниципальной услуги заявителю является подготовленные Администрацией документы, предусмотренные пунктом 3.29</w:t>
      </w:r>
      <w:r>
        <w:rPr>
          <w:szCs w:val="24"/>
        </w:rPr>
        <w:t xml:space="preserve"> </w:t>
      </w:r>
      <w:r w:rsidRPr="005B2296">
        <w:rPr>
          <w:szCs w:val="24"/>
        </w:rPr>
        <w:t>настоящего Административного регламента.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3.31. Копия постановления Администрации об утверждении заключения о признании жилого помещения муниципального жилищного фонда непригодным для проживания, заключение и акт обследования в течение 1 рабочего дня со дня его регистрации выдаются непосредственно заявителю (его представителю) либо направляются им способом, указанным в заявлении.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3.32.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3.33. Продолжительность административной процедуры (максимальный срок ее выполнения) составляет 2 рабочих дня.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3.34. Результатом административной процедуры является выдача заявителю результата предоставления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Предоставление муниципальной услуги через МАУ «МФЦ Тамалинского района» включает в себя следующую последовательность действий МАУ «МФЦ Тамалинского района».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 Прием, проверка полноты предоставленных документов и регистрация специалистами МАУ «МФЦ Тамалинского района» от Заявителя на получение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Регистрация документов заявителя осуществляется в соответствии с Регламентом работы МАУ «МФЦ Тамалинского района».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Максимальный срок приема и регистрации документов от Заявителя - до 20 минут.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3.35.1. Специалист МАУ «МФЦ Тамалинского района» обязан консультировать Заявителя по вопросам подготовки и комплектации документов на получение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3.35.2. При необходимости специалист МАУ «МФЦ Тамалинского района»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Специалист обязан незамедлительно давать все необходимые разъяснения специалисту МАУ «МФЦ Тамалинского района».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3.35.3. Передача документов специалистами МАУ «МФЦ Тамалинского района» в Администрацию.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3.35.4. В Администрации назначается работник, ответственный за прием документов от специалистов МАУ «МФЦ Тамалинского района».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3.35.5. Проверенные в установленном порядке документы Заявителя доставляются специалистами МАУ «МФЦ Тамалинского района» в Администрацию в течение одного рабочего дня после дня регистрации заявления.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3.35.6. Доставленные специалистами МАУ «МФЦ Тамалинского района» документы передаются ими лично под роспись работнику Администрации, ответственному за прием документов.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3.35.7. Специалист Администрации, ответственный за прием документов, при получении документов от специалиста МАУ «МФЦ Тамалинского района» проверяет их комплектность в его присутствии.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3.35.8. Максимальный срок передачи документов специалистом МАУ «МФЦ Тамалинского района»специалисту Администрации - 10 минут.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3.35.9. Специалист Администрации, ответственный за прием документов в течение одного рабочего дня после приема документов передает их на подпись главе Администрации.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3.35.10. Специалист Администрации, ответственный по предоставлению муниципальной услуги информирует специалиста МАУ «МФЦ Тамалинского района» о готовности результата муниципальной услуги посредством телефона.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3.35.11. Специалист МАУ «МФЦ Тамалинского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3.35.12. Специалист МАУ «МФЦ Тамалинского района»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Для получения результата муниципальной услуги заявители в течение 3-х рабочих дней со дня истечения срока предоставления муниципальной услуги обращаются в МАУ «МФЦ Тамалинского района» в рабочее время согласно графику работы. При этом специалист МАУ «МФЦ Тамалинского района», осуществляющий выдачу документов, выполняет следующие действия: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б) выдает под расписку результат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Время выполнения действия не должно превышать 10 минут.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3.35.13. В случае неявки заявителя по истечении 20 рабочих дней специалист МАУ «МФЦ Тамалинского района» передает документы в Администрацию.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jc w:val="center"/>
        <w:rPr>
          <w:b/>
          <w:szCs w:val="24"/>
        </w:rPr>
      </w:pPr>
      <w:r w:rsidRPr="005B2296">
        <w:rPr>
          <w:b/>
          <w:szCs w:val="24"/>
        </w:rPr>
        <w:t>IV. Формы контроля за исполнением административного регламента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Периодичность осуществления проверок определяется главой Администрации.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4.5. Ответственные исполнители несут персональную ответственность за: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407D80" w:rsidRPr="009C4C12" w:rsidRDefault="00407D80" w:rsidP="00CF12E5">
      <w:pPr>
        <w:pStyle w:val="ConsPlusNormal"/>
        <w:ind w:firstLine="540"/>
        <w:jc w:val="both"/>
        <w:rPr>
          <w:sz w:val="16"/>
          <w:szCs w:val="16"/>
        </w:rPr>
      </w:pP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229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5B2296">
        <w:rPr>
          <w:rFonts w:ascii="Times New Roman" w:hAnsi="Times New Roman"/>
          <w:sz w:val="24"/>
          <w:szCs w:val="24"/>
        </w:rPr>
        <w:t xml:space="preserve">. </w:t>
      </w:r>
      <w:r w:rsidRPr="005B2296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407D80" w:rsidRPr="009C4C12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6"/>
          <w:szCs w:val="16"/>
        </w:rPr>
      </w:pP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 (с последующими изменениями).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5.4.6. В электронном виде жалоба может быть подана заявителем посредством: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в) Единого портала;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5.4.7. Подача жалобы и документов, предусмотренных подпунктами 5.4.4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5.4.9. Жалоба может быть подана заявителем через МФЦ.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407D80" w:rsidRPr="005B2296" w:rsidRDefault="00407D80" w:rsidP="00CF12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07D80" w:rsidRPr="005B2296" w:rsidRDefault="00407D80" w:rsidP="00CF12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2296">
        <w:rPr>
          <w:rFonts w:ascii="Times New Roman" w:hAnsi="Times New Roman"/>
          <w:sz w:val="24"/>
          <w:szCs w:val="24"/>
        </w:rPr>
        <w:t>5.13. Жалоба на решения и (или) действия (бездействие), принятые и осуществляемые в ходе предоставления муниципальной услуги, может быть подана заявителем в порядке, установленном антимонопольным законодательством Российской Федерации, в антимонопольный орган.</w:t>
      </w:r>
    </w:p>
    <w:p w:rsidR="00407D80" w:rsidRPr="005B2296" w:rsidRDefault="00407D80" w:rsidP="00CF12E5">
      <w:pPr>
        <w:pStyle w:val="ConsPlusNormal"/>
        <w:rPr>
          <w:szCs w:val="24"/>
        </w:rPr>
      </w:pPr>
    </w:p>
    <w:p w:rsidR="00407D80" w:rsidRPr="005B2296" w:rsidRDefault="00407D80" w:rsidP="00CF12E5">
      <w:pPr>
        <w:pStyle w:val="ConsPlusNormal"/>
        <w:jc w:val="right"/>
        <w:rPr>
          <w:szCs w:val="24"/>
        </w:rPr>
      </w:pPr>
    </w:p>
    <w:p w:rsidR="00407D80" w:rsidRPr="009C4C12" w:rsidRDefault="00407D80" w:rsidP="00CF12E5">
      <w:pPr>
        <w:pStyle w:val="ConsPlusNormal"/>
        <w:jc w:val="right"/>
      </w:pPr>
      <w:r w:rsidRPr="009C4C12">
        <w:t>Приложение № 1</w:t>
      </w:r>
    </w:p>
    <w:p w:rsidR="00407D80" w:rsidRPr="009C4C12" w:rsidRDefault="00407D80" w:rsidP="00CF12E5">
      <w:pPr>
        <w:pStyle w:val="ConsPlusNormal"/>
        <w:jc w:val="right"/>
      </w:pPr>
      <w:r w:rsidRPr="009C4C12">
        <w:t>к административному регламенту предоставления муниципальной услуги</w:t>
      </w:r>
    </w:p>
    <w:p w:rsidR="00407D80" w:rsidRPr="009C4C12" w:rsidRDefault="00407D80" w:rsidP="00CF12E5">
      <w:pPr>
        <w:pStyle w:val="ConsPlusNormal"/>
        <w:jc w:val="right"/>
      </w:pPr>
      <w:r w:rsidRPr="009C4C12">
        <w:t>«Признание частных жилых помещений пригодными (непригодными) для</w:t>
      </w:r>
    </w:p>
    <w:p w:rsidR="00407D80" w:rsidRPr="009C4C12" w:rsidRDefault="00407D80" w:rsidP="00CF12E5">
      <w:pPr>
        <w:pStyle w:val="ConsPlusNormal"/>
        <w:jc w:val="right"/>
      </w:pPr>
      <w:r w:rsidRPr="009C4C12">
        <w:t>проживания граждан»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Главе администрации Волче-Вражского сельсовета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Тамалинского района Пензенской области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от 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зарегистрированного(-ой) по адресу: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почтовый адрес: 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тел. 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эл. почта: 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документ, удостоверяющий личность: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серия __________ номер 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кем и когда выдан: 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государственный номер записи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регистрации юр. лица: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идентификационный номер</w:t>
      </w:r>
    </w:p>
    <w:p w:rsidR="00407D80" w:rsidRPr="005B2296" w:rsidRDefault="00407D80" w:rsidP="00CF12E5">
      <w:pPr>
        <w:pStyle w:val="ConsPlusNormal"/>
        <w:jc w:val="right"/>
        <w:rPr>
          <w:szCs w:val="24"/>
        </w:rPr>
      </w:pPr>
      <w:r w:rsidRPr="005B2296">
        <w:rPr>
          <w:szCs w:val="24"/>
        </w:rPr>
        <w:t>налогоплательщика _______________________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jc w:val="center"/>
        <w:rPr>
          <w:szCs w:val="24"/>
        </w:rPr>
      </w:pPr>
      <w:r w:rsidRPr="005B2296">
        <w:rPr>
          <w:szCs w:val="24"/>
        </w:rPr>
        <w:t>ЗАЯВЛЕНИЕ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Прошу провести оценку соответствия помещения, расположенного по адресу: 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 Постановлением Правительства Российской Федерации от 28.01.2006 № 47, в связи с тем, что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______________________________________________________________________</w:t>
      </w:r>
    </w:p>
    <w:p w:rsidR="00407D80" w:rsidRPr="009C4C12" w:rsidRDefault="00407D80" w:rsidP="00CF12E5">
      <w:pPr>
        <w:jc w:val="center"/>
        <w:rPr>
          <w:rFonts w:ascii="Times New Roman" w:hAnsi="Times New Roman"/>
        </w:rPr>
      </w:pPr>
      <w:r w:rsidRPr="009C4C12">
        <w:rPr>
          <w:rFonts w:ascii="Times New Roman" w:hAnsi="Times New Roman"/>
        </w:rPr>
        <w:t>(указать причины)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Прошу уведомить о результатах рассмотрения заявления посредством:</w:t>
      </w:r>
    </w:p>
    <w:p w:rsidR="00407D80" w:rsidRPr="005B2296" w:rsidRDefault="00407D80" w:rsidP="00CF12E5">
      <w:pPr>
        <w:pStyle w:val="ConsPlusNormal"/>
        <w:jc w:val="both"/>
        <w:rPr>
          <w:szCs w:val="24"/>
        </w:rPr>
      </w:pPr>
      <w:r w:rsidRPr="005B2296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_________________________________________________________________________</w:t>
      </w:r>
    </w:p>
    <w:p w:rsidR="00407D80" w:rsidRPr="005B2296" w:rsidRDefault="00407D80" w:rsidP="00CF12E5">
      <w:pPr>
        <w:pStyle w:val="ConsPlusNormal"/>
        <w:spacing w:before="240"/>
        <w:jc w:val="center"/>
        <w:rPr>
          <w:szCs w:val="24"/>
        </w:rPr>
      </w:pPr>
      <w:r w:rsidRPr="005B2296">
        <w:rPr>
          <w:szCs w:val="24"/>
        </w:rPr>
        <w:t>(данная графа заполняется заявителем по желанию)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К заявлению прилагаются документы: (перечисляются)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1. ___________________________________________________________________________________________________________________________________</w:t>
      </w:r>
      <w:r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2. ___________________________________________________________________________________________________________________________________</w:t>
      </w:r>
      <w:r>
        <w:rPr>
          <w:szCs w:val="24"/>
        </w:rPr>
        <w:t>_______________________________________</w:t>
      </w:r>
    </w:p>
    <w:p w:rsidR="00407D80" w:rsidRPr="005B2296" w:rsidRDefault="00407D80" w:rsidP="00CF12E5">
      <w:pPr>
        <w:pStyle w:val="ConsPlusNormal"/>
        <w:jc w:val="both"/>
        <w:rPr>
          <w:szCs w:val="24"/>
        </w:rPr>
      </w:pPr>
      <w:r>
        <w:rPr>
          <w:szCs w:val="24"/>
        </w:rPr>
        <w:t>_________</w:t>
      </w:r>
      <w:r w:rsidRPr="005B2296">
        <w:rPr>
          <w:szCs w:val="24"/>
        </w:rPr>
        <w:t>________________________________________________________________________________________________________________________</w:t>
      </w:r>
      <w:r>
        <w:rPr>
          <w:szCs w:val="24"/>
        </w:rPr>
        <w:t>_________________________________________</w:t>
      </w:r>
    </w:p>
    <w:p w:rsidR="00407D80" w:rsidRPr="009C4C12" w:rsidRDefault="00407D80" w:rsidP="00CF12E5">
      <w:pPr>
        <w:jc w:val="center"/>
        <w:rPr>
          <w:rFonts w:ascii="Times New Roman" w:hAnsi="Times New Roman"/>
        </w:rPr>
      </w:pPr>
      <w:r w:rsidRPr="009C4C12">
        <w:rPr>
          <w:rFonts w:ascii="Times New Roman" w:hAnsi="Times New Roman"/>
        </w:rPr>
        <w:t>(дата) (подпись)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Личность заявителя установлена, подлинность подписи заявителя удостоверяю.</w:t>
      </w:r>
    </w:p>
    <w:p w:rsidR="00407D80" w:rsidRPr="005B2296" w:rsidRDefault="00407D80" w:rsidP="00CF12E5">
      <w:pPr>
        <w:pStyle w:val="ConsPlusNormal"/>
        <w:spacing w:before="240"/>
        <w:ind w:firstLine="540"/>
        <w:jc w:val="both"/>
        <w:rPr>
          <w:szCs w:val="24"/>
        </w:rPr>
      </w:pPr>
      <w:r w:rsidRPr="005B2296">
        <w:rPr>
          <w:szCs w:val="24"/>
        </w:rPr>
        <w:t>Подпись уполномоченного лица ________________/ __________________________________________________________________________________________/</w:t>
      </w: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</w:p>
    <w:p w:rsidR="00407D80" w:rsidRPr="005B2296" w:rsidRDefault="00407D80" w:rsidP="00CF12E5">
      <w:pPr>
        <w:pStyle w:val="ConsPlusNormal"/>
        <w:ind w:firstLine="540"/>
        <w:jc w:val="both"/>
        <w:rPr>
          <w:szCs w:val="24"/>
        </w:rPr>
      </w:pPr>
      <w:r w:rsidRPr="005B2296">
        <w:rPr>
          <w:szCs w:val="24"/>
        </w:rPr>
        <w:t>Дата ____________ вх. № _________</w:t>
      </w:r>
    </w:p>
    <w:p w:rsidR="00407D80" w:rsidRDefault="00407D80" w:rsidP="00CF12E5">
      <w:pPr>
        <w:jc w:val="both"/>
        <w:rPr>
          <w:sz w:val="24"/>
          <w:szCs w:val="24"/>
        </w:rPr>
      </w:pPr>
    </w:p>
    <w:p w:rsidR="00407D80" w:rsidRPr="00834A53" w:rsidRDefault="00407D80" w:rsidP="00CF12E5">
      <w:pPr>
        <w:jc w:val="both"/>
        <w:rPr>
          <w:sz w:val="24"/>
          <w:szCs w:val="24"/>
        </w:rPr>
      </w:pPr>
    </w:p>
    <w:p w:rsidR="00407D80" w:rsidRDefault="00407D80" w:rsidP="00CF12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07D80" w:rsidRDefault="00407D80" w:rsidP="00CF12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07D80" w:rsidRDefault="00407D80" w:rsidP="00CF12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07D80" w:rsidRDefault="00407D80" w:rsidP="00CF12E5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07D80" w:rsidRPr="00CF12E5" w:rsidRDefault="00407D80" w:rsidP="00CF12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sectPr w:rsidR="00407D80" w:rsidRPr="00CF12E5" w:rsidSect="00CF12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80" w:rsidRDefault="00407D80" w:rsidP="00CF12E5">
      <w:pPr>
        <w:spacing w:after="0" w:line="240" w:lineRule="auto"/>
      </w:pPr>
      <w:r>
        <w:separator/>
      </w:r>
    </w:p>
  </w:endnote>
  <w:endnote w:type="continuationSeparator" w:id="0">
    <w:p w:rsidR="00407D80" w:rsidRDefault="00407D80" w:rsidP="00CF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D80" w:rsidRDefault="00407D8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407D80" w:rsidRDefault="00407D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80" w:rsidRDefault="00407D80" w:rsidP="00CF12E5">
      <w:pPr>
        <w:spacing w:after="0" w:line="240" w:lineRule="auto"/>
      </w:pPr>
      <w:r>
        <w:separator/>
      </w:r>
    </w:p>
  </w:footnote>
  <w:footnote w:type="continuationSeparator" w:id="0">
    <w:p w:rsidR="00407D80" w:rsidRDefault="00407D80" w:rsidP="00CF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E5"/>
    <w:rsid w:val="00003A96"/>
    <w:rsid w:val="00065C42"/>
    <w:rsid w:val="00072C08"/>
    <w:rsid w:val="00095F17"/>
    <w:rsid w:val="000C60FA"/>
    <w:rsid w:val="000F329E"/>
    <w:rsid w:val="00141856"/>
    <w:rsid w:val="002155A7"/>
    <w:rsid w:val="00287351"/>
    <w:rsid w:val="0039387E"/>
    <w:rsid w:val="003F7D8D"/>
    <w:rsid w:val="00407D80"/>
    <w:rsid w:val="005B2296"/>
    <w:rsid w:val="00834A53"/>
    <w:rsid w:val="00921EA7"/>
    <w:rsid w:val="0094413F"/>
    <w:rsid w:val="009C4C12"/>
    <w:rsid w:val="00AE74C5"/>
    <w:rsid w:val="00CF12E5"/>
    <w:rsid w:val="00D8596A"/>
    <w:rsid w:val="00DE74E4"/>
    <w:rsid w:val="00E41C70"/>
    <w:rsid w:val="00E43B92"/>
    <w:rsid w:val="00EC7109"/>
    <w:rsid w:val="00F3635C"/>
    <w:rsid w:val="00F7224E"/>
    <w:rsid w:val="00F80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F12E5"/>
    <w:rPr>
      <w:lang w:eastAsia="en-US"/>
    </w:rPr>
  </w:style>
  <w:style w:type="paragraph" w:styleId="ListParagraph">
    <w:name w:val="List Paragraph"/>
    <w:basedOn w:val="Normal"/>
    <w:uiPriority w:val="99"/>
    <w:qFormat/>
    <w:rsid w:val="00CF12E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F12E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2E5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rsid w:val="00CF1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2E5"/>
    <w:rPr>
      <w:rFonts w:cs="Times New Roman"/>
    </w:rPr>
  </w:style>
  <w:style w:type="paragraph" w:customStyle="1" w:styleId="ConsPlusTitle">
    <w:name w:val="ConsPlusTitle"/>
    <w:uiPriority w:val="99"/>
    <w:rsid w:val="00CF12E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CF12E5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12E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F12E5"/>
    <w:rPr>
      <w:rFonts w:ascii="Times New Roman" w:hAnsi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E985A5F54F49C826B40B0BAE8CDFAA68FEE4A18DD924D0CBF8B3FB49F799C29EEA898FF8r0rDG" TargetMode="External"/><Relationship Id="rId13" Type="http://schemas.openxmlformats.org/officeDocument/2006/relationships/hyperlink" Target="http://www.gosuslugi.pnzreg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consultantplus://offline/ref=67E985A5F54F49C826B40B0BAE8CDFAA68F4E2A883D324D0CBF8B3FB49F799C29EEA898BFE0CB86Cr9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7E985A5F54F49C826B40B0BAE8CDFAA68FEE4A18DD924D0CBF8B3FB49F799C29EEA898FF8r0rD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pnzre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E985A5F54F49C826B40B0BAE8CDFAA68F4E2A883D324D0CBF8B3FB49F799C29EEA898BFE0CB86Cr9r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48</Pages>
  <Words>17405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12 от 26 февраля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2020-03-18T14:35:00Z</dcterms:created>
  <dcterms:modified xsi:type="dcterms:W3CDTF">2020-03-18T14:35:00Z</dcterms:modified>
</cp:coreProperties>
</file>