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7A" w:rsidRDefault="0023387A" w:rsidP="007F08B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15 от 19 марта 2019  года                                  село  Волчий Враг   «Бесплатно»</w:t>
      </w:r>
    </w:p>
    <w:p w:rsidR="0023387A" w:rsidRDefault="0023387A" w:rsidP="007F08B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23387A" w:rsidRDefault="0023387A" w:rsidP="007F08B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23387A" w:rsidRDefault="0023387A" w:rsidP="007F08B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23387A" w:rsidRDefault="0023387A" w:rsidP="007F08B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23387A" w:rsidRDefault="0023387A" w:rsidP="007F08B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23387A" w:rsidRDefault="0023387A" w:rsidP="007F08B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23387A" w:rsidRDefault="0023387A" w:rsidP="007F08B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387A" w:rsidRDefault="0023387A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23387A" w:rsidRDefault="0023387A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23387A" w:rsidRDefault="0023387A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387A" w:rsidRDefault="0023387A" w:rsidP="007F08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23387A" w:rsidRDefault="0023387A" w:rsidP="007F08B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387A" w:rsidRPr="002A5A8E" w:rsidTr="007F08B4">
        <w:trPr>
          <w:jc w:val="center"/>
        </w:trPr>
        <w:tc>
          <w:tcPr>
            <w:tcW w:w="284" w:type="dxa"/>
            <w:vAlign w:val="bottom"/>
          </w:tcPr>
          <w:p w:rsidR="0023387A" w:rsidRDefault="00233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387A" w:rsidRDefault="00233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18.03.2019</w:t>
            </w:r>
          </w:p>
        </w:tc>
        <w:tc>
          <w:tcPr>
            <w:tcW w:w="397" w:type="dxa"/>
          </w:tcPr>
          <w:p w:rsidR="0023387A" w:rsidRDefault="00233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387A" w:rsidRDefault="00233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43-п</w:t>
            </w:r>
          </w:p>
        </w:tc>
      </w:tr>
      <w:tr w:rsidR="0023387A" w:rsidRPr="002A5A8E" w:rsidTr="007F08B4">
        <w:trPr>
          <w:jc w:val="center"/>
        </w:trPr>
        <w:tc>
          <w:tcPr>
            <w:tcW w:w="4650" w:type="dxa"/>
            <w:gridSpan w:val="4"/>
          </w:tcPr>
          <w:p w:rsidR="0023387A" w:rsidRDefault="0023387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387A" w:rsidRDefault="0023387A" w:rsidP="007F08B4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23387A" w:rsidRPr="007F08B4" w:rsidRDefault="0023387A" w:rsidP="007F08B4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7F08B4">
        <w:rPr>
          <w:sz w:val="24"/>
          <w:szCs w:val="24"/>
        </w:rPr>
        <w:t>О проведении месячника по благоустройству и санитарной очистке населенных пунктов Волче-Вражского сельсовета Тамалинского района.</w:t>
      </w:r>
    </w:p>
    <w:p w:rsidR="0023387A" w:rsidRPr="007F08B4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</w:pPr>
    </w:p>
    <w:p w:rsidR="0023387A" w:rsidRPr="007F08B4" w:rsidRDefault="0023387A" w:rsidP="007F08B4">
      <w:pPr>
        <w:pStyle w:val="ConsPlusTitle"/>
        <w:widowControl/>
        <w:jc w:val="center"/>
        <w:outlineLvl w:val="0"/>
        <w:rPr>
          <w:b w:val="0"/>
          <w:sz w:val="16"/>
          <w:szCs w:val="16"/>
        </w:rPr>
      </w:pPr>
    </w:p>
    <w:p w:rsidR="0023387A" w:rsidRPr="007F08B4" w:rsidRDefault="0023387A" w:rsidP="007F08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F08B4">
        <w:rPr>
          <w:rFonts w:ascii="Times New Roman" w:hAnsi="Times New Roman"/>
          <w:sz w:val="24"/>
          <w:szCs w:val="24"/>
        </w:rPr>
        <w:t xml:space="preserve">   Во исполнение распоряжения Правительства Пензенской области  №103-рП от 15 марта 2019 года, руководствуясь постановлением Администрации Тамалинского района Пензенской области от 18.03.2019 года №113-п «О проведении месячника по благоустройству и санитарной очистке населенных пунктов», Уставом Волче-Вражского сельсовета Тамалинского района Пензенской области,</w:t>
      </w:r>
    </w:p>
    <w:p w:rsidR="0023387A" w:rsidRPr="007F08B4" w:rsidRDefault="0023387A" w:rsidP="007F08B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23387A" w:rsidRDefault="0023387A" w:rsidP="007F08B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F08B4">
        <w:rPr>
          <w:rFonts w:ascii="Times New Roman" w:hAnsi="Times New Roman"/>
          <w:b/>
          <w:sz w:val="24"/>
          <w:szCs w:val="24"/>
        </w:rPr>
        <w:t>администрация  Волче-Вражского сельсовета Тамалинского района Пензенской области постановляет:</w:t>
      </w:r>
    </w:p>
    <w:p w:rsidR="0023387A" w:rsidRPr="007F08B4" w:rsidRDefault="0023387A" w:rsidP="007F08B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23387A" w:rsidRPr="007F08B4" w:rsidRDefault="0023387A" w:rsidP="007F08B4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7F08B4">
        <w:rPr>
          <w:b w:val="0"/>
          <w:sz w:val="24"/>
          <w:szCs w:val="24"/>
        </w:rPr>
        <w:t>Провести на территории администрации Волче-Вражского сельсовета Тамалинского района Пензенской области  с 18 марта по 20 апреля 2019 года</w:t>
      </w:r>
      <w:r w:rsidRPr="007F08B4">
        <w:rPr>
          <w:sz w:val="24"/>
          <w:szCs w:val="24"/>
        </w:rPr>
        <w:t xml:space="preserve"> </w:t>
      </w:r>
      <w:r w:rsidRPr="007F08B4">
        <w:rPr>
          <w:b w:val="0"/>
          <w:sz w:val="24"/>
          <w:szCs w:val="24"/>
        </w:rPr>
        <w:t>месячник по благоустройству и санитарной очистке населенных пунктов.</w:t>
      </w:r>
    </w:p>
    <w:p w:rsidR="0023387A" w:rsidRPr="007F08B4" w:rsidRDefault="0023387A" w:rsidP="007F08B4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 xml:space="preserve">Рекомендовать руководителям учреждений разработать и утвердить план мероприятий по благоустройству и наведению надлежащего порядка на территории  населенных пунктов Волче-Вражского сельсовета Тамалинского района Пензенской области.  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Объявить  20  апреля 2019  года  днем по санитарной очистке территорий – субботником.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Провести разъяснительную работу среди населения и организаций, независимо от организационно-правовой формы, о целях и задачах месячника по благоустройству.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Организовать население и коллективы организаций на проведение субботника.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Организовать проведение еженедельных «санитарных пятниц» по уборке подведомственных территорий.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В течение месячника обеспечить проведение работ по благоустройству и санитарной очистке лесопарковых зон и мест массового отдыха населения, мест воинских захоронений и других ритуальных мест, санкционирование мест размещения твёрдых коммунальных отходов, территорий населённых пунктов.</w:t>
      </w:r>
    </w:p>
    <w:p w:rsidR="0023387A" w:rsidRPr="007F08B4" w:rsidRDefault="0023387A" w:rsidP="007F08B4">
      <w:pPr>
        <w:pStyle w:val="ConsPlusTitle"/>
        <w:widowControl/>
        <w:numPr>
          <w:ilvl w:val="1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Организовать мероприятия по высадке зелёных насаждений.</w:t>
      </w:r>
    </w:p>
    <w:p w:rsidR="0023387A" w:rsidRPr="007F08B4" w:rsidRDefault="0023387A" w:rsidP="007F08B4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Настоящее постановление опубликовать в информационном бюллетене  «Сельский вестник» и разместить (опубликовать)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</w:t>
      </w:r>
    </w:p>
    <w:p w:rsidR="0023387A" w:rsidRPr="007F08B4" w:rsidRDefault="0023387A" w:rsidP="007F08B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F08B4">
        <w:rPr>
          <w:rFonts w:ascii="Times New Roman" w:hAnsi="Times New Roman"/>
          <w:sz w:val="24"/>
          <w:szCs w:val="24"/>
        </w:rPr>
        <w:t>Признать утратившим силу постановление администрации Волче-Вражского сельсовета от 30.03.2018 № 10-п «О проведении месячника по благоустройству и санитарной очистке населенных пунктов Волче-Вражского сельсовета Тамалинского района».</w:t>
      </w:r>
    </w:p>
    <w:p w:rsidR="0023387A" w:rsidRPr="007F08B4" w:rsidRDefault="0023387A" w:rsidP="007F08B4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7F08B4">
        <w:rPr>
          <w:b w:val="0"/>
          <w:sz w:val="24"/>
          <w:szCs w:val="24"/>
        </w:rPr>
        <w:t>Контроль за исполнения настоящего постановления оставляю за собой.</w:t>
      </w:r>
    </w:p>
    <w:p w:rsidR="0023387A" w:rsidRPr="007F08B4" w:rsidRDefault="0023387A" w:rsidP="007F08B4">
      <w:pPr>
        <w:tabs>
          <w:tab w:val="left" w:pos="1575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23387A" w:rsidRDefault="0023387A" w:rsidP="007F08B4">
      <w:pPr>
        <w:tabs>
          <w:tab w:val="left" w:pos="1575"/>
        </w:tabs>
        <w:rPr>
          <w:bCs/>
          <w:sz w:val="28"/>
          <w:szCs w:val="28"/>
        </w:rPr>
      </w:pPr>
    </w:p>
    <w:p w:rsidR="0023387A" w:rsidRPr="007F08B4" w:rsidRDefault="0023387A" w:rsidP="007F08B4">
      <w:pPr>
        <w:pStyle w:val="NoSpacing"/>
        <w:rPr>
          <w:rFonts w:ascii="Times New Roman" w:hAnsi="Times New Roman"/>
          <w:sz w:val="24"/>
          <w:szCs w:val="24"/>
        </w:rPr>
      </w:pPr>
      <w:r w:rsidRPr="007F08B4">
        <w:rPr>
          <w:rFonts w:ascii="Times New Roman" w:hAnsi="Times New Roman"/>
          <w:bCs/>
          <w:sz w:val="24"/>
          <w:szCs w:val="24"/>
        </w:rPr>
        <w:t xml:space="preserve"> </w:t>
      </w:r>
      <w:r w:rsidRPr="007F08B4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23387A" w:rsidRPr="007F08B4" w:rsidRDefault="0023387A" w:rsidP="007F08B4">
      <w:pPr>
        <w:pStyle w:val="NoSpacing"/>
        <w:rPr>
          <w:rFonts w:ascii="Times New Roman" w:hAnsi="Times New Roman"/>
          <w:sz w:val="24"/>
          <w:szCs w:val="24"/>
        </w:rPr>
      </w:pPr>
      <w:r w:rsidRPr="007F08B4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F08B4">
        <w:rPr>
          <w:rFonts w:ascii="Times New Roman" w:hAnsi="Times New Roman"/>
          <w:sz w:val="24"/>
          <w:szCs w:val="24"/>
        </w:rPr>
        <w:t xml:space="preserve">  Т.А. Легонькова</w:t>
      </w: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23387A" w:rsidRDefault="0023387A" w:rsidP="007F08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23387A" w:rsidRDefault="0023387A" w:rsidP="007F08B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23387A" w:rsidRDefault="0023387A" w:rsidP="007F08B4"/>
    <w:p w:rsidR="0023387A" w:rsidRDefault="0023387A"/>
    <w:sectPr w:rsidR="0023387A" w:rsidSect="007F08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E502F"/>
    <w:multiLevelType w:val="multilevel"/>
    <w:tmpl w:val="67405F5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41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8B4"/>
    <w:rsid w:val="001930EA"/>
    <w:rsid w:val="0023387A"/>
    <w:rsid w:val="002A5A8E"/>
    <w:rsid w:val="007F08B4"/>
    <w:rsid w:val="00F162E8"/>
    <w:rsid w:val="00F77FDB"/>
    <w:rsid w:val="00F9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F08B4"/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7F08B4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7F08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7F08B4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F08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481</Words>
  <Characters>2743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15 от 19 марта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2020-03-18T14:35:00Z</dcterms:created>
  <dcterms:modified xsi:type="dcterms:W3CDTF">2020-03-18T14:35:00Z</dcterms:modified>
</cp:coreProperties>
</file>