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A2" w:rsidRDefault="00EB2AA2" w:rsidP="00CF12E5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17 от 16 апреля 2019  года                                  село  Волчий Враг   «Бесплатно»</w:t>
      </w:r>
    </w:p>
    <w:p w:rsidR="00EB2AA2" w:rsidRDefault="00EB2AA2" w:rsidP="00CF12E5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EB2AA2" w:rsidRDefault="00EB2AA2" w:rsidP="00CF12E5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EB2AA2" w:rsidRDefault="00EB2AA2" w:rsidP="00CF12E5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EB2AA2" w:rsidRDefault="00EB2AA2" w:rsidP="00CF12E5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EB2AA2" w:rsidRDefault="00EB2AA2" w:rsidP="00CF12E5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EB2AA2" w:rsidRDefault="00EB2AA2" w:rsidP="00CF12E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EB2AA2" w:rsidRDefault="00EB2AA2" w:rsidP="00CF12E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B2AA2" w:rsidRDefault="00EB2AA2" w:rsidP="00E41C7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EB2AA2" w:rsidRDefault="00EB2AA2" w:rsidP="00E41C70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EB2AA2" w:rsidRPr="00EE22EF" w:rsidTr="0094413F">
        <w:trPr>
          <w:jc w:val="center"/>
        </w:trPr>
        <w:tc>
          <w:tcPr>
            <w:tcW w:w="284" w:type="dxa"/>
            <w:vAlign w:val="bottom"/>
          </w:tcPr>
          <w:p w:rsidR="00EB2AA2" w:rsidRDefault="00EB2AA2" w:rsidP="0094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2AA2" w:rsidRDefault="00EB2AA2" w:rsidP="009441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15.04.2019</w:t>
            </w:r>
          </w:p>
        </w:tc>
        <w:tc>
          <w:tcPr>
            <w:tcW w:w="397" w:type="dxa"/>
          </w:tcPr>
          <w:p w:rsidR="00EB2AA2" w:rsidRDefault="00EB2AA2" w:rsidP="0094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2AA2" w:rsidRDefault="00EB2AA2" w:rsidP="009441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372-123/2</w:t>
            </w:r>
          </w:p>
        </w:tc>
      </w:tr>
      <w:tr w:rsidR="00EB2AA2" w:rsidRPr="00EE22EF" w:rsidTr="0094413F">
        <w:trPr>
          <w:jc w:val="center"/>
        </w:trPr>
        <w:tc>
          <w:tcPr>
            <w:tcW w:w="4650" w:type="dxa"/>
            <w:gridSpan w:val="4"/>
          </w:tcPr>
          <w:p w:rsidR="00EB2AA2" w:rsidRDefault="00EB2AA2" w:rsidP="0094413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EB2AA2" w:rsidRPr="007814E4" w:rsidRDefault="00EB2AA2" w:rsidP="007814E4">
      <w:pPr>
        <w:rPr>
          <w:sz w:val="16"/>
          <w:szCs w:val="16"/>
        </w:rPr>
      </w:pPr>
      <w:r w:rsidRPr="003C2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</w:p>
    <w:p w:rsidR="00EB2AA2" w:rsidRPr="007814E4" w:rsidRDefault="00EB2AA2" w:rsidP="007814E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814E4">
        <w:rPr>
          <w:rFonts w:ascii="Times New Roman" w:hAnsi="Times New Roman"/>
          <w:b/>
          <w:sz w:val="24"/>
          <w:szCs w:val="24"/>
        </w:rPr>
        <w:t>О внесении изменений в решение Комитета местного самоуправления Волче-Вражского сельсовета Тамалинского района Пензенской области от 13.09.2018 № 318-106/2  «Об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Комитета местного самоуправления Волче-Вражского сельсовета Тамалинского района Пензенской области».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814E4">
        <w:rPr>
          <w:rFonts w:ascii="Times New Roman" w:hAnsi="Times New Roman"/>
          <w:sz w:val="24"/>
          <w:szCs w:val="24"/>
        </w:rPr>
        <w:t xml:space="preserve">В соответствии с федеральными </w:t>
      </w:r>
      <w:hyperlink r:id="rId7" w:history="1">
        <w:r w:rsidRPr="007814E4">
          <w:rPr>
            <w:rFonts w:ascii="Times New Roman" w:hAnsi="Times New Roman"/>
            <w:sz w:val="24"/>
            <w:szCs w:val="24"/>
          </w:rPr>
          <w:t>законам</w:t>
        </w:r>
      </w:hyperlink>
      <w:r w:rsidRPr="007814E4">
        <w:rPr>
          <w:rFonts w:ascii="Times New Roman" w:hAnsi="Times New Roman"/>
          <w:sz w:val="24"/>
          <w:szCs w:val="24"/>
        </w:rPr>
        <w:t xml:space="preserve">и от 06.10.2003 № 131-ФЗ «Об общих принципах организации местного самоуправления в Российской Федерации», от 25.12.2008 № 273-ФЗ «О противодействии коррупции», от 17.07.2009 № 172-ФЗ «Об антикоррупционной экспертизе нормативных правовых актов и проектов нормативных правовых актов», </w:t>
      </w:r>
      <w:hyperlink r:id="rId8" w:history="1">
        <w:r w:rsidRPr="007814E4">
          <w:rPr>
            <w:rFonts w:ascii="Times New Roman" w:hAnsi="Times New Roman"/>
            <w:sz w:val="24"/>
            <w:szCs w:val="24"/>
          </w:rPr>
          <w:t>Устав</w:t>
        </w:r>
      </w:hyperlink>
      <w:r w:rsidRPr="007814E4">
        <w:rPr>
          <w:rFonts w:ascii="Times New Roman" w:hAnsi="Times New Roman"/>
          <w:sz w:val="24"/>
          <w:szCs w:val="24"/>
        </w:rPr>
        <w:t>ом Волче-Вражского сельсовета Тамалинского района Пензенской области,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EB2AA2" w:rsidRPr="007814E4" w:rsidRDefault="00EB2AA2" w:rsidP="007814E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814E4">
        <w:rPr>
          <w:rFonts w:ascii="Times New Roman" w:hAnsi="Times New Roman"/>
          <w:b/>
          <w:sz w:val="24"/>
          <w:szCs w:val="24"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7814E4">
        <w:rPr>
          <w:rFonts w:ascii="Times New Roman" w:hAnsi="Times New Roman"/>
          <w:sz w:val="24"/>
          <w:szCs w:val="24"/>
        </w:rPr>
        <w:t>1. Внести в Порядок проведения антикоррупционной экспертизы муниципальных нормативных правовых актов и проектов муниципальных нормативных правовых актов Комитета местного самоуправления Волче-Вражского сельсовета Тамалинского района Пензенской области, утвержденный решением Комитета местного самоуправления Волче-Вражского сельсовета Тамалинского района Пензенской области от 13.09.2018 № 318-106/2   (далее – Решение)</w:t>
      </w:r>
      <w:r w:rsidRPr="007814E4">
        <w:rPr>
          <w:rFonts w:ascii="Times New Roman" w:hAnsi="Times New Roman"/>
          <w:bCs/>
          <w:sz w:val="24"/>
          <w:szCs w:val="24"/>
        </w:rPr>
        <w:t>, следующие изменения: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</w:t>
      </w:r>
      <w:r w:rsidRPr="007814E4">
        <w:rPr>
          <w:rFonts w:ascii="Times New Roman" w:hAnsi="Times New Roman"/>
          <w:bCs/>
          <w:sz w:val="24"/>
          <w:szCs w:val="24"/>
        </w:rPr>
        <w:t>1.1.</w:t>
      </w:r>
      <w:r w:rsidRPr="007814E4">
        <w:rPr>
          <w:rFonts w:ascii="Times New Roman" w:hAnsi="Times New Roman"/>
          <w:sz w:val="24"/>
          <w:szCs w:val="24"/>
        </w:rPr>
        <w:t xml:space="preserve"> пункт 2 Решения положения изложить в новой редакции: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«2. Настоящее решение опубликовать </w:t>
      </w:r>
      <w:r w:rsidRPr="007814E4">
        <w:rPr>
          <w:rFonts w:ascii="Times New Roman" w:hAnsi="Times New Roman"/>
          <w:sz w:val="24"/>
          <w:szCs w:val="24"/>
        </w:rPr>
        <w:t>в информационном бюллетене «Сельский  вестник»</w:t>
      </w:r>
      <w:r w:rsidRPr="007814E4">
        <w:rPr>
          <w:rFonts w:ascii="Times New Roman" w:hAnsi="Times New Roman"/>
          <w:bCs/>
          <w:sz w:val="24"/>
          <w:szCs w:val="24"/>
        </w:rPr>
        <w:t>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     1.2. Пункт 5 Порядка  проведения антикоррупционной экспертизы муниципальных нормативных правовых актов и проектов муниципальных нормативных правовых актов Комитета местного самоуправления Волче-Вражского сельсовета Тамалинского района Пензенской области (далее- Порядок) изложить в новой редакции: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>«5. Экспертиза правовых актов и проектов проводится главой  администрации Волче-Вражского сельсовета Тамалинского района.».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    1.3. Пункт 9 Порядка  изложить в новой редакции: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>«9. Результаты экспертизы правовых актов и проектов оформляются: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    9.1. При отсутствии коррупциогенных факторов–визой главы    администрации Волче-Вражского сельсовета Тамалинского  района 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   Виза вносится в лист согласования проекта, содержит инициалы, фамилию, должность, личную подпись, дату визирования и слова «Коррупциогенные факторы не выявлены».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   9.2. При выявлении коррупциогенных факторов–заключением, подписываемым главой администрации Волче-Вражского сельсовета Тамалинского района. Заключение оформляется по форме согласно приложению к настоящему Порядку.».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  1.4. Пункт 13 Порядка  изложить в новой редакции: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 «13. Для устранения выявленных в правовом акте по результатам экспертизы коррупциогенных факторов лицо, предусмотренное в пункте 6 настоящего Порядка направляет правовой акт с результатами экспертизы главе администрации Волче-Вражского сельсовета Тамалинского района, к полномочиям которого относится вопрос, регламентируемый правовым актом, для подготовки проекта, вносящего в него изменения.».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     1.5 приложение к Порядку проведения антикоррупционной экспертизы муниципальных нормативных правовых актов и проектов муниципальных нормативных правовых актов Комитета местного самоуправления Волче-Вражского сельсовета Тамалинского района Пензенской области изложить в новой редакции согласно приложению к настоящему решению.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       2.</w:t>
      </w:r>
      <w:r w:rsidRPr="007814E4">
        <w:rPr>
          <w:rFonts w:ascii="Times New Roman" w:hAnsi="Times New Roman"/>
          <w:bCs/>
          <w:sz w:val="24"/>
          <w:szCs w:val="24"/>
        </w:rPr>
        <w:t xml:space="preserve"> Настоящее решение опубликовать </w:t>
      </w:r>
      <w:r w:rsidRPr="007814E4">
        <w:rPr>
          <w:rFonts w:ascii="Times New Roman" w:hAnsi="Times New Roman"/>
          <w:sz w:val="24"/>
          <w:szCs w:val="24"/>
        </w:rPr>
        <w:t>в информационном бюллетене «Сельский вестник»</w:t>
      </w:r>
      <w:r w:rsidRPr="007814E4">
        <w:rPr>
          <w:rFonts w:ascii="Times New Roman" w:hAnsi="Times New Roman"/>
          <w:bCs/>
          <w:sz w:val="24"/>
          <w:szCs w:val="24"/>
        </w:rPr>
        <w:t>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     3. Настоящее решение вступает в силу на следующий день после дня его официального опубликования.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    4. </w:t>
      </w:r>
      <w:r w:rsidRPr="007814E4">
        <w:rPr>
          <w:rFonts w:ascii="Times New Roman" w:hAnsi="Times New Roman"/>
          <w:sz w:val="24"/>
          <w:szCs w:val="24"/>
        </w:rPr>
        <w:t>Контроль  исполнения настоящего решения возложить на главу Волче-Вражского сельсовета Тамалинского района Пензенской области.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Глава Волче-Вражского сельсовета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Тамалинскогорайона Пензенской области                                 А.А. Кошелев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>Приложение к решению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>Комитета местного самоуправления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 xml:space="preserve">Волче-Вражского сельсовета 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>Тамалинского района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 xml:space="preserve">Пензенской области 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>от    15.04.2019    № 372-123/2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>«Приложение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 xml:space="preserve">к Порядку проведения антикоррупционной экспертизы 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 xml:space="preserve">муниципальных нормативных правовых актов 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 xml:space="preserve">и проектов муниципальных нормативных правовых актов 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>Комитета местного самоуправления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  <w:b/>
        </w:rPr>
      </w:pPr>
      <w:r w:rsidRPr="007814E4">
        <w:rPr>
          <w:rFonts w:ascii="Times New Roman" w:hAnsi="Times New Roman"/>
        </w:rPr>
        <w:t>Волче-Вражского сельсовета Тамалинского района Пензенской области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  <w:i/>
        </w:rPr>
        <w:t>(кому)</w:t>
      </w:r>
      <w:r w:rsidRPr="007814E4">
        <w:rPr>
          <w:rFonts w:ascii="Times New Roman" w:hAnsi="Times New Roman"/>
        </w:rPr>
        <w:t>……………..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  <w:i/>
        </w:rPr>
      </w:pPr>
      <w:r w:rsidRPr="007814E4">
        <w:rPr>
          <w:rFonts w:ascii="Times New Roman" w:hAnsi="Times New Roman"/>
          <w:i/>
        </w:rPr>
        <w:t>(указать функциональный орган администрации или лицо,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  <w:i/>
        </w:rPr>
        <w:t>которому направляется заключение)</w:t>
      </w:r>
    </w:p>
    <w:p w:rsidR="00EB2AA2" w:rsidRPr="007814E4" w:rsidRDefault="00EB2AA2" w:rsidP="007814E4">
      <w:pPr>
        <w:suppressAutoHyphens/>
        <w:autoSpaceDE w:val="0"/>
        <w:jc w:val="center"/>
        <w:rPr>
          <w:rFonts w:ascii="Times New Roman" w:hAnsi="Times New Roman"/>
          <w:b/>
          <w:sz w:val="24"/>
          <w:szCs w:val="24"/>
        </w:rPr>
      </w:pPr>
      <w:r w:rsidRPr="007814E4">
        <w:rPr>
          <w:rFonts w:ascii="Times New Roman" w:hAnsi="Times New Roman"/>
          <w:b/>
          <w:sz w:val="24"/>
          <w:szCs w:val="24"/>
        </w:rPr>
        <w:t>Заключение</w:t>
      </w:r>
    </w:p>
    <w:p w:rsidR="00EB2AA2" w:rsidRPr="007814E4" w:rsidRDefault="00EB2AA2" w:rsidP="007814E4">
      <w:pPr>
        <w:suppressAutoHyphens/>
        <w:autoSpaceDE w:val="0"/>
        <w:jc w:val="center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по результатам проведения антикоррупционной экспертизы</w:t>
      </w:r>
    </w:p>
    <w:p w:rsidR="00EB2AA2" w:rsidRPr="007814E4" w:rsidRDefault="00EB2AA2" w:rsidP="007814E4">
      <w:pPr>
        <w:suppressAutoHyphens/>
        <w:autoSpaceDE w:val="0"/>
        <w:jc w:val="center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…………….</w:t>
      </w:r>
    </w:p>
    <w:p w:rsidR="00EB2AA2" w:rsidRPr="007814E4" w:rsidRDefault="00EB2AA2" w:rsidP="007814E4">
      <w:pPr>
        <w:suppressAutoHyphens/>
        <w:autoSpaceDE w:val="0"/>
        <w:jc w:val="center"/>
        <w:rPr>
          <w:rFonts w:ascii="Times New Roman" w:hAnsi="Times New Roman"/>
          <w:i/>
          <w:sz w:val="24"/>
          <w:szCs w:val="24"/>
        </w:rPr>
      </w:pPr>
      <w:r w:rsidRPr="007814E4">
        <w:rPr>
          <w:rFonts w:ascii="Times New Roman" w:hAnsi="Times New Roman"/>
          <w:i/>
          <w:sz w:val="24"/>
          <w:szCs w:val="24"/>
        </w:rPr>
        <w:t xml:space="preserve">(реквизиты муниципального нормативного правового акта, </w:t>
      </w:r>
    </w:p>
    <w:p w:rsidR="00EB2AA2" w:rsidRPr="007814E4" w:rsidRDefault="00EB2AA2" w:rsidP="007814E4">
      <w:pPr>
        <w:suppressAutoHyphens/>
        <w:autoSpaceDE w:val="0"/>
        <w:jc w:val="center"/>
        <w:rPr>
          <w:rFonts w:ascii="Times New Roman" w:hAnsi="Times New Roman"/>
          <w:i/>
          <w:sz w:val="24"/>
          <w:szCs w:val="24"/>
        </w:rPr>
      </w:pPr>
      <w:r w:rsidRPr="007814E4">
        <w:rPr>
          <w:rFonts w:ascii="Times New Roman" w:hAnsi="Times New Roman"/>
          <w:i/>
          <w:sz w:val="24"/>
          <w:szCs w:val="24"/>
        </w:rPr>
        <w:t>(проекта муниципального нормативного правового акта)</w:t>
      </w:r>
    </w:p>
    <w:p w:rsidR="00EB2AA2" w:rsidRPr="007814E4" w:rsidRDefault="00EB2AA2" w:rsidP="007814E4">
      <w:pPr>
        <w:suppressAutoHyphens/>
        <w:autoSpaceDE w:val="0"/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Главой  администрации Волче-Вражского сельсовета Тамалинского района Пензенской области  в соответствии с федеральными законами от 17.07.2009 № 172-ФЗ «Об антикоррупционной экспертизе нормативных правовых актов и проектов нормативных правовых актов», от 25.12.2008 № 273-ФЗ «О противодействии коррупции» и Правилами проведения антикоррупционной экспертизы нормативных правовых актов и проектов нормативных правовых актов, утвержденными Постановлением Правительства Российской Федерации от 26.02.2010 № 96, проведена антикоррупционная экспертиза _____________________________________________________________________________</w:t>
      </w:r>
    </w:p>
    <w:p w:rsidR="00EB2AA2" w:rsidRPr="007814E4" w:rsidRDefault="00EB2AA2" w:rsidP="007814E4">
      <w:pPr>
        <w:pStyle w:val="NoSpacing"/>
        <w:jc w:val="center"/>
        <w:rPr>
          <w:rFonts w:ascii="Times New Roman" w:hAnsi="Times New Roman"/>
          <w:i/>
        </w:rPr>
      </w:pPr>
      <w:r w:rsidRPr="007814E4">
        <w:rPr>
          <w:rFonts w:ascii="Times New Roman" w:hAnsi="Times New Roman"/>
          <w:i/>
        </w:rPr>
        <w:t>(реквизиты муниципального нормативного правового акта,</w:t>
      </w:r>
    </w:p>
    <w:p w:rsidR="00EB2AA2" w:rsidRPr="007814E4" w:rsidRDefault="00EB2AA2" w:rsidP="007814E4">
      <w:pPr>
        <w:pStyle w:val="NoSpacing"/>
        <w:jc w:val="center"/>
        <w:rPr>
          <w:rFonts w:ascii="Times New Roman" w:hAnsi="Times New Roman"/>
          <w:i/>
        </w:rPr>
      </w:pPr>
      <w:r w:rsidRPr="007814E4">
        <w:rPr>
          <w:rFonts w:ascii="Times New Roman" w:hAnsi="Times New Roman"/>
          <w:i/>
        </w:rPr>
        <w:t>проекта муниципального нормативного правового акта)</w:t>
      </w:r>
    </w:p>
    <w:p w:rsidR="00EB2AA2" w:rsidRPr="007814E4" w:rsidRDefault="00EB2AA2" w:rsidP="007814E4">
      <w:pPr>
        <w:suppressAutoHyphens/>
        <w:autoSpaceDE w:val="0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B2AA2" w:rsidRPr="007814E4" w:rsidRDefault="00EB2AA2" w:rsidP="007814E4">
      <w:pPr>
        <w:suppressAutoHyphens/>
        <w:autoSpaceDE w:val="0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EB2AA2" w:rsidRPr="007814E4" w:rsidRDefault="00EB2AA2" w:rsidP="007814E4">
      <w:pPr>
        <w:suppressAutoHyphens/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B2AA2" w:rsidRPr="007814E4" w:rsidRDefault="00EB2AA2" w:rsidP="007814E4">
      <w:pPr>
        <w:suppressAutoHyphens/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В представленном</w:t>
      </w:r>
    </w:p>
    <w:p w:rsidR="00EB2AA2" w:rsidRPr="007814E4" w:rsidRDefault="00EB2AA2" w:rsidP="007814E4">
      <w:pPr>
        <w:suppressAutoHyphens/>
        <w:autoSpaceDE w:val="0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EB2AA2" w:rsidRPr="007814E4" w:rsidRDefault="00EB2AA2" w:rsidP="007814E4">
      <w:pPr>
        <w:suppressAutoHyphens/>
        <w:autoSpaceDE w:val="0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7814E4">
        <w:rPr>
          <w:rFonts w:ascii="Times New Roman" w:hAnsi="Times New Roman"/>
          <w:i/>
          <w:sz w:val="24"/>
          <w:szCs w:val="24"/>
        </w:rPr>
        <w:t>(реквизиты муниципального нормативного правового акта, проекта муниципального нормативного правового акта)</w:t>
      </w:r>
    </w:p>
    <w:p w:rsidR="00EB2AA2" w:rsidRPr="007814E4" w:rsidRDefault="00EB2AA2" w:rsidP="007814E4">
      <w:pPr>
        <w:suppressAutoHyphens/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выявлены коррупциогенные факторы.</w:t>
      </w:r>
    </w:p>
    <w:p w:rsidR="00EB2AA2" w:rsidRPr="007814E4" w:rsidRDefault="00EB2AA2" w:rsidP="007814E4">
      <w:pPr>
        <w:suppressAutoHyphens/>
        <w:autoSpaceDE w:val="0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Pr="007814E4">
          <w:rPr>
            <w:rFonts w:ascii="Times New Roman" w:hAnsi="Times New Roman"/>
            <w:color w:val="0000FF"/>
            <w:sz w:val="24"/>
            <w:szCs w:val="24"/>
            <w:u w:val="single"/>
          </w:rPr>
          <w:t>&lt;*&gt;</w:t>
        </w:r>
      </w:hyperlink>
      <w:r w:rsidRPr="007814E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2AA2" w:rsidRPr="007814E4" w:rsidRDefault="00EB2AA2" w:rsidP="007814E4">
      <w:pPr>
        <w:suppressAutoHyphens/>
        <w:autoSpaceDE w:val="0"/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В целях устранения выявленных коррупциогенных факторов предлагается _____________________________________________________________________________ </w:t>
      </w:r>
    </w:p>
    <w:p w:rsidR="00EB2AA2" w:rsidRPr="007814E4" w:rsidRDefault="00EB2AA2" w:rsidP="007814E4">
      <w:pPr>
        <w:suppressAutoHyphens/>
        <w:autoSpaceDE w:val="0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i/>
          <w:sz w:val="24"/>
          <w:szCs w:val="24"/>
        </w:rPr>
        <w:t>(указывается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или иной способ)</w:t>
      </w:r>
      <w:r w:rsidRPr="007814E4">
        <w:rPr>
          <w:rFonts w:ascii="Times New Roman" w:hAnsi="Times New Roman"/>
          <w:sz w:val="24"/>
          <w:szCs w:val="24"/>
        </w:rPr>
        <w:t>.</w:t>
      </w:r>
    </w:p>
    <w:p w:rsidR="00EB2AA2" w:rsidRPr="007814E4" w:rsidRDefault="00EB2AA2" w:rsidP="007814E4">
      <w:pPr>
        <w:suppressAutoHyphens/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_________________________________  ________________  ______________________</w:t>
      </w:r>
    </w:p>
    <w:p w:rsidR="00EB2AA2" w:rsidRPr="007814E4" w:rsidRDefault="00EB2AA2" w:rsidP="007814E4">
      <w:pPr>
        <w:suppressAutoHyphens/>
        <w:autoSpaceDE w:val="0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7814E4">
        <w:rPr>
          <w:rFonts w:ascii="Times New Roman" w:hAnsi="Times New Roman"/>
          <w:i/>
          <w:sz w:val="24"/>
          <w:szCs w:val="24"/>
        </w:rPr>
        <w:t>(наименование должности)                                 (подпись)                          (инициалы, фамилия)</w:t>
      </w:r>
    </w:p>
    <w:p w:rsidR="00EB2AA2" w:rsidRPr="007814E4" w:rsidRDefault="00EB2AA2" w:rsidP="007814E4">
      <w:pPr>
        <w:pStyle w:val="PlainText"/>
        <w:jc w:val="both"/>
        <w:rPr>
          <w:rFonts w:ascii="Times New Roman" w:hAnsi="Times New Roman"/>
          <w:spacing w:val="-6"/>
          <w:sz w:val="24"/>
          <w:szCs w:val="24"/>
          <w:lang w:val="ru-RU"/>
        </w:rPr>
      </w:pPr>
    </w:p>
    <w:p w:rsidR="00EB2AA2" w:rsidRPr="007814E4" w:rsidRDefault="00EB2AA2" w:rsidP="007814E4">
      <w:pPr>
        <w:pStyle w:val="PlainText"/>
        <w:ind w:left="-142"/>
        <w:jc w:val="both"/>
        <w:rPr>
          <w:rFonts w:ascii="Times New Roman" w:hAnsi="Times New Roman"/>
          <w:spacing w:val="-6"/>
          <w:sz w:val="24"/>
          <w:szCs w:val="24"/>
          <w:lang w:val="ru-RU"/>
        </w:rPr>
      </w:pPr>
      <w:r w:rsidRPr="007814E4">
        <w:rPr>
          <w:rFonts w:ascii="Times New Roman" w:hAnsi="Times New Roman"/>
          <w:spacing w:val="-6"/>
          <w:sz w:val="24"/>
          <w:szCs w:val="24"/>
          <w:lang w:val="ru-RU"/>
        </w:rPr>
        <w:t>Глава Волче-Вражского сельсовета</w:t>
      </w:r>
    </w:p>
    <w:p w:rsidR="00EB2AA2" w:rsidRPr="007814E4" w:rsidRDefault="00EB2AA2" w:rsidP="007814E4">
      <w:pPr>
        <w:pStyle w:val="PlainText"/>
        <w:ind w:left="-142"/>
        <w:jc w:val="both"/>
        <w:rPr>
          <w:rFonts w:ascii="Times New Roman" w:hAnsi="Times New Roman"/>
          <w:spacing w:val="-6"/>
          <w:sz w:val="24"/>
          <w:szCs w:val="24"/>
          <w:lang w:val="ru-RU"/>
        </w:rPr>
      </w:pPr>
      <w:r w:rsidRPr="007814E4">
        <w:rPr>
          <w:rFonts w:ascii="Times New Roman" w:hAnsi="Times New Roman"/>
          <w:spacing w:val="-6"/>
          <w:sz w:val="24"/>
          <w:szCs w:val="24"/>
          <w:lang w:val="ru-RU"/>
        </w:rPr>
        <w:t>Тамалинского района Пензенской области                                                А.А. Кошелев</w:t>
      </w:r>
    </w:p>
    <w:p w:rsidR="00EB2AA2" w:rsidRPr="007814E4" w:rsidRDefault="00EB2AA2" w:rsidP="007814E4">
      <w:pPr>
        <w:pStyle w:val="ConsPlusNormal"/>
        <w:widowControl/>
        <w:ind w:firstLine="540"/>
        <w:jc w:val="center"/>
        <w:rPr>
          <w:bCs/>
          <w:szCs w:val="24"/>
        </w:rPr>
      </w:pPr>
    </w:p>
    <w:p w:rsidR="00EB2AA2" w:rsidRDefault="00EB2AA2" w:rsidP="007814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EB2AA2" w:rsidRDefault="00EB2AA2" w:rsidP="007814E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EB2AA2" w:rsidRPr="00EE22EF" w:rsidTr="00ED6CE4">
        <w:trPr>
          <w:jc w:val="center"/>
        </w:trPr>
        <w:tc>
          <w:tcPr>
            <w:tcW w:w="284" w:type="dxa"/>
            <w:vAlign w:val="bottom"/>
          </w:tcPr>
          <w:p w:rsidR="00EB2AA2" w:rsidRDefault="00EB2AA2" w:rsidP="00ED6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2AA2" w:rsidRDefault="00EB2AA2" w:rsidP="00ED6C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15.04.2019</w:t>
            </w:r>
          </w:p>
        </w:tc>
        <w:tc>
          <w:tcPr>
            <w:tcW w:w="397" w:type="dxa"/>
          </w:tcPr>
          <w:p w:rsidR="00EB2AA2" w:rsidRDefault="00EB2AA2" w:rsidP="00ED6C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2AA2" w:rsidRDefault="00EB2AA2" w:rsidP="00ED6C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374-123/2</w:t>
            </w:r>
          </w:p>
        </w:tc>
      </w:tr>
      <w:tr w:rsidR="00EB2AA2" w:rsidRPr="00EE22EF" w:rsidTr="00ED6CE4">
        <w:trPr>
          <w:jc w:val="center"/>
        </w:trPr>
        <w:tc>
          <w:tcPr>
            <w:tcW w:w="4650" w:type="dxa"/>
            <w:gridSpan w:val="4"/>
          </w:tcPr>
          <w:p w:rsidR="00EB2AA2" w:rsidRDefault="00EB2AA2" w:rsidP="00ED6CE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EB2AA2" w:rsidRPr="00015D47" w:rsidRDefault="00EB2AA2" w:rsidP="007814E4">
      <w:pPr>
        <w:pStyle w:val="ConsPlusTitle"/>
        <w:widowControl/>
        <w:spacing w:before="120"/>
        <w:rPr>
          <w:rFonts w:ascii="Times New Roman" w:hAnsi="Times New Roman" w:cs="Times New Roman"/>
          <w:sz w:val="16"/>
          <w:szCs w:val="16"/>
        </w:rPr>
      </w:pPr>
    </w:p>
    <w:p w:rsidR="00EB2AA2" w:rsidRPr="007814E4" w:rsidRDefault="00EB2AA2" w:rsidP="007814E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814E4">
        <w:rPr>
          <w:rFonts w:ascii="Times New Roman" w:hAnsi="Times New Roman"/>
          <w:b/>
          <w:sz w:val="24"/>
          <w:szCs w:val="24"/>
        </w:rPr>
        <w:t>О внесении изменения в проект контракта с главой администрации Волче-Вражского сельсовета Тамалинского района Пензенской области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 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    На основании статьи 37 Федерального закона от 06.10.2003  </w:t>
      </w:r>
      <w:r w:rsidRPr="007814E4">
        <w:rPr>
          <w:rFonts w:ascii="Times New Roman" w:hAnsi="Times New Roman"/>
          <w:sz w:val="24"/>
          <w:szCs w:val="24"/>
        </w:rPr>
        <w:br/>
        <w:t>№ 131-ФЗ «Об общих принципах организации местного самоуправления в Российской Федерации» (с последующими изменениями), Закона Пензенской области от 10.10.2007 № 1390-ЗПО «О муниципальной службе в Пензенской области» (с последующими изменениями»), Устава Волче-Вражского сельсовета Тамалинского района Пензенской области,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B2AA2" w:rsidRPr="007814E4" w:rsidRDefault="00EB2AA2" w:rsidP="007814E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814E4">
        <w:rPr>
          <w:rFonts w:ascii="Times New Roman" w:hAnsi="Times New Roman"/>
          <w:b/>
          <w:sz w:val="24"/>
          <w:szCs w:val="24"/>
        </w:rPr>
        <w:t>Комитет местного самоуправления Волче-Вражского сельсовета  Тамалинского района Пензенской области решил: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color w:val="000000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        1. Внести в проект контракта с главой администрации Волче-Вражского сельсовета Тамалинского района Пензенской области, утвержденный решением Комитета местного самоуправления  Волче-Вражского сельсовета  Тамалинского района Пензенской области от 18.09.2014 № 10-1/2, изменения и дополнения  в </w:t>
      </w:r>
      <w:hyperlink r:id="rId10" w:history="1">
        <w:r w:rsidRPr="007814E4">
          <w:rPr>
            <w:rFonts w:ascii="Times New Roman" w:hAnsi="Times New Roman"/>
            <w:color w:val="000000"/>
            <w:sz w:val="24"/>
            <w:szCs w:val="24"/>
          </w:rPr>
          <w:t>подпункте 3.4.3 пункта 3.4</w:t>
        </w:r>
      </w:hyperlink>
      <w:r w:rsidRPr="007814E4">
        <w:rPr>
          <w:rFonts w:ascii="Times New Roman" w:hAnsi="Times New Roman"/>
          <w:sz w:val="24"/>
          <w:szCs w:val="24"/>
        </w:rPr>
        <w:t xml:space="preserve"> следующего содержания</w:t>
      </w:r>
      <w:r w:rsidRPr="007814E4">
        <w:rPr>
          <w:rFonts w:ascii="Times New Roman" w:hAnsi="Times New Roman"/>
          <w:color w:val="000000"/>
          <w:sz w:val="24"/>
          <w:szCs w:val="24"/>
        </w:rPr>
        <w:t>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color w:val="000000"/>
          <w:sz w:val="24"/>
          <w:szCs w:val="24"/>
        </w:rPr>
      </w:pPr>
      <w:r w:rsidRPr="007814E4">
        <w:rPr>
          <w:rFonts w:ascii="Times New Roman" w:hAnsi="Times New Roman"/>
          <w:color w:val="000000"/>
          <w:sz w:val="24"/>
          <w:szCs w:val="24"/>
        </w:rPr>
        <w:t xml:space="preserve">        а) </w:t>
      </w:r>
      <w:r w:rsidRPr="007814E4">
        <w:rPr>
          <w:rFonts w:ascii="Times New Roman" w:hAnsi="Times New Roman"/>
          <w:sz w:val="24"/>
          <w:szCs w:val="24"/>
        </w:rPr>
        <w:t xml:space="preserve">после слов «политической партией;» словами «участия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образования;», </w:t>
      </w:r>
      <w:r w:rsidRPr="007814E4">
        <w:rPr>
          <w:rFonts w:ascii="Times New Roman" w:hAnsi="Times New Roman"/>
          <w:color w:val="000000"/>
          <w:sz w:val="24"/>
          <w:szCs w:val="24"/>
        </w:rPr>
        <w:t xml:space="preserve">после </w:t>
      </w:r>
      <w:hyperlink r:id="rId11" w:history="1">
        <w:r w:rsidRPr="007814E4">
          <w:rPr>
            <w:rFonts w:ascii="Times New Roman" w:hAnsi="Times New Roman"/>
            <w:color w:val="000000"/>
            <w:sz w:val="24"/>
            <w:szCs w:val="24"/>
          </w:rPr>
          <w:t>слов</w:t>
        </w:r>
      </w:hyperlink>
      <w:r w:rsidRPr="007814E4">
        <w:rPr>
          <w:rFonts w:ascii="Times New Roman" w:hAnsi="Times New Roman"/>
          <w:sz w:val="24"/>
          <w:szCs w:val="24"/>
        </w:rPr>
        <w:t xml:space="preserve"> «кроме политической партии» словами «и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образования»;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color w:val="000000"/>
          <w:sz w:val="24"/>
          <w:szCs w:val="24"/>
        </w:rPr>
      </w:pPr>
      <w:r w:rsidRPr="007814E4">
        <w:rPr>
          <w:rFonts w:ascii="Times New Roman" w:hAnsi="Times New Roman"/>
          <w:color w:val="000000"/>
          <w:sz w:val="24"/>
          <w:szCs w:val="24"/>
        </w:rPr>
        <w:t xml:space="preserve">       б) после слов «с разрешения представителя нанимателя (работодателя)» </w:t>
      </w:r>
      <w:hyperlink r:id="rId12" w:history="1">
        <w:r w:rsidRPr="007814E4">
          <w:rPr>
            <w:rFonts w:ascii="Times New Roman" w:hAnsi="Times New Roman"/>
            <w:color w:val="000000"/>
            <w:sz w:val="24"/>
            <w:szCs w:val="24"/>
          </w:rPr>
          <w:t>дополнить</w:t>
        </w:r>
      </w:hyperlink>
      <w:r w:rsidRPr="007814E4">
        <w:rPr>
          <w:rFonts w:ascii="Times New Roman" w:hAnsi="Times New Roman"/>
          <w:color w:val="000000"/>
          <w:sz w:val="24"/>
          <w:szCs w:val="24"/>
        </w:rPr>
        <w:t xml:space="preserve"> словами «, которое получено»;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color w:val="000000"/>
          <w:sz w:val="24"/>
          <w:szCs w:val="24"/>
        </w:rPr>
        <w:t xml:space="preserve">      в) </w:t>
      </w:r>
      <w:hyperlink r:id="rId13" w:history="1">
        <w:r w:rsidRPr="007814E4">
          <w:rPr>
            <w:rFonts w:ascii="Times New Roman" w:hAnsi="Times New Roman"/>
            <w:color w:val="000000"/>
            <w:sz w:val="24"/>
            <w:szCs w:val="24"/>
          </w:rPr>
          <w:t>слова</w:t>
        </w:r>
      </w:hyperlink>
      <w:r w:rsidRPr="007814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814E4">
        <w:rPr>
          <w:rFonts w:ascii="Times New Roman" w:hAnsi="Times New Roman"/>
          <w:sz w:val="24"/>
          <w:szCs w:val="24"/>
        </w:rPr>
        <w:t>«случаев,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самоуправления» заменить словами «представления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законами».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        2. Настоящее решение вступает в силу на следующий день после дня его официального опубликования.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    3. Настоящее решение опубликовать </w:t>
      </w:r>
      <w:r w:rsidRPr="007814E4">
        <w:rPr>
          <w:rFonts w:ascii="Times New Roman" w:hAnsi="Times New Roman"/>
          <w:sz w:val="24"/>
          <w:szCs w:val="24"/>
        </w:rPr>
        <w:t>в информационном бюллетене «Сельский вестник»</w:t>
      </w:r>
      <w:r w:rsidRPr="007814E4">
        <w:rPr>
          <w:rFonts w:ascii="Times New Roman" w:hAnsi="Times New Roman"/>
          <w:bCs/>
          <w:sz w:val="24"/>
          <w:szCs w:val="24"/>
        </w:rPr>
        <w:t>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     4. Контроль исполнения настоящего решения</w:t>
      </w:r>
      <w:r w:rsidRPr="007814E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7814E4">
        <w:rPr>
          <w:rFonts w:ascii="Times New Roman" w:hAnsi="Times New Roman"/>
          <w:bCs/>
          <w:sz w:val="24"/>
          <w:szCs w:val="24"/>
        </w:rPr>
        <w:t>возложить на главу Волче-Вражского сельсовета  Тамалинского района Пензенской области.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Глава Волче-Вражского сельсовета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Тамалинского района  Пензенской области                                  А.А. Кошелев</w:t>
      </w:r>
    </w:p>
    <w:p w:rsidR="00EB2AA2" w:rsidRDefault="00EB2AA2" w:rsidP="007814E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B2AA2" w:rsidRDefault="00EB2AA2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B2AA2" w:rsidRDefault="00EB2AA2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EB2AA2" w:rsidRDefault="00EB2AA2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EB2AA2" w:rsidRDefault="00EB2AA2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B2AA2" w:rsidRDefault="00EB2AA2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EB2AA2" w:rsidRDefault="00EB2AA2" w:rsidP="00CF12E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EB2AA2" w:rsidRPr="00EE22EF" w:rsidTr="00CF12E5">
        <w:trPr>
          <w:jc w:val="center"/>
        </w:trPr>
        <w:tc>
          <w:tcPr>
            <w:tcW w:w="284" w:type="dxa"/>
            <w:vAlign w:val="bottom"/>
          </w:tcPr>
          <w:p w:rsidR="00EB2AA2" w:rsidRDefault="00EB2AA2" w:rsidP="00CF12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2AA2" w:rsidRDefault="00EB2AA2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15.04.2019</w:t>
            </w:r>
          </w:p>
        </w:tc>
        <w:tc>
          <w:tcPr>
            <w:tcW w:w="397" w:type="dxa"/>
          </w:tcPr>
          <w:p w:rsidR="00EB2AA2" w:rsidRDefault="00EB2AA2" w:rsidP="00CF1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2AA2" w:rsidRDefault="00EB2AA2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45-п</w:t>
            </w:r>
          </w:p>
        </w:tc>
      </w:tr>
      <w:tr w:rsidR="00EB2AA2" w:rsidRPr="00EE22EF" w:rsidTr="00CF12E5">
        <w:trPr>
          <w:jc w:val="center"/>
        </w:trPr>
        <w:tc>
          <w:tcPr>
            <w:tcW w:w="4650" w:type="dxa"/>
            <w:gridSpan w:val="4"/>
          </w:tcPr>
          <w:p w:rsidR="00EB2AA2" w:rsidRDefault="00EB2AA2" w:rsidP="00CF12E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EB2AA2" w:rsidRDefault="00EB2AA2" w:rsidP="007814E4">
      <w:pPr>
        <w:pStyle w:val="NoSpacing"/>
      </w:pPr>
    </w:p>
    <w:p w:rsidR="00EB2AA2" w:rsidRPr="007814E4" w:rsidRDefault="00EB2AA2" w:rsidP="007814E4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7814E4">
        <w:rPr>
          <w:rFonts w:ascii="Times New Roman" w:hAnsi="Times New Roman"/>
          <w:b/>
          <w:bCs/>
          <w:sz w:val="24"/>
          <w:szCs w:val="24"/>
        </w:rPr>
        <w:t>О внесении изменений</w:t>
      </w:r>
      <w:r w:rsidRPr="007814E4">
        <w:rPr>
          <w:rFonts w:ascii="Times New Roman" w:hAnsi="Times New Roman"/>
          <w:b/>
          <w:sz w:val="24"/>
          <w:szCs w:val="24"/>
        </w:rPr>
        <w:t xml:space="preserve"> в Порядок проведения антикоррупционной экспертизы муниципальных нормативных правовых актов и проектов муниципальных нормативных правовых актов администрации  Волче-Вражского сельсовета Тамалинского района Пензенской области</w:t>
      </w:r>
      <w:r w:rsidRPr="007814E4">
        <w:rPr>
          <w:rFonts w:ascii="Times New Roman" w:hAnsi="Times New Roman"/>
          <w:b/>
          <w:bCs/>
          <w:sz w:val="24"/>
          <w:szCs w:val="24"/>
        </w:rPr>
        <w:t xml:space="preserve">, утвержденный постановлением администрации </w:t>
      </w:r>
      <w:r w:rsidRPr="007814E4">
        <w:rPr>
          <w:rFonts w:ascii="Times New Roman" w:hAnsi="Times New Roman"/>
          <w:b/>
          <w:sz w:val="24"/>
          <w:szCs w:val="24"/>
        </w:rPr>
        <w:t xml:space="preserve">Волче-Вражского сельсовета </w:t>
      </w:r>
      <w:r w:rsidRPr="007814E4">
        <w:rPr>
          <w:rFonts w:ascii="Times New Roman" w:hAnsi="Times New Roman"/>
          <w:b/>
          <w:bCs/>
          <w:sz w:val="24"/>
          <w:szCs w:val="24"/>
        </w:rPr>
        <w:t>Тамалинского района Пензенской области от 04.04.2012 №16-П.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   В соответствии с федеральными </w:t>
      </w:r>
      <w:hyperlink r:id="rId14" w:history="1">
        <w:r w:rsidRPr="007814E4">
          <w:rPr>
            <w:rFonts w:ascii="Times New Roman" w:hAnsi="Times New Roman"/>
            <w:sz w:val="24"/>
            <w:szCs w:val="24"/>
          </w:rPr>
          <w:t>законам</w:t>
        </w:r>
      </w:hyperlink>
      <w:r w:rsidRPr="007814E4">
        <w:rPr>
          <w:rFonts w:ascii="Times New Roman" w:hAnsi="Times New Roman"/>
          <w:sz w:val="24"/>
          <w:szCs w:val="24"/>
        </w:rPr>
        <w:t xml:space="preserve">и от 06.10.2003 № 131-ФЗ «Об общих принципах организации местного самоуправления в Российской Федерации», от 25.12.2008 № 273-ФЗ «О противодействии коррупции», от 17.07.2009 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актов», </w:t>
      </w:r>
      <w:hyperlink r:id="rId15" w:history="1">
        <w:r w:rsidRPr="007814E4">
          <w:rPr>
            <w:rFonts w:ascii="Times New Roman" w:hAnsi="Times New Roman"/>
            <w:sz w:val="24"/>
            <w:szCs w:val="24"/>
          </w:rPr>
          <w:t>Уставом</w:t>
        </w:r>
      </w:hyperlink>
      <w:r w:rsidRPr="007814E4">
        <w:rPr>
          <w:rFonts w:ascii="Times New Roman" w:hAnsi="Times New Roman"/>
          <w:sz w:val="24"/>
          <w:szCs w:val="24"/>
        </w:rPr>
        <w:t xml:space="preserve"> Волче-Вражского сельсовета Тамалинского района Пензенской области, 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EB2AA2" w:rsidRPr="007814E4" w:rsidRDefault="00EB2AA2" w:rsidP="007814E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814E4">
        <w:rPr>
          <w:rFonts w:ascii="Times New Roman" w:hAnsi="Times New Roman"/>
          <w:b/>
          <w:sz w:val="24"/>
          <w:szCs w:val="24"/>
        </w:rPr>
        <w:t>администрация Волче-Вражского сельсовета Тамалинского района Пензенской области постановляет: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  1. Внести в Порядок проведения антикоррупционной экспертизы муниципальных нормативных правовых актов и проектов муниципальных нормативных правовых актов администрации Волче-Вражского сельсовета Тамалинского района Пензенской области</w:t>
      </w:r>
      <w:r w:rsidRPr="007814E4">
        <w:rPr>
          <w:rFonts w:ascii="Times New Roman" w:hAnsi="Times New Roman"/>
          <w:bCs/>
          <w:sz w:val="24"/>
          <w:szCs w:val="24"/>
        </w:rPr>
        <w:t>, утвержденный постановлением администрации Волче-Вражского сельсовета Тамалинского района Пензенской области от 04.04.2012 № 16-П (далее - Порядок), следующие изменения: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1.1. Пункт 5 Порядка  изложить в новой редакции: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«5.</w:t>
      </w:r>
      <w:r w:rsidRPr="007814E4">
        <w:rPr>
          <w:rFonts w:ascii="Times New Roman" w:hAnsi="Times New Roman"/>
          <w:sz w:val="24"/>
          <w:szCs w:val="24"/>
        </w:rPr>
        <w:t xml:space="preserve"> </w:t>
      </w:r>
      <w:r w:rsidRPr="007814E4">
        <w:rPr>
          <w:rFonts w:ascii="Times New Roman" w:hAnsi="Times New Roman"/>
          <w:bCs/>
          <w:sz w:val="24"/>
          <w:szCs w:val="24"/>
        </w:rPr>
        <w:t>Экспертиза правовых актов и проектов проводится главой администрации Волче-Вражского сельсовета Тамалинского района Пензенской области.».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  1.2. пункт 6 Порядка  изложить в новой редакции: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«6. Решение о проведении экспертизы правовых актов принимается главой администрации Волче-Вражского сельсовета Тамалинского района Пензенской области.».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1.3. Пункт 9 Порядка  изложить в новой редакции: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«9.</w:t>
      </w:r>
      <w:r w:rsidRPr="007814E4">
        <w:rPr>
          <w:rFonts w:ascii="Times New Roman" w:hAnsi="Times New Roman"/>
          <w:sz w:val="24"/>
          <w:szCs w:val="24"/>
        </w:rPr>
        <w:t xml:space="preserve"> </w:t>
      </w:r>
      <w:r w:rsidRPr="007814E4">
        <w:rPr>
          <w:rFonts w:ascii="Times New Roman" w:hAnsi="Times New Roman"/>
          <w:bCs/>
          <w:sz w:val="24"/>
          <w:szCs w:val="24"/>
        </w:rPr>
        <w:t>Результаты экспертизы правовых актов и проектов оформляются: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 9.1. При отсутствии коррупциогенных факторов – визой главы    администрации Волче-Вражского сельсовета Тамалинского  района Пензенской области.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>Виза вносится в лист согласования проекта, содержит инициалы, фамилию, должность, личную подпись, дату визирования и слова «Коррупциогенные факторы не выявлены».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 9.2. При выявлении коррупциогенных факторов – заключением, подписываемым главой администрации Волче-Вражского сельсовета Тамалинского района Пензенской области. Заключение оформляется по форме согласно приложению к настоящему Порядку.».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3. Настоящее </w:t>
      </w:r>
      <w:r w:rsidRPr="007814E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постановление </w:t>
      </w:r>
      <w:r w:rsidRPr="007814E4">
        <w:rPr>
          <w:rFonts w:ascii="Times New Roman" w:hAnsi="Times New Roman"/>
          <w:sz w:val="24"/>
          <w:szCs w:val="24"/>
        </w:rPr>
        <w:t xml:space="preserve"> </w:t>
      </w:r>
      <w:r w:rsidRPr="007814E4">
        <w:rPr>
          <w:rFonts w:ascii="Times New Roman" w:hAnsi="Times New Roman"/>
          <w:bCs/>
          <w:sz w:val="24"/>
          <w:szCs w:val="24"/>
        </w:rPr>
        <w:t>вступает в силу на следующий день после дня его официального опубликования.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4. Настоящее </w:t>
      </w:r>
      <w:r w:rsidRPr="007814E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постановление</w:t>
      </w:r>
      <w:r w:rsidRPr="007814E4">
        <w:rPr>
          <w:rFonts w:ascii="Times New Roman" w:hAnsi="Times New Roman"/>
          <w:bCs/>
          <w:sz w:val="24"/>
          <w:szCs w:val="24"/>
        </w:rPr>
        <w:t xml:space="preserve"> опубликовать в </w:t>
      </w:r>
      <w:r w:rsidRPr="007814E4">
        <w:rPr>
          <w:rFonts w:ascii="Times New Roman" w:hAnsi="Times New Roman"/>
          <w:sz w:val="24"/>
          <w:szCs w:val="24"/>
        </w:rPr>
        <w:t>информационном бюллетене «Сельский вестник».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7814E4">
        <w:rPr>
          <w:rFonts w:ascii="Times New Roman" w:hAnsi="Times New Roman"/>
          <w:bCs/>
          <w:sz w:val="24"/>
          <w:szCs w:val="24"/>
        </w:rPr>
        <w:t xml:space="preserve">   5. Контроль исполнения настоящего постановления</w:t>
      </w:r>
      <w:r w:rsidRPr="007814E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7814E4">
        <w:rPr>
          <w:rFonts w:ascii="Times New Roman" w:hAnsi="Times New Roman"/>
          <w:bCs/>
          <w:sz w:val="24"/>
          <w:szCs w:val="24"/>
        </w:rPr>
        <w:t>возложить на главу администрации Волче-Вражского сельсовета  Тамалинского района Пензенской области.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Глава  администрации Волче-Вражского сельсовета</w:t>
      </w:r>
    </w:p>
    <w:p w:rsidR="00EB2AA2" w:rsidRPr="007814E4" w:rsidRDefault="00EB2AA2" w:rsidP="007814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Тамалинского района  Пензенской области  </w:t>
      </w:r>
      <w:r w:rsidRPr="007814E4">
        <w:rPr>
          <w:rFonts w:ascii="Times New Roman" w:hAnsi="Times New Roman"/>
          <w:sz w:val="24"/>
          <w:szCs w:val="24"/>
        </w:rPr>
        <w:tab/>
        <w:t xml:space="preserve"> </w:t>
      </w:r>
      <w:r w:rsidRPr="007814E4">
        <w:rPr>
          <w:rFonts w:ascii="Times New Roman" w:hAnsi="Times New Roman"/>
          <w:sz w:val="24"/>
          <w:szCs w:val="24"/>
        </w:rPr>
        <w:tab/>
        <w:t xml:space="preserve">            Т.А. Легонькова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>Приложение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>к постановлению администрации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 xml:space="preserve">Волче-Вражского сельсовета 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>Тамалинского района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 xml:space="preserve">Пензенской области 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>от    15.04.2019    № 45-п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>«Приложение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 xml:space="preserve">к Порядку проведения антикоррупционной экспертизы 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 xml:space="preserve">муниципальных нормативных правовых актов 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</w:rPr>
        <w:t xml:space="preserve">и проектов муниципальных нормативных правовых актов 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  <w:b/>
        </w:rPr>
      </w:pPr>
      <w:r w:rsidRPr="007814E4">
        <w:rPr>
          <w:rFonts w:ascii="Times New Roman" w:hAnsi="Times New Roman"/>
        </w:rPr>
        <w:t>администрации Волче-Вражского сельсовета Тамалинского района Пензенской области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  <w:i/>
        </w:rPr>
        <w:t>(кому)</w:t>
      </w:r>
      <w:r w:rsidRPr="007814E4">
        <w:rPr>
          <w:rFonts w:ascii="Times New Roman" w:hAnsi="Times New Roman"/>
        </w:rPr>
        <w:t>……………..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  <w:i/>
        </w:rPr>
      </w:pPr>
      <w:r w:rsidRPr="007814E4">
        <w:rPr>
          <w:rFonts w:ascii="Times New Roman" w:hAnsi="Times New Roman"/>
          <w:i/>
        </w:rPr>
        <w:t>(указать функциональный орган администрации или лицо,</w:t>
      </w:r>
    </w:p>
    <w:p w:rsidR="00EB2AA2" w:rsidRPr="007814E4" w:rsidRDefault="00EB2AA2" w:rsidP="007814E4">
      <w:pPr>
        <w:pStyle w:val="NoSpacing"/>
        <w:jc w:val="right"/>
        <w:rPr>
          <w:rFonts w:ascii="Times New Roman" w:hAnsi="Times New Roman"/>
        </w:rPr>
      </w:pPr>
      <w:r w:rsidRPr="007814E4">
        <w:rPr>
          <w:rFonts w:ascii="Times New Roman" w:hAnsi="Times New Roman"/>
          <w:i/>
        </w:rPr>
        <w:t>которым направляется заключение)</w:t>
      </w:r>
    </w:p>
    <w:p w:rsidR="00EB2AA2" w:rsidRPr="0095714B" w:rsidRDefault="00EB2AA2" w:rsidP="0095714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5714B">
        <w:rPr>
          <w:rFonts w:ascii="Times New Roman" w:hAnsi="Times New Roman"/>
          <w:b/>
          <w:sz w:val="24"/>
          <w:szCs w:val="24"/>
        </w:rPr>
        <w:t>Заключение</w:t>
      </w:r>
    </w:p>
    <w:p w:rsidR="00EB2AA2" w:rsidRPr="0095714B" w:rsidRDefault="00EB2AA2" w:rsidP="0095714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5714B">
        <w:rPr>
          <w:rFonts w:ascii="Times New Roman" w:hAnsi="Times New Roman"/>
          <w:b/>
          <w:sz w:val="24"/>
          <w:szCs w:val="24"/>
        </w:rPr>
        <w:t>по результатам проведения антикоррупционной экспертизы</w:t>
      </w:r>
    </w:p>
    <w:p w:rsidR="00EB2AA2" w:rsidRPr="007814E4" w:rsidRDefault="00EB2AA2" w:rsidP="0095714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…………….</w:t>
      </w:r>
    </w:p>
    <w:p w:rsidR="00EB2AA2" w:rsidRPr="007814E4" w:rsidRDefault="00EB2AA2" w:rsidP="0095714B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7814E4">
        <w:rPr>
          <w:rFonts w:ascii="Times New Roman" w:hAnsi="Times New Roman"/>
          <w:i/>
          <w:sz w:val="24"/>
          <w:szCs w:val="24"/>
        </w:rPr>
        <w:t>(реквизиты муниципального нормативного правового акта,</w:t>
      </w:r>
    </w:p>
    <w:p w:rsidR="00EB2AA2" w:rsidRPr="007814E4" w:rsidRDefault="00EB2AA2" w:rsidP="0095714B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7814E4">
        <w:rPr>
          <w:rFonts w:ascii="Times New Roman" w:hAnsi="Times New Roman"/>
          <w:i/>
          <w:sz w:val="24"/>
          <w:szCs w:val="24"/>
        </w:rPr>
        <w:t>(проекта муниципального нормативного правового акта)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7814E4">
        <w:rPr>
          <w:rFonts w:ascii="Times New Roman" w:hAnsi="Times New Roman"/>
          <w:sz w:val="24"/>
          <w:szCs w:val="24"/>
        </w:rPr>
        <w:t xml:space="preserve">Главой администрации Волче-Вражского сельсовета Тамалинского района Пензенской области </w:t>
      </w:r>
      <w:r w:rsidRPr="007814E4">
        <w:rPr>
          <w:rFonts w:ascii="Times New Roman" w:hAnsi="Times New Roman"/>
          <w:i/>
          <w:sz w:val="24"/>
          <w:szCs w:val="24"/>
        </w:rPr>
        <w:t xml:space="preserve"> </w:t>
      </w:r>
      <w:r w:rsidRPr="007814E4">
        <w:rPr>
          <w:rFonts w:ascii="Times New Roman" w:hAnsi="Times New Roman"/>
          <w:sz w:val="24"/>
          <w:szCs w:val="24"/>
        </w:rPr>
        <w:t>в соответствии с федеральными законами от 17.07.2009 № 172-ФЗ «Об антикоррупционной экспертизе нормативных правовых актов и проектов нормативных правовых актов», от 25.12.2008 № 273-ФЗ «О противодействии коррупции» и Правилами проведения антикоррупционной экспертизы нормативных правовых актов и проектов нормативных правовых актов, утвержденными Постановлением Правительства Российской Федерации от 26.02.2010 № 96, проведена антикоррупционная экспертиза ____________________________________________________________________________________________________________________________________</w:t>
      </w:r>
    </w:p>
    <w:p w:rsidR="00EB2AA2" w:rsidRPr="007814E4" w:rsidRDefault="00EB2AA2" w:rsidP="0095714B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7814E4">
        <w:rPr>
          <w:rFonts w:ascii="Times New Roman" w:hAnsi="Times New Roman"/>
          <w:i/>
          <w:sz w:val="24"/>
          <w:szCs w:val="24"/>
        </w:rPr>
        <w:t>(реквизиты муниципального нормативного правового акта,</w:t>
      </w:r>
    </w:p>
    <w:p w:rsidR="00EB2AA2" w:rsidRPr="007814E4" w:rsidRDefault="00EB2AA2" w:rsidP="0095714B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7814E4">
        <w:rPr>
          <w:rFonts w:ascii="Times New Roman" w:hAnsi="Times New Roman"/>
          <w:i/>
          <w:sz w:val="24"/>
          <w:szCs w:val="24"/>
        </w:rPr>
        <w:t>проекта муниципального нормативного правового акта)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В представленном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7814E4">
        <w:rPr>
          <w:rFonts w:ascii="Times New Roman" w:hAnsi="Times New Roman"/>
          <w:i/>
          <w:sz w:val="24"/>
          <w:szCs w:val="24"/>
        </w:rPr>
        <w:t>(реквизиты муниципального нормативного правового акта, проекта муниципального нормативного правового акта)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выявлены коррупциогенные факторы.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Pr="007814E4">
          <w:rPr>
            <w:rFonts w:ascii="Times New Roman" w:hAnsi="Times New Roman"/>
            <w:sz w:val="24"/>
            <w:szCs w:val="24"/>
          </w:rPr>
          <w:t>&lt;*&gt;</w:t>
        </w:r>
      </w:hyperlink>
      <w:r w:rsidRPr="007814E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В целях устранения выявленных коррупциогенных факторов предлагается ____________________________________________________________________________________________________________________________________ 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i/>
          <w:sz w:val="24"/>
          <w:szCs w:val="24"/>
        </w:rPr>
        <w:t>(указывается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или иной способ)</w:t>
      </w:r>
      <w:r w:rsidRPr="007814E4">
        <w:rPr>
          <w:rFonts w:ascii="Times New Roman" w:hAnsi="Times New Roman"/>
          <w:sz w:val="24"/>
          <w:szCs w:val="24"/>
        </w:rPr>
        <w:t>.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___________________ ________________  ________________________________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7814E4">
        <w:rPr>
          <w:rFonts w:ascii="Times New Roman" w:hAnsi="Times New Roman"/>
          <w:i/>
          <w:sz w:val="24"/>
          <w:szCs w:val="24"/>
        </w:rPr>
        <w:t>(наименование должности)                        (подпись)                          (инициалы, фамилия)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>--------------------------------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14E4">
        <w:rPr>
          <w:rFonts w:ascii="Times New Roman" w:hAnsi="Times New Roman"/>
          <w:sz w:val="24"/>
          <w:szCs w:val="24"/>
        </w:rPr>
        <w:t xml:space="preserve">&lt;*&gt; Отражаются все положения нормативного правового акта или проекта нормативного правового акта,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</w:t>
      </w:r>
      <w:hyperlink r:id="rId17" w:history="1">
        <w:r w:rsidRPr="007814E4">
          <w:rPr>
            <w:rFonts w:ascii="Times New Roman" w:hAnsi="Times New Roman"/>
            <w:sz w:val="24"/>
            <w:szCs w:val="24"/>
          </w:rPr>
          <w:t>методики</w:t>
        </w:r>
      </w:hyperlink>
      <w:r w:rsidRPr="007814E4">
        <w:rPr>
          <w:rFonts w:ascii="Times New Roman" w:hAnsi="Times New Roman"/>
          <w:sz w:val="24"/>
          <w:szCs w:val="24"/>
        </w:rPr>
        <w:t>, утвержденной Постановлением Правительства Российской Федерации от 26.02.2010 № 96».</w:t>
      </w:r>
    </w:p>
    <w:p w:rsidR="00EB2AA2" w:rsidRPr="007814E4" w:rsidRDefault="00EB2AA2" w:rsidP="0095714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B2AA2" w:rsidRDefault="00EB2AA2" w:rsidP="0095714B">
      <w:pPr>
        <w:jc w:val="both"/>
      </w:pPr>
    </w:p>
    <w:p w:rsidR="00EB2AA2" w:rsidRDefault="00EB2AA2" w:rsidP="00F07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EB2AA2" w:rsidRDefault="00EB2AA2" w:rsidP="00F07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EB2AA2" w:rsidRDefault="00EB2AA2" w:rsidP="00F07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EB2AA2" w:rsidRDefault="00EB2AA2" w:rsidP="00F07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EB2AA2" w:rsidRDefault="00EB2AA2" w:rsidP="00F07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EB2AA2" w:rsidRDefault="00EB2AA2" w:rsidP="00F07715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EB2AA2" w:rsidRDefault="00EB2AA2" w:rsidP="00F07715"/>
    <w:p w:rsidR="00EB2AA2" w:rsidRDefault="00EB2AA2" w:rsidP="00F07715"/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B2AA2" w:rsidRDefault="00EB2AA2" w:rsidP="00F07715">
      <w:pPr>
        <w:pStyle w:val="NoSpacing"/>
        <w:rPr>
          <w:rFonts w:ascii="Times New Roman" w:hAnsi="Times New Roman"/>
          <w:b/>
          <w:sz w:val="24"/>
          <w:szCs w:val="24"/>
        </w:rPr>
        <w:sectPr w:rsidR="00EB2AA2" w:rsidSect="00315D05">
          <w:footerReference w:type="default" r:id="rId18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EB2AA2" w:rsidRPr="00CF12E5" w:rsidRDefault="00EB2AA2" w:rsidP="00F07715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EB2AA2" w:rsidRPr="00CF12E5" w:rsidSect="00CF12E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AA2" w:rsidRDefault="00EB2AA2" w:rsidP="00CF12E5">
      <w:pPr>
        <w:spacing w:after="0" w:line="240" w:lineRule="auto"/>
      </w:pPr>
      <w:r>
        <w:separator/>
      </w:r>
    </w:p>
  </w:endnote>
  <w:endnote w:type="continuationSeparator" w:id="0">
    <w:p w:rsidR="00EB2AA2" w:rsidRDefault="00EB2AA2" w:rsidP="00CF1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AA2" w:rsidRDefault="00EB2AA2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EB2AA2" w:rsidRDefault="00EB2A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AA2" w:rsidRDefault="00EB2AA2" w:rsidP="00CF12E5">
      <w:pPr>
        <w:spacing w:after="0" w:line="240" w:lineRule="auto"/>
      </w:pPr>
      <w:r>
        <w:separator/>
      </w:r>
    </w:p>
  </w:footnote>
  <w:footnote w:type="continuationSeparator" w:id="0">
    <w:p w:rsidR="00EB2AA2" w:rsidRDefault="00EB2AA2" w:rsidP="00CF1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85918"/>
    <w:multiLevelType w:val="hybridMultilevel"/>
    <w:tmpl w:val="5446733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7F0DFAA">
      <w:start w:val="1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1">
    <w:nsid w:val="67D354F6"/>
    <w:multiLevelType w:val="hybridMultilevel"/>
    <w:tmpl w:val="3326BA1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D8E3C3B"/>
    <w:multiLevelType w:val="hybridMultilevel"/>
    <w:tmpl w:val="8EE4625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2E5"/>
    <w:rsid w:val="00003A96"/>
    <w:rsid w:val="00015D47"/>
    <w:rsid w:val="00095F17"/>
    <w:rsid w:val="00102792"/>
    <w:rsid w:val="00141856"/>
    <w:rsid w:val="00196D15"/>
    <w:rsid w:val="00315D05"/>
    <w:rsid w:val="003C27E4"/>
    <w:rsid w:val="00483194"/>
    <w:rsid w:val="007814E4"/>
    <w:rsid w:val="007F2D97"/>
    <w:rsid w:val="008C2C26"/>
    <w:rsid w:val="0094413F"/>
    <w:rsid w:val="0095714B"/>
    <w:rsid w:val="00AE74C5"/>
    <w:rsid w:val="00CF12E5"/>
    <w:rsid w:val="00E41C70"/>
    <w:rsid w:val="00E43B92"/>
    <w:rsid w:val="00EB2AA2"/>
    <w:rsid w:val="00ED6CE4"/>
    <w:rsid w:val="00EE22EF"/>
    <w:rsid w:val="00F07715"/>
    <w:rsid w:val="00F31CA7"/>
    <w:rsid w:val="00F34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2E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F12E5"/>
    <w:rPr>
      <w:lang w:eastAsia="en-US"/>
    </w:rPr>
  </w:style>
  <w:style w:type="paragraph" w:styleId="ListParagraph">
    <w:name w:val="List Paragraph"/>
    <w:basedOn w:val="Normal"/>
    <w:uiPriority w:val="99"/>
    <w:qFormat/>
    <w:rsid w:val="00CF12E5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CF12E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CF1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2E5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rsid w:val="00CF1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12E5"/>
    <w:rPr>
      <w:rFonts w:cs="Times New Roman"/>
    </w:rPr>
  </w:style>
  <w:style w:type="paragraph" w:customStyle="1" w:styleId="ConsPlusTitle">
    <w:name w:val="ConsPlusTitle"/>
    <w:uiPriority w:val="99"/>
    <w:rsid w:val="00CF12E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BodyText">
    <w:name w:val="Body Text"/>
    <w:basedOn w:val="Normal"/>
    <w:link w:val="BodyTextChar"/>
    <w:uiPriority w:val="99"/>
    <w:rsid w:val="00CF12E5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F12E5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CF12E5"/>
    <w:rPr>
      <w:rFonts w:ascii="Times New Roman" w:hAnsi="Times New Roman"/>
      <w:sz w:val="22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7814E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14E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7814E4"/>
    <w:pPr>
      <w:spacing w:after="0" w:line="240" w:lineRule="auto"/>
    </w:pPr>
    <w:rPr>
      <w:rFonts w:ascii="Courier New" w:eastAsia="Times New Roman" w:hAnsi="Courier New"/>
      <w:sz w:val="20"/>
      <w:szCs w:val="20"/>
      <w:lang w:val="en-US"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814E4"/>
    <w:rPr>
      <w:rFonts w:ascii="Courier New" w:hAnsi="Courier New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1;n=53841;fld=134;dst=100959" TargetMode="External"/><Relationship Id="rId13" Type="http://schemas.openxmlformats.org/officeDocument/2006/relationships/hyperlink" Target="consultantplus://offline/ref=A3395072ABB2588EEEB98FFBE63DD95522AD83581690280FFF503C5EC1A238840166201E39FB2D5491ECFE14A1E81C5C9307DFAF11B92569B4932D336BKAJ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671;fld=134;dst=101150" TargetMode="External"/><Relationship Id="rId12" Type="http://schemas.openxmlformats.org/officeDocument/2006/relationships/hyperlink" Target="consultantplus://offline/ref=A3395072ABB2588EEEB98FFBE63DD95522AD83581690280FFF503C5EC1A238840166201E39FB2D5491ECFE14A1E81C5C9307DFAF11B92569B4932D336BKAJ" TargetMode="External"/><Relationship Id="rId17" Type="http://schemas.openxmlformats.org/officeDocument/2006/relationships/hyperlink" Target="consultantplus://offline/main?base=LAW;n=98088;fld=134;dst=100027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99352;fld=134;dst=10002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90FE65FBABD5C6B83B3DEFEF92D3573AE80210E144DF6AB14FA97543259F78C0E617BACF8B8B5063DADE47F1817CBF215C8724F64DFB339y4X0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RLAW011;n=53841;fld=134;dst=100959" TargetMode="External"/><Relationship Id="rId10" Type="http://schemas.openxmlformats.org/officeDocument/2006/relationships/hyperlink" Target="consultantplus://offline/ref=A3395072ABB2588EEEB98FFBE63DD95522AD83581690280FFF503C5EC1A238840166201E39FB2D5491ECFE14A1E81C5C9307DFAF11B92569B4932D336BKAJ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99352;fld=134;dst=100024" TargetMode="External"/><Relationship Id="rId14" Type="http://schemas.openxmlformats.org/officeDocument/2006/relationships/hyperlink" Target="consultantplus://offline/main?base=LAW;n=117671;fld=134;dst=1011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8</Pages>
  <Words>2639</Words>
  <Characters>15043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17 от 16 апреля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2020-03-18T14:36:00Z</dcterms:created>
  <dcterms:modified xsi:type="dcterms:W3CDTF">2020-03-18T14:36:00Z</dcterms:modified>
</cp:coreProperties>
</file>