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50D" w:rsidRDefault="0033650D" w:rsidP="007F08B4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18 от 18 апреля 2019  года                                  село  Волчий Враг   «Бесплатно»</w:t>
      </w:r>
    </w:p>
    <w:p w:rsidR="0033650D" w:rsidRDefault="0033650D" w:rsidP="007F08B4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33650D" w:rsidRDefault="0033650D" w:rsidP="007F08B4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33650D" w:rsidRDefault="0033650D" w:rsidP="007F08B4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33650D" w:rsidRDefault="0033650D" w:rsidP="007F08B4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33650D" w:rsidRDefault="0033650D" w:rsidP="007F08B4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33650D" w:rsidRDefault="0033650D" w:rsidP="007F08B4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33650D" w:rsidRDefault="0033650D" w:rsidP="007F08B4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3650D" w:rsidRDefault="0033650D" w:rsidP="007F08B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АДМИНИСТРАЦИЯ ВОЛЧЕ-ВРАЖСКОГО СЕЛЬСОВЕТА </w:t>
      </w:r>
    </w:p>
    <w:p w:rsidR="0033650D" w:rsidRDefault="0033650D" w:rsidP="007F08B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ТАМАЛИНСКОГО РАЙОНА ПЕНЗЕНСКОЙ ОБЛАСТИ</w:t>
      </w:r>
    </w:p>
    <w:p w:rsidR="0033650D" w:rsidRDefault="0033650D" w:rsidP="007F08B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3650D" w:rsidRDefault="0033650D" w:rsidP="007F08B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33650D" w:rsidRDefault="0033650D" w:rsidP="007F08B4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33650D" w:rsidRPr="008840BE" w:rsidTr="007F08B4">
        <w:trPr>
          <w:jc w:val="center"/>
        </w:trPr>
        <w:tc>
          <w:tcPr>
            <w:tcW w:w="284" w:type="dxa"/>
            <w:vAlign w:val="bottom"/>
          </w:tcPr>
          <w:p w:rsidR="0033650D" w:rsidRDefault="003365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3650D" w:rsidRDefault="003365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17.04.2019</w:t>
            </w:r>
          </w:p>
        </w:tc>
        <w:tc>
          <w:tcPr>
            <w:tcW w:w="397" w:type="dxa"/>
          </w:tcPr>
          <w:p w:rsidR="0033650D" w:rsidRDefault="00336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3650D" w:rsidRDefault="003365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50-п</w:t>
            </w:r>
          </w:p>
        </w:tc>
      </w:tr>
      <w:tr w:rsidR="0033650D" w:rsidRPr="008840BE" w:rsidTr="007F08B4">
        <w:trPr>
          <w:jc w:val="center"/>
        </w:trPr>
        <w:tc>
          <w:tcPr>
            <w:tcW w:w="4650" w:type="dxa"/>
            <w:gridSpan w:val="4"/>
          </w:tcPr>
          <w:p w:rsidR="0033650D" w:rsidRDefault="0033650D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33650D" w:rsidRDefault="0033650D" w:rsidP="007F08B4">
      <w:pPr>
        <w:pStyle w:val="ConsPlusTitle"/>
        <w:widowControl/>
        <w:jc w:val="center"/>
        <w:outlineLvl w:val="0"/>
        <w:rPr>
          <w:sz w:val="24"/>
          <w:szCs w:val="24"/>
        </w:rPr>
      </w:pPr>
    </w:p>
    <w:p w:rsidR="0033650D" w:rsidRPr="00122667" w:rsidRDefault="0033650D" w:rsidP="001226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22667">
        <w:rPr>
          <w:rFonts w:ascii="Times New Roman" w:hAnsi="Times New Roman"/>
          <w:b/>
          <w:sz w:val="24"/>
          <w:szCs w:val="24"/>
        </w:rPr>
        <w:t xml:space="preserve">О  внесении изменений в Реестр муниципальных услуг Волче-Вражского сельсовета Тамалинского района Пензенской области. </w:t>
      </w:r>
    </w:p>
    <w:p w:rsidR="0033650D" w:rsidRPr="00122667" w:rsidRDefault="0033650D" w:rsidP="001226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22667">
        <w:rPr>
          <w:rFonts w:ascii="Times New Roman" w:hAnsi="Times New Roman"/>
          <w:sz w:val="24"/>
          <w:szCs w:val="24"/>
        </w:rPr>
        <w:t xml:space="preserve">     В соответствии с Федеральным законом от 27.07.2010 № 210-ФЗ «Об организации предоставления государственных и муниципальных услуг» (с последующими изменениями), руководствуясь Уставом Волче-Вражского сельсовета Тамалинского района Пензенской области, </w:t>
      </w: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33650D" w:rsidRPr="00122667" w:rsidRDefault="0033650D" w:rsidP="00122667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122667">
        <w:rPr>
          <w:rFonts w:ascii="Times New Roman" w:hAnsi="Times New Roman"/>
          <w:b/>
          <w:sz w:val="24"/>
          <w:szCs w:val="24"/>
        </w:rPr>
        <w:t>администрация Волче-Вражского сельсовета Тамалинского района Пензенской области постановляет</w:t>
      </w:r>
      <w:r w:rsidRPr="00122667">
        <w:rPr>
          <w:rFonts w:ascii="Times New Roman" w:hAnsi="Times New Roman"/>
          <w:sz w:val="24"/>
          <w:szCs w:val="24"/>
        </w:rPr>
        <w:t>:</w:t>
      </w:r>
    </w:p>
    <w:p w:rsidR="0033650D" w:rsidRPr="00122667" w:rsidRDefault="0033650D" w:rsidP="001226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22667">
        <w:rPr>
          <w:rFonts w:ascii="Times New Roman" w:hAnsi="Times New Roman"/>
          <w:sz w:val="24"/>
          <w:szCs w:val="24"/>
        </w:rPr>
        <w:t xml:space="preserve">          1. Внести изменения в постановление администрации Волче-Вражского сельсовета Тамалинского района Пензенской области  от 24.12.2018 № 82-п «Об утверждении Реестра муниципальных услуг Волче-Вражского сельсовета Тамалинского района Пензенской области» (далее – Постановление):</w:t>
      </w: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22667">
        <w:rPr>
          <w:rFonts w:ascii="Times New Roman" w:hAnsi="Times New Roman"/>
          <w:sz w:val="24"/>
          <w:szCs w:val="24"/>
        </w:rPr>
        <w:t xml:space="preserve">        1.1. приложение к Постановлению изложить в новой редакции согласно приложению к настоящему постановлению.</w:t>
      </w: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22667">
        <w:rPr>
          <w:rFonts w:ascii="Times New Roman" w:hAnsi="Times New Roman"/>
          <w:sz w:val="24"/>
          <w:szCs w:val="24"/>
        </w:rPr>
        <w:t xml:space="preserve">         2. Настоящее постановление вступает в силу на следующий день после дня его официального опубликования.</w:t>
      </w:r>
    </w:p>
    <w:p w:rsidR="0033650D" w:rsidRPr="00122667" w:rsidRDefault="0033650D" w:rsidP="00122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2667">
        <w:rPr>
          <w:rFonts w:ascii="Times New Roman" w:hAnsi="Times New Roman"/>
          <w:bCs/>
          <w:sz w:val="24"/>
          <w:szCs w:val="24"/>
          <w:lang w:eastAsia="ru-RU"/>
        </w:rPr>
        <w:t xml:space="preserve">          3. Настоящее </w:t>
      </w:r>
      <w:r w:rsidRPr="0012266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постановление</w:t>
      </w:r>
      <w:r w:rsidRPr="00122667">
        <w:rPr>
          <w:rFonts w:ascii="Times New Roman" w:hAnsi="Times New Roman"/>
          <w:bCs/>
          <w:sz w:val="24"/>
          <w:szCs w:val="24"/>
          <w:lang w:eastAsia="ru-RU"/>
        </w:rPr>
        <w:t xml:space="preserve"> опубликовать в </w:t>
      </w:r>
      <w:r w:rsidRPr="00122667">
        <w:rPr>
          <w:rFonts w:ascii="Times New Roman" w:hAnsi="Times New Roman"/>
          <w:sz w:val="24"/>
          <w:szCs w:val="24"/>
        </w:rPr>
        <w:t>информационном бюллетене «Сельский вестник» и разместить на официальном сайте администрации Волче-Вражского сельсовета</w:t>
      </w:r>
      <w:r w:rsidRPr="00122667">
        <w:rPr>
          <w:rFonts w:ascii="Times New Roman" w:hAnsi="Times New Roman"/>
          <w:b/>
          <w:sz w:val="24"/>
          <w:szCs w:val="24"/>
        </w:rPr>
        <w:t xml:space="preserve"> </w:t>
      </w:r>
      <w:r w:rsidRPr="00122667">
        <w:rPr>
          <w:rFonts w:ascii="Times New Roman" w:hAnsi="Times New Roman"/>
          <w:sz w:val="24"/>
          <w:szCs w:val="24"/>
        </w:rPr>
        <w:t>Тамалинского района Пензенской области в информационно-телекоммуникационной сети «Интернет».</w:t>
      </w:r>
    </w:p>
    <w:p w:rsidR="0033650D" w:rsidRPr="00122667" w:rsidRDefault="0033650D" w:rsidP="0012266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2667">
        <w:rPr>
          <w:rFonts w:ascii="Times New Roman" w:hAnsi="Times New Roman" w:cs="Times New Roman"/>
          <w:bCs/>
          <w:sz w:val="24"/>
          <w:szCs w:val="24"/>
        </w:rPr>
        <w:t xml:space="preserve"> 4. </w:t>
      </w:r>
      <w:r w:rsidRPr="00122667">
        <w:rPr>
          <w:rFonts w:ascii="Times New Roman" w:hAnsi="Times New Roman" w:cs="Times New Roman"/>
          <w:sz w:val="24"/>
          <w:szCs w:val="24"/>
        </w:rPr>
        <w:t xml:space="preserve">Контроль  исполнения настоящего постановления возложить на главу администрации Волче-Вражского сельсовета Тамалинского района Пензенской области.       </w:t>
      </w:r>
    </w:p>
    <w:p w:rsidR="0033650D" w:rsidRPr="00122667" w:rsidRDefault="0033650D" w:rsidP="00122667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33650D" w:rsidRDefault="0033650D" w:rsidP="0012266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33650D" w:rsidRDefault="0033650D" w:rsidP="0012266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22667">
        <w:rPr>
          <w:rFonts w:ascii="Times New Roman" w:hAnsi="Times New Roman"/>
          <w:sz w:val="24"/>
          <w:szCs w:val="24"/>
        </w:rPr>
        <w:t xml:space="preserve">Глава администрации Волче-Вражского сельсовета </w:t>
      </w: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22667">
        <w:rPr>
          <w:rFonts w:ascii="Times New Roman" w:hAnsi="Times New Roman"/>
          <w:sz w:val="24"/>
          <w:szCs w:val="24"/>
        </w:rPr>
        <w:t xml:space="preserve">Тамалинского района Пензенсукой области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122667">
        <w:rPr>
          <w:rFonts w:ascii="Times New Roman" w:hAnsi="Times New Roman"/>
          <w:sz w:val="24"/>
          <w:szCs w:val="24"/>
        </w:rPr>
        <w:t xml:space="preserve">    Т.А. Легонькова</w:t>
      </w:r>
    </w:p>
    <w:p w:rsidR="0033650D" w:rsidRPr="00122667" w:rsidRDefault="0033650D" w:rsidP="0012266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650D" w:rsidRDefault="0033650D" w:rsidP="00122667">
      <w:pPr>
        <w:spacing w:after="0"/>
        <w:sectPr w:rsidR="0033650D">
          <w:footerReference w:type="default" r:id="rId7"/>
          <w:pgSz w:w="11906" w:h="16838"/>
          <w:pgMar w:top="1134" w:right="851" w:bottom="1134" w:left="1418" w:header="709" w:footer="709" w:gutter="0"/>
          <w:cols w:space="720"/>
        </w:sectPr>
      </w:pPr>
    </w:p>
    <w:tbl>
      <w:tblPr>
        <w:tblW w:w="0" w:type="auto"/>
        <w:tblLook w:val="00A0"/>
      </w:tblPr>
      <w:tblGrid>
        <w:gridCol w:w="10489"/>
        <w:gridCol w:w="4297"/>
      </w:tblGrid>
      <w:tr w:rsidR="0033650D" w:rsidRPr="008840BE" w:rsidTr="009E4D79">
        <w:tc>
          <w:tcPr>
            <w:tcW w:w="10489" w:type="dxa"/>
          </w:tcPr>
          <w:p w:rsidR="0033650D" w:rsidRPr="008840BE" w:rsidRDefault="0033650D" w:rsidP="009E4D7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297" w:type="dxa"/>
          </w:tcPr>
          <w:p w:rsidR="0033650D" w:rsidRPr="000F329E" w:rsidRDefault="0033650D" w:rsidP="009E4D79">
            <w:pPr>
              <w:pStyle w:val="NoSpacing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</w:t>
            </w:r>
            <w:r w:rsidRPr="000F329E">
              <w:rPr>
                <w:rFonts w:ascii="Times New Roman" w:hAnsi="Times New Roman"/>
              </w:rPr>
              <w:t xml:space="preserve">Приложение к постановлению </w:t>
            </w:r>
            <w:r>
              <w:rPr>
                <w:rFonts w:ascii="Times New Roman" w:hAnsi="Times New Roman"/>
              </w:rPr>
              <w:t xml:space="preserve"> </w:t>
            </w:r>
            <w:r w:rsidRPr="000F329E">
              <w:rPr>
                <w:rFonts w:ascii="Times New Roman" w:hAnsi="Times New Roman"/>
              </w:rPr>
              <w:t>администрации Волче-Вражского</w:t>
            </w:r>
            <w:r>
              <w:rPr>
                <w:rFonts w:ascii="Times New Roman" w:hAnsi="Times New Roman"/>
              </w:rPr>
              <w:t xml:space="preserve"> </w:t>
            </w:r>
            <w:r w:rsidRPr="000F329E">
              <w:rPr>
                <w:rFonts w:ascii="Times New Roman" w:hAnsi="Times New Roman"/>
              </w:rPr>
              <w:t>сельсовета Тамалинского района Пензенской области</w:t>
            </w:r>
          </w:p>
          <w:p w:rsidR="0033650D" w:rsidRPr="000F329E" w:rsidRDefault="0033650D" w:rsidP="009E4D79">
            <w:pPr>
              <w:pStyle w:val="NoSpacing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17.04.2019   № 50-п</w:t>
            </w:r>
          </w:p>
          <w:p w:rsidR="0033650D" w:rsidRPr="000F329E" w:rsidRDefault="0033650D" w:rsidP="009E4D79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33650D" w:rsidRPr="00921EA7" w:rsidRDefault="0033650D" w:rsidP="00122667">
      <w:pPr>
        <w:pStyle w:val="NoSpacing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921EA7">
        <w:rPr>
          <w:rFonts w:ascii="Times New Roman" w:hAnsi="Times New Roman"/>
        </w:rPr>
        <w:t>Приложение</w:t>
      </w:r>
      <w:r>
        <w:rPr>
          <w:rFonts w:ascii="Times New Roman" w:hAnsi="Times New Roman"/>
        </w:rPr>
        <w:t xml:space="preserve"> </w:t>
      </w:r>
      <w:r w:rsidRPr="00921EA7">
        <w:rPr>
          <w:rFonts w:ascii="Times New Roman" w:hAnsi="Times New Roman"/>
        </w:rPr>
        <w:t>к постановлению</w:t>
      </w:r>
    </w:p>
    <w:p w:rsidR="0033650D" w:rsidRDefault="0033650D" w:rsidP="00122667">
      <w:pPr>
        <w:pStyle w:val="NoSpacing"/>
        <w:jc w:val="right"/>
        <w:rPr>
          <w:rFonts w:ascii="Times New Roman" w:hAnsi="Times New Roman"/>
        </w:rPr>
      </w:pPr>
      <w:r w:rsidRPr="00921EA7">
        <w:rPr>
          <w:rFonts w:ascii="Times New Roman" w:hAnsi="Times New Roman"/>
        </w:rPr>
        <w:t>администрации Волче-Вражского сельсовета</w:t>
      </w:r>
    </w:p>
    <w:p w:rsidR="0033650D" w:rsidRPr="00921EA7" w:rsidRDefault="0033650D" w:rsidP="00122667">
      <w:pPr>
        <w:pStyle w:val="NoSpacing"/>
        <w:jc w:val="right"/>
        <w:rPr>
          <w:rFonts w:ascii="Times New Roman" w:hAnsi="Times New Roman"/>
        </w:rPr>
      </w:pPr>
      <w:r w:rsidRPr="00921EA7">
        <w:rPr>
          <w:rFonts w:ascii="Times New Roman" w:hAnsi="Times New Roman"/>
        </w:rPr>
        <w:t xml:space="preserve"> Тамалинского района Пензенской области</w:t>
      </w:r>
    </w:p>
    <w:p w:rsidR="0033650D" w:rsidRDefault="0033650D" w:rsidP="00122667">
      <w:pPr>
        <w:pStyle w:val="NoSpacing"/>
        <w:jc w:val="right"/>
        <w:rPr>
          <w:rFonts w:ascii="Times New Roman" w:hAnsi="Times New Roman"/>
        </w:rPr>
      </w:pPr>
      <w:r w:rsidRPr="00921EA7">
        <w:rPr>
          <w:rFonts w:ascii="Times New Roman" w:hAnsi="Times New Roman"/>
        </w:rPr>
        <w:t xml:space="preserve">от  24.12.2018   № 82-п  </w:t>
      </w:r>
    </w:p>
    <w:p w:rsidR="0033650D" w:rsidRPr="00F7224E" w:rsidRDefault="0033650D" w:rsidP="00122667">
      <w:pPr>
        <w:pStyle w:val="NoSpacing"/>
        <w:jc w:val="right"/>
        <w:rPr>
          <w:rFonts w:ascii="Times New Roman" w:hAnsi="Times New Roman"/>
          <w:sz w:val="16"/>
          <w:szCs w:val="16"/>
        </w:rPr>
      </w:pPr>
    </w:p>
    <w:p w:rsidR="0033650D" w:rsidRPr="00122667" w:rsidRDefault="0033650D" w:rsidP="00122667">
      <w:pPr>
        <w:jc w:val="center"/>
        <w:rPr>
          <w:rFonts w:ascii="Times New Roman" w:hAnsi="Times New Roman"/>
          <w:b/>
          <w:sz w:val="24"/>
          <w:szCs w:val="24"/>
        </w:rPr>
      </w:pPr>
      <w:r w:rsidRPr="00122667">
        <w:rPr>
          <w:rFonts w:ascii="Times New Roman" w:hAnsi="Times New Roman"/>
          <w:b/>
          <w:sz w:val="24"/>
          <w:szCs w:val="24"/>
        </w:rPr>
        <w:t>Реестр муниципальных услуг Волче-Вражского сельсовета Тамалинского района</w:t>
      </w:r>
      <w:r w:rsidRPr="00122667">
        <w:rPr>
          <w:rFonts w:ascii="Times New Roman" w:hAnsi="Times New Roman"/>
          <w:sz w:val="24"/>
          <w:szCs w:val="24"/>
        </w:rPr>
        <w:t xml:space="preserve"> </w:t>
      </w:r>
      <w:r w:rsidRPr="00122667">
        <w:rPr>
          <w:rFonts w:ascii="Times New Roman" w:hAnsi="Times New Roman"/>
          <w:b/>
          <w:sz w:val="24"/>
          <w:szCs w:val="24"/>
        </w:rPr>
        <w:t>Пензенской области</w:t>
      </w: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0"/>
        <w:gridCol w:w="5963"/>
        <w:gridCol w:w="2644"/>
        <w:gridCol w:w="2674"/>
        <w:gridCol w:w="2814"/>
      </w:tblGrid>
      <w:tr w:rsidR="0033650D" w:rsidRPr="008840BE" w:rsidTr="009E4D79">
        <w:trPr>
          <w:trHeight w:val="20"/>
        </w:trPr>
        <w:tc>
          <w:tcPr>
            <w:tcW w:w="15195" w:type="dxa"/>
            <w:gridSpan w:val="5"/>
            <w:vAlign w:val="center"/>
          </w:tcPr>
          <w:p w:rsidR="0033650D" w:rsidRPr="008840BE" w:rsidRDefault="0033650D" w:rsidP="009E4D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place">
              <w:r w:rsidRPr="008840BE">
                <w:rPr>
                  <w:rFonts w:ascii="Times New Roman" w:hAnsi="Times New Roman"/>
                  <w:b/>
                  <w:sz w:val="24"/>
                  <w:szCs w:val="24"/>
                  <w:lang w:val="en-US"/>
                </w:rPr>
                <w:t>I</w:t>
              </w:r>
              <w:r w:rsidRPr="008840BE">
                <w:rPr>
                  <w:rFonts w:ascii="Times New Roman" w:hAnsi="Times New Roman"/>
                  <w:b/>
                  <w:sz w:val="24"/>
                  <w:szCs w:val="24"/>
                </w:rPr>
                <w:t>.</w:t>
              </w:r>
            </w:smartTag>
            <w:r w:rsidRPr="008840BE">
              <w:rPr>
                <w:rFonts w:ascii="Times New Roman" w:hAnsi="Times New Roman"/>
                <w:b/>
                <w:sz w:val="24"/>
                <w:szCs w:val="24"/>
              </w:rPr>
              <w:t xml:space="preserve"> Реестр муниципальных услуг, предоставляемых органами местного самоуправления Волче-Вражского сельсовета Тамалинского района Пензенской области</w:t>
            </w:r>
          </w:p>
        </w:tc>
      </w:tr>
      <w:tr w:rsidR="0033650D" w:rsidRPr="008840BE" w:rsidTr="009E4D79">
        <w:trPr>
          <w:trHeight w:val="20"/>
        </w:trPr>
        <w:tc>
          <w:tcPr>
            <w:tcW w:w="1100" w:type="dxa"/>
            <w:vAlign w:val="center"/>
          </w:tcPr>
          <w:p w:rsidR="0033650D" w:rsidRPr="008840BE" w:rsidRDefault="0033650D" w:rsidP="009E4D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40BE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963" w:type="dxa"/>
            <w:vAlign w:val="center"/>
          </w:tcPr>
          <w:p w:rsidR="0033650D" w:rsidRPr="008840BE" w:rsidRDefault="0033650D" w:rsidP="009E4D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40BE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2644" w:type="dxa"/>
            <w:vAlign w:val="center"/>
          </w:tcPr>
          <w:p w:rsidR="0033650D" w:rsidRPr="008840BE" w:rsidRDefault="0033650D" w:rsidP="009E4D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40BE">
              <w:rPr>
                <w:rFonts w:ascii="Times New Roman" w:hAnsi="Times New Roman"/>
                <w:b/>
                <w:sz w:val="24"/>
                <w:szCs w:val="24"/>
              </w:rPr>
              <w:t>Орган местного самоуправления, предоставляющий</w:t>
            </w:r>
          </w:p>
          <w:p w:rsidR="0033650D" w:rsidRPr="008840BE" w:rsidRDefault="0033650D" w:rsidP="009E4D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40BE">
              <w:rPr>
                <w:rFonts w:ascii="Times New Roman" w:hAnsi="Times New Roman"/>
                <w:b/>
                <w:sz w:val="24"/>
                <w:szCs w:val="24"/>
              </w:rPr>
              <w:t>муниципальную услугу</w:t>
            </w:r>
          </w:p>
        </w:tc>
        <w:tc>
          <w:tcPr>
            <w:tcW w:w="2674" w:type="dxa"/>
            <w:vAlign w:val="center"/>
          </w:tcPr>
          <w:p w:rsidR="0033650D" w:rsidRPr="008840BE" w:rsidRDefault="0033650D" w:rsidP="009E4D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40BE">
              <w:rPr>
                <w:rFonts w:ascii="Times New Roman" w:hAnsi="Times New Roman"/>
                <w:b/>
                <w:sz w:val="24"/>
                <w:szCs w:val="24"/>
              </w:rPr>
              <w:t>Сведения об административном регламенте</w:t>
            </w:r>
          </w:p>
          <w:p w:rsidR="0033650D" w:rsidRPr="008840BE" w:rsidRDefault="0033650D" w:rsidP="009E4D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40BE">
              <w:rPr>
                <w:rFonts w:ascii="Times New Roman" w:hAnsi="Times New Roman"/>
                <w:b/>
                <w:sz w:val="24"/>
                <w:szCs w:val="24"/>
              </w:rPr>
              <w:t>(№ и дата МНПА)</w:t>
            </w:r>
          </w:p>
        </w:tc>
        <w:tc>
          <w:tcPr>
            <w:tcW w:w="2814" w:type="dxa"/>
            <w:vAlign w:val="center"/>
          </w:tcPr>
          <w:p w:rsidR="0033650D" w:rsidRPr="008840BE" w:rsidRDefault="0033650D" w:rsidP="009E4D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8840BE">
              <w:rPr>
                <w:rFonts w:ascii="Times New Roman" w:hAnsi="Times New Roman"/>
                <w:b/>
                <w:sz w:val="24"/>
                <w:szCs w:val="24"/>
              </w:rPr>
              <w:t>Наименование услуг, которые являются необходимыми и обязательными для предоставления муниципальной услуги.</w:t>
            </w:r>
            <w:r w:rsidRPr="008840B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33650D" w:rsidRPr="008840BE" w:rsidTr="009E4D79">
        <w:trPr>
          <w:trHeight w:val="20"/>
        </w:trPr>
        <w:tc>
          <w:tcPr>
            <w:tcW w:w="1100" w:type="dxa"/>
            <w:vAlign w:val="center"/>
          </w:tcPr>
          <w:p w:rsidR="0033650D" w:rsidRDefault="0033650D" w:rsidP="0012266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3650D" w:rsidRPr="008840BE" w:rsidRDefault="0033650D" w:rsidP="0012266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4" w:type="dxa"/>
            <w:vAlign w:val="center"/>
          </w:tcPr>
          <w:p w:rsidR="0033650D" w:rsidRPr="008840BE" w:rsidRDefault="0033650D" w:rsidP="0012266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74" w:type="dxa"/>
            <w:vAlign w:val="center"/>
          </w:tcPr>
          <w:p w:rsidR="0033650D" w:rsidRPr="008840BE" w:rsidRDefault="0033650D" w:rsidP="0012266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14" w:type="dxa"/>
            <w:vAlign w:val="center"/>
          </w:tcPr>
          <w:p w:rsidR="0033650D" w:rsidRPr="008840BE" w:rsidRDefault="0033650D" w:rsidP="0012266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650D" w:rsidRPr="008840BE" w:rsidTr="009E4D79">
        <w:trPr>
          <w:trHeight w:val="20"/>
        </w:trPr>
        <w:tc>
          <w:tcPr>
            <w:tcW w:w="1100" w:type="dxa"/>
            <w:vAlign w:val="center"/>
          </w:tcPr>
          <w:p w:rsidR="0033650D" w:rsidRPr="000F329E" w:rsidRDefault="0033650D" w:rsidP="001226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3650D" w:rsidRPr="00241F31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аренду.</w:t>
            </w:r>
          </w:p>
        </w:tc>
        <w:tc>
          <w:tcPr>
            <w:tcW w:w="2644" w:type="dxa"/>
            <w:vAlign w:val="center"/>
          </w:tcPr>
          <w:p w:rsidR="0033650D" w:rsidRPr="00241F31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3650D" w:rsidRPr="004627F2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21-п</w:t>
            </w:r>
          </w:p>
        </w:tc>
        <w:tc>
          <w:tcPr>
            <w:tcW w:w="2814" w:type="dxa"/>
            <w:vAlign w:val="center"/>
          </w:tcPr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3650D" w:rsidRPr="008840BE" w:rsidTr="009E4D79">
        <w:trPr>
          <w:trHeight w:val="20"/>
        </w:trPr>
        <w:tc>
          <w:tcPr>
            <w:tcW w:w="1100" w:type="dxa"/>
            <w:vAlign w:val="center"/>
          </w:tcPr>
          <w:p w:rsidR="0033650D" w:rsidRPr="00EC7109" w:rsidRDefault="0033650D" w:rsidP="001226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3650D" w:rsidRPr="00EC7109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C7109">
              <w:rPr>
                <w:rFonts w:ascii="Times New Roman" w:hAnsi="Times New Roman"/>
                <w:sz w:val="24"/>
                <w:szCs w:val="24"/>
              </w:rPr>
              <w:t>Предоставление выписки из реестра муниципального имущества.</w:t>
            </w:r>
          </w:p>
        </w:tc>
        <w:tc>
          <w:tcPr>
            <w:tcW w:w="2644" w:type="dxa"/>
            <w:vAlign w:val="center"/>
          </w:tcPr>
          <w:p w:rsidR="0033650D" w:rsidRPr="00EC7109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C7109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  <w:p w:rsidR="0033650D" w:rsidRPr="00EC7109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4" w:type="dxa"/>
            <w:vAlign w:val="center"/>
          </w:tcPr>
          <w:p w:rsidR="0033650D" w:rsidRPr="004627F2" w:rsidRDefault="0033650D" w:rsidP="009E4D79">
            <w:pPr>
              <w:pStyle w:val="NoSpacing"/>
              <w:rPr>
                <w:rFonts w:ascii="Times New Roman" w:hAnsi="Times New Roman"/>
                <w:color w:val="FF0000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6-п</w:t>
            </w:r>
          </w:p>
        </w:tc>
        <w:tc>
          <w:tcPr>
            <w:tcW w:w="2814" w:type="dxa"/>
            <w:vAlign w:val="center"/>
          </w:tcPr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3650D" w:rsidRPr="008840BE" w:rsidTr="009E4D79">
        <w:trPr>
          <w:trHeight w:val="20"/>
        </w:trPr>
        <w:tc>
          <w:tcPr>
            <w:tcW w:w="1100" w:type="dxa"/>
            <w:vAlign w:val="center"/>
          </w:tcPr>
          <w:p w:rsidR="0033650D" w:rsidRPr="000F329E" w:rsidRDefault="0033650D" w:rsidP="001226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3650D" w:rsidRPr="000F329E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C7109">
              <w:rPr>
                <w:rFonts w:ascii="Times New Roman" w:hAnsi="Times New Roman"/>
                <w:sz w:val="24"/>
                <w:szCs w:val="24"/>
              </w:rPr>
              <w:t>Предоставление муниципального имущества в аренду.</w:t>
            </w:r>
          </w:p>
        </w:tc>
        <w:tc>
          <w:tcPr>
            <w:tcW w:w="2644" w:type="dxa"/>
            <w:vAlign w:val="center"/>
          </w:tcPr>
          <w:p w:rsidR="0033650D" w:rsidRPr="000F329E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3650D" w:rsidRPr="004627F2" w:rsidRDefault="0033650D" w:rsidP="009E4D79">
            <w:pPr>
              <w:pStyle w:val="NoSpacing"/>
              <w:rPr>
                <w:rFonts w:ascii="Times New Roman" w:hAnsi="Times New Roman"/>
                <w:color w:val="FF0000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7-п</w:t>
            </w:r>
          </w:p>
        </w:tc>
        <w:tc>
          <w:tcPr>
            <w:tcW w:w="2814" w:type="dxa"/>
            <w:vAlign w:val="center"/>
          </w:tcPr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3650D" w:rsidRPr="008840BE" w:rsidTr="009E4D79">
        <w:trPr>
          <w:trHeight w:val="20"/>
        </w:trPr>
        <w:tc>
          <w:tcPr>
            <w:tcW w:w="1100" w:type="dxa"/>
            <w:vAlign w:val="center"/>
          </w:tcPr>
          <w:p w:rsidR="0033650D" w:rsidRPr="000F329E" w:rsidRDefault="0033650D" w:rsidP="001226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3650D" w:rsidRPr="00EC7109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C7109">
              <w:rPr>
                <w:rFonts w:ascii="Times New Roman" w:hAnsi="Times New Roman"/>
                <w:sz w:val="24"/>
                <w:szCs w:val="24"/>
              </w:rPr>
              <w:t xml:space="preserve">Предоставление муниципального имущества в безвозмездное пользование. </w:t>
            </w:r>
          </w:p>
        </w:tc>
        <w:tc>
          <w:tcPr>
            <w:tcW w:w="2644" w:type="dxa"/>
            <w:vAlign w:val="center"/>
          </w:tcPr>
          <w:p w:rsidR="0033650D" w:rsidRPr="000F329E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3650D" w:rsidRPr="004627F2" w:rsidRDefault="0033650D" w:rsidP="009E4D79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8-п</w:t>
            </w:r>
          </w:p>
        </w:tc>
        <w:tc>
          <w:tcPr>
            <w:tcW w:w="2814" w:type="dxa"/>
            <w:vAlign w:val="center"/>
          </w:tcPr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3650D" w:rsidRPr="008840BE" w:rsidTr="009E4D79">
        <w:trPr>
          <w:trHeight w:val="20"/>
        </w:trPr>
        <w:tc>
          <w:tcPr>
            <w:tcW w:w="1100" w:type="dxa"/>
            <w:vAlign w:val="center"/>
          </w:tcPr>
          <w:p w:rsidR="0033650D" w:rsidRPr="000F329E" w:rsidRDefault="0033650D" w:rsidP="001226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3650D" w:rsidRPr="00241F31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Предварительное согласование предоставления земельного участка, находящегося в муниципальной собственности.</w:t>
            </w:r>
          </w:p>
        </w:tc>
        <w:tc>
          <w:tcPr>
            <w:tcW w:w="2644" w:type="dxa"/>
            <w:vAlign w:val="center"/>
          </w:tcPr>
          <w:p w:rsidR="0033650D" w:rsidRPr="00241F31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3650D" w:rsidRPr="004627F2" w:rsidRDefault="0033650D" w:rsidP="009E4D79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15-п</w:t>
            </w:r>
          </w:p>
        </w:tc>
        <w:tc>
          <w:tcPr>
            <w:tcW w:w="2814" w:type="dxa"/>
            <w:vAlign w:val="center"/>
          </w:tcPr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           </w:t>
            </w:r>
          </w:p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-Выписки из ЕГРН об основных характеристиках и зарегистрированных правах на объект  недвижимости</w:t>
            </w:r>
          </w:p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-Выписки из ЕГРН об основных характеристиках и зарегистрированных правах </w:t>
            </w:r>
          </w:p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отдельного лица на объект недвижимости</w:t>
            </w:r>
          </w:p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-Выписок из ЕГРЮЛ</w:t>
            </w:r>
          </w:p>
        </w:tc>
      </w:tr>
      <w:tr w:rsidR="0033650D" w:rsidRPr="008840BE" w:rsidTr="009E4D79">
        <w:trPr>
          <w:trHeight w:val="20"/>
        </w:trPr>
        <w:tc>
          <w:tcPr>
            <w:tcW w:w="1100" w:type="dxa"/>
            <w:vAlign w:val="center"/>
          </w:tcPr>
          <w:p w:rsidR="0033650D" w:rsidRPr="000F329E" w:rsidRDefault="0033650D" w:rsidP="001226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3650D" w:rsidRPr="00241F31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Подготовка и утверждение схемы расположения земельного участка или земельных участков на кадастровом плане территории.</w:t>
            </w:r>
          </w:p>
        </w:tc>
        <w:tc>
          <w:tcPr>
            <w:tcW w:w="2644" w:type="dxa"/>
          </w:tcPr>
          <w:p w:rsidR="0033650D" w:rsidRPr="00241F31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3650D" w:rsidRPr="004627F2" w:rsidRDefault="0033650D" w:rsidP="009E4D79">
            <w:pPr>
              <w:pStyle w:val="NoSpacing"/>
              <w:rPr>
                <w:rFonts w:ascii="Times New Roman" w:hAnsi="Times New Roman"/>
                <w:color w:val="FF0000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19-п</w:t>
            </w:r>
          </w:p>
        </w:tc>
        <w:tc>
          <w:tcPr>
            <w:tcW w:w="2814" w:type="dxa"/>
            <w:vAlign w:val="center"/>
          </w:tcPr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           </w:t>
            </w:r>
          </w:p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-Выписки из ЕГРН об основных характеристиках и зарегистрированных правах на объект  недвижимости</w:t>
            </w:r>
          </w:p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-Выписки из ЕГРН об основных характеристиках и зарегистрированных правах </w:t>
            </w:r>
          </w:p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отдельного лица на объект недвижимости</w:t>
            </w:r>
          </w:p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-Выписок из ЕГРЮЛ</w:t>
            </w:r>
          </w:p>
        </w:tc>
      </w:tr>
      <w:tr w:rsidR="0033650D" w:rsidRPr="008840BE" w:rsidTr="009E4D79">
        <w:trPr>
          <w:trHeight w:val="20"/>
        </w:trPr>
        <w:tc>
          <w:tcPr>
            <w:tcW w:w="1100" w:type="dxa"/>
            <w:vAlign w:val="center"/>
          </w:tcPr>
          <w:p w:rsidR="0033650D" w:rsidRPr="000F329E" w:rsidRDefault="0033650D" w:rsidP="001226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3650D" w:rsidRPr="00241F31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Предоставление земельного участка, находящегося в муниципальной собственности, гражданину или юридическому лицу в собственность бесплатно.</w:t>
            </w:r>
          </w:p>
        </w:tc>
        <w:tc>
          <w:tcPr>
            <w:tcW w:w="2644" w:type="dxa"/>
          </w:tcPr>
          <w:p w:rsidR="0033650D" w:rsidRPr="00241F31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3650D" w:rsidRPr="004627F2" w:rsidRDefault="0033650D" w:rsidP="009E4D79">
            <w:pPr>
              <w:pStyle w:val="NoSpacing"/>
              <w:rPr>
                <w:rFonts w:ascii="Times New Roman" w:hAnsi="Times New Roman"/>
                <w:color w:val="FF0000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16-п</w:t>
            </w:r>
          </w:p>
        </w:tc>
        <w:tc>
          <w:tcPr>
            <w:tcW w:w="2814" w:type="dxa"/>
            <w:vAlign w:val="center"/>
          </w:tcPr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           </w:t>
            </w:r>
          </w:p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-Выписки из ЕГРН об основных характеристиках и зарегистрированных правах на объект  недвижимости</w:t>
            </w:r>
          </w:p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-Выписки из ЕГРН об основных характеристиках и зарегистрированных правах </w:t>
            </w:r>
          </w:p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отдельного лица на объект недвижимости</w:t>
            </w:r>
          </w:p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-Выписок из ЕГРЮЛ</w:t>
            </w:r>
          </w:p>
        </w:tc>
      </w:tr>
      <w:tr w:rsidR="0033650D" w:rsidRPr="008840BE" w:rsidTr="009E4D79">
        <w:trPr>
          <w:trHeight w:val="20"/>
        </w:trPr>
        <w:tc>
          <w:tcPr>
            <w:tcW w:w="1100" w:type="dxa"/>
            <w:vAlign w:val="center"/>
          </w:tcPr>
          <w:p w:rsidR="0033650D" w:rsidRPr="000F329E" w:rsidRDefault="0033650D" w:rsidP="001226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3650D" w:rsidRPr="00241F31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Продажа и предоставление в аренду земельных участков, находящихся в муниципальной собственности, на торгах.</w:t>
            </w:r>
          </w:p>
        </w:tc>
        <w:tc>
          <w:tcPr>
            <w:tcW w:w="2644" w:type="dxa"/>
          </w:tcPr>
          <w:p w:rsidR="0033650D" w:rsidRPr="00241F31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3650D" w:rsidRPr="004627F2" w:rsidRDefault="0033650D" w:rsidP="009E4D79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14-п</w:t>
            </w:r>
          </w:p>
        </w:tc>
        <w:tc>
          <w:tcPr>
            <w:tcW w:w="2814" w:type="dxa"/>
            <w:vAlign w:val="center"/>
          </w:tcPr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           </w:t>
            </w:r>
          </w:p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-Выписки из ЕГРН об основных характеристиках и зарегистрированных правах на объект  недвижимости</w:t>
            </w:r>
          </w:p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-Выписки из ЕГРН об основных характеристиках и зарегистрированных правах </w:t>
            </w:r>
          </w:p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отдельного лица на объект недвижимости</w:t>
            </w:r>
          </w:p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-Выписок из ЕГРЮЛ</w:t>
            </w:r>
          </w:p>
        </w:tc>
      </w:tr>
      <w:tr w:rsidR="0033650D" w:rsidRPr="008840BE" w:rsidTr="009E4D79">
        <w:trPr>
          <w:trHeight w:val="20"/>
        </w:trPr>
        <w:tc>
          <w:tcPr>
            <w:tcW w:w="1100" w:type="dxa"/>
            <w:vAlign w:val="center"/>
          </w:tcPr>
          <w:p w:rsidR="0033650D" w:rsidRPr="000F329E" w:rsidRDefault="0033650D" w:rsidP="001226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3650D" w:rsidRPr="000F329E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Предоставление земельных участков, находящихся в муниципальной собственности, без проведения торгов, в собственность, аренду, безвозмездное пользование.</w:t>
            </w:r>
          </w:p>
        </w:tc>
        <w:tc>
          <w:tcPr>
            <w:tcW w:w="2644" w:type="dxa"/>
          </w:tcPr>
          <w:p w:rsidR="0033650D" w:rsidRPr="000F329E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3650D" w:rsidRPr="004627F2" w:rsidRDefault="0033650D" w:rsidP="009E4D79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23-п</w:t>
            </w:r>
          </w:p>
        </w:tc>
        <w:tc>
          <w:tcPr>
            <w:tcW w:w="2814" w:type="dxa"/>
            <w:vAlign w:val="center"/>
          </w:tcPr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           </w:t>
            </w:r>
          </w:p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-Выписки из ЕГРН об основных характеристиках и зарегистрированных правах на объект  недвижимости</w:t>
            </w:r>
          </w:p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-Выписки из ЕГРН об основных характеристиках и зарегистрированных правах </w:t>
            </w:r>
          </w:p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отдельного лица на объект недвижимости</w:t>
            </w:r>
          </w:p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-Выписок из ЕГРЮЛ</w:t>
            </w:r>
          </w:p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3650D" w:rsidRPr="008840BE" w:rsidTr="009E4D79">
        <w:trPr>
          <w:trHeight w:val="20"/>
        </w:trPr>
        <w:tc>
          <w:tcPr>
            <w:tcW w:w="1100" w:type="dxa"/>
            <w:vAlign w:val="center"/>
          </w:tcPr>
          <w:p w:rsidR="0033650D" w:rsidRPr="000F329E" w:rsidRDefault="0033650D" w:rsidP="001226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3650D" w:rsidRPr="00241F31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Предоставление земельного участка, находящегося в муниципальной собственности, в постоянное (бессрочное) пользование.</w:t>
            </w:r>
          </w:p>
        </w:tc>
        <w:tc>
          <w:tcPr>
            <w:tcW w:w="2644" w:type="dxa"/>
          </w:tcPr>
          <w:p w:rsidR="0033650D" w:rsidRPr="00241F31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3650D" w:rsidRPr="004627F2" w:rsidRDefault="0033650D" w:rsidP="009E4D79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18-п</w:t>
            </w:r>
          </w:p>
        </w:tc>
        <w:tc>
          <w:tcPr>
            <w:tcW w:w="2814" w:type="dxa"/>
            <w:vAlign w:val="center"/>
          </w:tcPr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           </w:t>
            </w:r>
          </w:p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-Выписки из ЕГРН об основных характеристиках и зарегистрированных правах на объект  недвижимости</w:t>
            </w:r>
          </w:p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-Выписки из ЕГРН об основных характеристиках и зарегистрированных правах </w:t>
            </w:r>
          </w:p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отдельного лица на объект недвижимости</w:t>
            </w:r>
          </w:p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-Выписок из ЕГРЮЛ</w:t>
            </w:r>
          </w:p>
        </w:tc>
      </w:tr>
      <w:tr w:rsidR="0033650D" w:rsidRPr="008840BE" w:rsidTr="009E4D79">
        <w:trPr>
          <w:trHeight w:val="20"/>
        </w:trPr>
        <w:tc>
          <w:tcPr>
            <w:tcW w:w="1100" w:type="dxa"/>
            <w:vAlign w:val="center"/>
          </w:tcPr>
          <w:p w:rsidR="0033650D" w:rsidRPr="000F329E" w:rsidRDefault="0033650D" w:rsidP="001226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3650D" w:rsidRPr="00241F31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Принятие решения об изъятии земельного участка, для муниципальных нужд, в том числе для размещения объектов местного значения.</w:t>
            </w:r>
          </w:p>
          <w:p w:rsidR="0033650D" w:rsidRPr="00241F31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</w:tcPr>
          <w:p w:rsidR="0033650D" w:rsidRPr="00241F31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3650D" w:rsidRPr="004627F2" w:rsidRDefault="0033650D" w:rsidP="009E4D79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17-п</w:t>
            </w:r>
          </w:p>
        </w:tc>
        <w:tc>
          <w:tcPr>
            <w:tcW w:w="2814" w:type="dxa"/>
            <w:vAlign w:val="center"/>
          </w:tcPr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3650D" w:rsidRPr="008840BE" w:rsidTr="009E4D79">
        <w:trPr>
          <w:trHeight w:val="20"/>
        </w:trPr>
        <w:tc>
          <w:tcPr>
            <w:tcW w:w="1100" w:type="dxa"/>
            <w:vAlign w:val="center"/>
          </w:tcPr>
          <w:p w:rsidR="0033650D" w:rsidRPr="000F329E" w:rsidRDefault="0033650D" w:rsidP="001226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3650D" w:rsidRPr="000F329E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Постановка на учет  граждан, имеющих трех и более детей, имеющих право на предоставление земельных участков в собственность бесплатно, для индивидуального жилищного строительства.</w:t>
            </w:r>
          </w:p>
        </w:tc>
        <w:tc>
          <w:tcPr>
            <w:tcW w:w="2644" w:type="dxa"/>
          </w:tcPr>
          <w:p w:rsidR="0033650D" w:rsidRPr="000F329E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3650D" w:rsidRPr="004627F2" w:rsidRDefault="0033650D" w:rsidP="009E4D79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13-п</w:t>
            </w:r>
          </w:p>
        </w:tc>
        <w:tc>
          <w:tcPr>
            <w:tcW w:w="2814" w:type="dxa"/>
            <w:vAlign w:val="center"/>
          </w:tcPr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3650D" w:rsidRPr="008840BE" w:rsidTr="009E4D79">
        <w:trPr>
          <w:trHeight w:val="20"/>
        </w:trPr>
        <w:tc>
          <w:tcPr>
            <w:tcW w:w="1100" w:type="dxa"/>
            <w:vAlign w:val="center"/>
          </w:tcPr>
          <w:p w:rsidR="0033650D" w:rsidRPr="000F329E" w:rsidRDefault="0033650D" w:rsidP="001226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3650D" w:rsidRPr="00241F31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Принятие решения о предоставлении в собственность земельного участка для индивидуального жилищного строительства гражданам, имеющим 3 и более детей.</w:t>
            </w:r>
          </w:p>
        </w:tc>
        <w:tc>
          <w:tcPr>
            <w:tcW w:w="2644" w:type="dxa"/>
          </w:tcPr>
          <w:p w:rsidR="0033650D" w:rsidRPr="00241F31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3650D" w:rsidRPr="004627F2" w:rsidRDefault="0033650D" w:rsidP="009E4D79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12-п</w:t>
            </w:r>
          </w:p>
        </w:tc>
        <w:tc>
          <w:tcPr>
            <w:tcW w:w="2814" w:type="dxa"/>
            <w:vAlign w:val="center"/>
          </w:tcPr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3650D" w:rsidRPr="008840BE" w:rsidTr="009E4D79">
        <w:trPr>
          <w:trHeight w:val="20"/>
        </w:trPr>
        <w:tc>
          <w:tcPr>
            <w:tcW w:w="1100" w:type="dxa"/>
            <w:vAlign w:val="center"/>
          </w:tcPr>
          <w:p w:rsidR="0033650D" w:rsidRPr="000F329E" w:rsidRDefault="0033650D" w:rsidP="001226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3650D" w:rsidRPr="00EC7109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C7109">
              <w:rPr>
                <w:rFonts w:ascii="Times New Roman" w:hAnsi="Times New Roman"/>
                <w:sz w:val="24"/>
                <w:szCs w:val="24"/>
              </w:rPr>
              <w:t>Присвоение и аннулирование адресов.</w:t>
            </w:r>
          </w:p>
        </w:tc>
        <w:tc>
          <w:tcPr>
            <w:tcW w:w="2644" w:type="dxa"/>
          </w:tcPr>
          <w:p w:rsidR="0033650D" w:rsidRPr="00EC7109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C7109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3650D" w:rsidRPr="004627F2" w:rsidRDefault="0033650D" w:rsidP="009E4D79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16.01.2019 № 3-п</w:t>
            </w:r>
          </w:p>
        </w:tc>
        <w:tc>
          <w:tcPr>
            <w:tcW w:w="2814" w:type="dxa"/>
            <w:vAlign w:val="center"/>
          </w:tcPr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3650D" w:rsidRPr="008840BE" w:rsidTr="009E4D79">
        <w:trPr>
          <w:trHeight w:val="20"/>
        </w:trPr>
        <w:tc>
          <w:tcPr>
            <w:tcW w:w="1100" w:type="dxa"/>
            <w:vAlign w:val="center"/>
          </w:tcPr>
          <w:p w:rsidR="0033650D" w:rsidRPr="000F329E" w:rsidRDefault="0033650D" w:rsidP="001226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3650D" w:rsidRPr="00241F31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Перевод жилого помещения в нежилое или нежилого помещения в жилое.</w:t>
            </w:r>
          </w:p>
        </w:tc>
        <w:tc>
          <w:tcPr>
            <w:tcW w:w="2644" w:type="dxa"/>
          </w:tcPr>
          <w:p w:rsidR="0033650D" w:rsidRPr="000F329E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3650D" w:rsidRPr="004627F2" w:rsidRDefault="0033650D" w:rsidP="009E4D79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9-п</w:t>
            </w:r>
          </w:p>
        </w:tc>
        <w:tc>
          <w:tcPr>
            <w:tcW w:w="2814" w:type="dxa"/>
            <w:vAlign w:val="center"/>
          </w:tcPr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3650D" w:rsidRPr="008840BE" w:rsidTr="009E4D79">
        <w:trPr>
          <w:trHeight w:val="20"/>
        </w:trPr>
        <w:tc>
          <w:tcPr>
            <w:tcW w:w="1100" w:type="dxa"/>
            <w:vAlign w:val="center"/>
          </w:tcPr>
          <w:p w:rsidR="0033650D" w:rsidRPr="000F329E" w:rsidRDefault="0033650D" w:rsidP="001226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3650D" w:rsidRPr="000F329E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Постановка на учет малоимущих граждан в качестве нуждающихся в жилых помещениях</w:t>
            </w:r>
          </w:p>
        </w:tc>
        <w:tc>
          <w:tcPr>
            <w:tcW w:w="2644" w:type="dxa"/>
          </w:tcPr>
          <w:p w:rsidR="0033650D" w:rsidRPr="000F329E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3650D" w:rsidRPr="004627F2" w:rsidRDefault="0033650D" w:rsidP="009E4D79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22-п</w:t>
            </w:r>
          </w:p>
        </w:tc>
        <w:tc>
          <w:tcPr>
            <w:tcW w:w="2814" w:type="dxa"/>
            <w:vAlign w:val="center"/>
          </w:tcPr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3650D" w:rsidRPr="008840BE" w:rsidTr="009E4D79">
        <w:trPr>
          <w:trHeight w:val="20"/>
        </w:trPr>
        <w:tc>
          <w:tcPr>
            <w:tcW w:w="1100" w:type="dxa"/>
            <w:vAlign w:val="center"/>
          </w:tcPr>
          <w:p w:rsidR="0033650D" w:rsidRPr="000F329E" w:rsidRDefault="0033650D" w:rsidP="001226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3650D" w:rsidRPr="000F329E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Выдача порубочного билета и (или) разрешения на пересадку деревьев и кустарников.</w:t>
            </w:r>
          </w:p>
        </w:tc>
        <w:tc>
          <w:tcPr>
            <w:tcW w:w="2644" w:type="dxa"/>
          </w:tcPr>
          <w:p w:rsidR="0033650D" w:rsidRPr="000F329E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3650D" w:rsidRPr="004627F2" w:rsidRDefault="0033650D" w:rsidP="009E4D79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10-п</w:t>
            </w:r>
          </w:p>
        </w:tc>
        <w:tc>
          <w:tcPr>
            <w:tcW w:w="2814" w:type="dxa"/>
            <w:vAlign w:val="center"/>
          </w:tcPr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3650D" w:rsidRPr="008840BE" w:rsidTr="009E4D79">
        <w:trPr>
          <w:trHeight w:val="20"/>
        </w:trPr>
        <w:tc>
          <w:tcPr>
            <w:tcW w:w="1100" w:type="dxa"/>
            <w:vAlign w:val="center"/>
          </w:tcPr>
          <w:p w:rsidR="0033650D" w:rsidRPr="000F329E" w:rsidRDefault="0033650D" w:rsidP="001226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3650D" w:rsidRPr="000F329E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C7109">
              <w:rPr>
                <w:rFonts w:ascii="Times New Roman" w:hAnsi="Times New Roman"/>
                <w:sz w:val="24"/>
                <w:szCs w:val="24"/>
              </w:rPr>
              <w:t>Выдача разрешения на осуществление земляных работ.</w:t>
            </w:r>
          </w:p>
        </w:tc>
        <w:tc>
          <w:tcPr>
            <w:tcW w:w="2644" w:type="dxa"/>
          </w:tcPr>
          <w:p w:rsidR="0033650D" w:rsidRPr="000F329E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3650D" w:rsidRPr="004627F2" w:rsidRDefault="0033650D" w:rsidP="009E4D79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16.01.2019 № 2-п</w:t>
            </w:r>
          </w:p>
        </w:tc>
        <w:tc>
          <w:tcPr>
            <w:tcW w:w="2814" w:type="dxa"/>
            <w:vAlign w:val="center"/>
          </w:tcPr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3650D" w:rsidRPr="008840BE" w:rsidTr="009E4D79">
        <w:trPr>
          <w:trHeight w:val="20"/>
        </w:trPr>
        <w:tc>
          <w:tcPr>
            <w:tcW w:w="1100" w:type="dxa"/>
            <w:vAlign w:val="center"/>
          </w:tcPr>
          <w:p w:rsidR="0033650D" w:rsidRPr="000F329E" w:rsidRDefault="0033650D" w:rsidP="001226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3650D" w:rsidRPr="000F329E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Предоставление права на размещение нестационарных торговых объектов.</w:t>
            </w:r>
          </w:p>
        </w:tc>
        <w:tc>
          <w:tcPr>
            <w:tcW w:w="2644" w:type="dxa"/>
          </w:tcPr>
          <w:p w:rsidR="0033650D" w:rsidRPr="000F329E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3650D" w:rsidRPr="004627F2" w:rsidRDefault="0033650D" w:rsidP="009E4D79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24-п</w:t>
            </w:r>
          </w:p>
        </w:tc>
        <w:tc>
          <w:tcPr>
            <w:tcW w:w="2814" w:type="dxa"/>
            <w:vAlign w:val="center"/>
          </w:tcPr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3650D" w:rsidRPr="008840BE" w:rsidTr="009E4D79">
        <w:trPr>
          <w:trHeight w:val="627"/>
        </w:trPr>
        <w:tc>
          <w:tcPr>
            <w:tcW w:w="1100" w:type="dxa"/>
            <w:vAlign w:val="center"/>
          </w:tcPr>
          <w:p w:rsidR="0033650D" w:rsidRPr="000F329E" w:rsidRDefault="0033650D" w:rsidP="001226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3650D" w:rsidRPr="000F329E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Выдача разрешения на вступление в брак лицам, достигшим 16 лет.</w:t>
            </w:r>
          </w:p>
        </w:tc>
        <w:tc>
          <w:tcPr>
            <w:tcW w:w="2644" w:type="dxa"/>
          </w:tcPr>
          <w:p w:rsidR="0033650D" w:rsidRPr="000F329E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3650D" w:rsidRPr="004627F2" w:rsidRDefault="0033650D" w:rsidP="009E4D79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11-п</w:t>
            </w:r>
          </w:p>
        </w:tc>
        <w:tc>
          <w:tcPr>
            <w:tcW w:w="2814" w:type="dxa"/>
            <w:vAlign w:val="center"/>
          </w:tcPr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3650D" w:rsidRPr="008840BE" w:rsidTr="009E4D79">
        <w:trPr>
          <w:trHeight w:val="20"/>
        </w:trPr>
        <w:tc>
          <w:tcPr>
            <w:tcW w:w="1100" w:type="dxa"/>
            <w:vAlign w:val="center"/>
          </w:tcPr>
          <w:p w:rsidR="0033650D" w:rsidRPr="000F329E" w:rsidRDefault="0033650D" w:rsidP="001226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3650D" w:rsidRPr="000F329E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Назначение пенсии за выслугу лет муниципальным служащим.</w:t>
            </w:r>
          </w:p>
        </w:tc>
        <w:tc>
          <w:tcPr>
            <w:tcW w:w="2644" w:type="dxa"/>
          </w:tcPr>
          <w:p w:rsidR="0033650D" w:rsidRPr="000F329E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3650D" w:rsidRPr="004627F2" w:rsidRDefault="0033650D" w:rsidP="009E4D79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25-п</w:t>
            </w:r>
          </w:p>
        </w:tc>
        <w:tc>
          <w:tcPr>
            <w:tcW w:w="2814" w:type="dxa"/>
            <w:vAlign w:val="center"/>
          </w:tcPr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3650D" w:rsidRPr="008840BE" w:rsidTr="009E4D79">
        <w:trPr>
          <w:trHeight w:val="627"/>
        </w:trPr>
        <w:tc>
          <w:tcPr>
            <w:tcW w:w="1100" w:type="dxa"/>
            <w:vAlign w:val="center"/>
          </w:tcPr>
          <w:p w:rsidR="0033650D" w:rsidRPr="000F329E" w:rsidRDefault="0033650D" w:rsidP="001226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3650D" w:rsidRPr="00241F31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Выдача копий муниципальных правовых актов.</w:t>
            </w:r>
          </w:p>
          <w:p w:rsidR="0033650D" w:rsidRPr="00241F31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</w:tcPr>
          <w:p w:rsidR="0033650D" w:rsidRPr="00241F31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3650D" w:rsidRPr="004627F2" w:rsidRDefault="0033650D" w:rsidP="009E4D79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20-п</w:t>
            </w:r>
          </w:p>
        </w:tc>
        <w:tc>
          <w:tcPr>
            <w:tcW w:w="2814" w:type="dxa"/>
            <w:vAlign w:val="center"/>
          </w:tcPr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3650D" w:rsidRPr="008840BE" w:rsidTr="009E4D79">
        <w:trPr>
          <w:trHeight w:val="20"/>
        </w:trPr>
        <w:tc>
          <w:tcPr>
            <w:tcW w:w="1100" w:type="dxa"/>
            <w:vAlign w:val="center"/>
          </w:tcPr>
          <w:p w:rsidR="0033650D" w:rsidRPr="000F329E" w:rsidRDefault="0033650D" w:rsidP="001226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3650D" w:rsidRPr="000F329E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Регистрация устава территориального общественного самоуправления.</w:t>
            </w:r>
          </w:p>
          <w:p w:rsidR="0033650D" w:rsidRPr="000F329E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</w:tcPr>
          <w:p w:rsidR="0033650D" w:rsidRPr="000F329E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3650D" w:rsidRPr="004627F2" w:rsidRDefault="0033650D" w:rsidP="009E4D79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26-п</w:t>
            </w:r>
          </w:p>
        </w:tc>
        <w:tc>
          <w:tcPr>
            <w:tcW w:w="2814" w:type="dxa"/>
            <w:vAlign w:val="center"/>
          </w:tcPr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3650D" w:rsidRPr="008840BE" w:rsidTr="009E4D79">
        <w:trPr>
          <w:trHeight w:val="20"/>
        </w:trPr>
        <w:tc>
          <w:tcPr>
            <w:tcW w:w="1100" w:type="dxa"/>
            <w:vAlign w:val="center"/>
          </w:tcPr>
          <w:p w:rsidR="0033650D" w:rsidRPr="000F329E" w:rsidRDefault="0033650D" w:rsidP="001226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3650D" w:rsidRPr="000F329E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Согласование проведения перепланировки и (или) переустройства жилого  помещения.</w:t>
            </w:r>
          </w:p>
        </w:tc>
        <w:tc>
          <w:tcPr>
            <w:tcW w:w="2644" w:type="dxa"/>
          </w:tcPr>
          <w:p w:rsidR="0033650D" w:rsidRPr="000F329E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</w:tcPr>
          <w:p w:rsidR="0033650D" w:rsidRPr="004627F2" w:rsidRDefault="0033650D" w:rsidP="009E4D79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27-п</w:t>
            </w:r>
          </w:p>
        </w:tc>
        <w:tc>
          <w:tcPr>
            <w:tcW w:w="2814" w:type="dxa"/>
          </w:tcPr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3650D" w:rsidRPr="008840BE" w:rsidTr="009E4D79">
        <w:trPr>
          <w:trHeight w:val="20"/>
        </w:trPr>
        <w:tc>
          <w:tcPr>
            <w:tcW w:w="1100" w:type="dxa"/>
            <w:vAlign w:val="center"/>
          </w:tcPr>
          <w:p w:rsidR="0033650D" w:rsidRPr="000F329E" w:rsidRDefault="0033650D" w:rsidP="001226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3650D" w:rsidRPr="000F329E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Исполнение запросов гр</w:t>
            </w:r>
            <w:r>
              <w:rPr>
                <w:rFonts w:ascii="Times New Roman" w:hAnsi="Times New Roman"/>
                <w:sz w:val="24"/>
                <w:szCs w:val="24"/>
              </w:rPr>
              <w:t>аждан и выдача выписок, справок</w:t>
            </w:r>
            <w:r w:rsidRPr="000F329E">
              <w:rPr>
                <w:rFonts w:ascii="Times New Roman" w:hAnsi="Times New Roman"/>
                <w:sz w:val="24"/>
                <w:szCs w:val="24"/>
              </w:rPr>
              <w:t>, оформление и предоставление копий документов</w:t>
            </w:r>
          </w:p>
        </w:tc>
        <w:tc>
          <w:tcPr>
            <w:tcW w:w="2644" w:type="dxa"/>
          </w:tcPr>
          <w:p w:rsidR="0033650D" w:rsidRPr="000F329E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</w:tcPr>
          <w:p w:rsidR="0033650D" w:rsidRPr="004627F2" w:rsidRDefault="0033650D" w:rsidP="009E4D79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28-п</w:t>
            </w:r>
          </w:p>
        </w:tc>
        <w:tc>
          <w:tcPr>
            <w:tcW w:w="2814" w:type="dxa"/>
          </w:tcPr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Выдача гражданам выписок, справок , оформление и предоставление копий документов; Отказ в предоставлении муниципальной услуги</w:t>
            </w:r>
          </w:p>
        </w:tc>
      </w:tr>
      <w:tr w:rsidR="0033650D" w:rsidRPr="008840BE" w:rsidTr="009E4D79">
        <w:trPr>
          <w:trHeight w:val="20"/>
        </w:trPr>
        <w:tc>
          <w:tcPr>
            <w:tcW w:w="1100" w:type="dxa"/>
            <w:vAlign w:val="center"/>
          </w:tcPr>
          <w:p w:rsidR="0033650D" w:rsidRPr="000F329E" w:rsidRDefault="0033650D" w:rsidP="001226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3650D" w:rsidRPr="00D82F58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2F58">
              <w:rPr>
                <w:rFonts w:ascii="Times New Roman" w:hAnsi="Times New Roman"/>
                <w:sz w:val="24"/>
                <w:szCs w:val="24"/>
              </w:rPr>
              <w:t>Признание жилых помещений муниципального жилищного фонда непригодными для проживания</w:t>
            </w:r>
          </w:p>
        </w:tc>
        <w:tc>
          <w:tcPr>
            <w:tcW w:w="2644" w:type="dxa"/>
          </w:tcPr>
          <w:p w:rsidR="0033650D" w:rsidRPr="000F329E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</w:tcPr>
          <w:p w:rsidR="0033650D" w:rsidRPr="004627F2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Волче-Вражского сельсовета от 25.02.2019 № 3</w:t>
            </w:r>
            <w:r w:rsidRPr="004627F2">
              <w:rPr>
                <w:rFonts w:ascii="Times New Roman" w:hAnsi="Times New Roman"/>
                <w:sz w:val="24"/>
                <w:szCs w:val="24"/>
              </w:rPr>
              <w:t>8-п</w:t>
            </w:r>
          </w:p>
        </w:tc>
        <w:tc>
          <w:tcPr>
            <w:tcW w:w="2814" w:type="dxa"/>
          </w:tcPr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3650D" w:rsidRPr="008840BE" w:rsidTr="009E4D79">
        <w:trPr>
          <w:trHeight w:val="20"/>
        </w:trPr>
        <w:tc>
          <w:tcPr>
            <w:tcW w:w="1100" w:type="dxa"/>
            <w:vAlign w:val="center"/>
          </w:tcPr>
          <w:p w:rsidR="0033650D" w:rsidRPr="000F329E" w:rsidRDefault="0033650D" w:rsidP="001226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3650D" w:rsidRPr="00D82F58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2F58">
              <w:rPr>
                <w:rFonts w:ascii="Times New Roman" w:eastAsia="Batang" w:hAnsi="Times New Roman"/>
                <w:sz w:val="24"/>
                <w:szCs w:val="24"/>
              </w:rPr>
              <w:t>Признание частных жилых помещений пригодными (непригодными) для проживания граждан</w:t>
            </w:r>
          </w:p>
        </w:tc>
        <w:tc>
          <w:tcPr>
            <w:tcW w:w="2644" w:type="dxa"/>
          </w:tcPr>
          <w:p w:rsidR="0033650D" w:rsidRPr="000F329E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</w:tcPr>
          <w:p w:rsidR="0033650D" w:rsidRPr="004627F2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Волче-Вражского сельсовета от 25.02.2019 № 39</w:t>
            </w:r>
            <w:r w:rsidRPr="004627F2">
              <w:rPr>
                <w:rFonts w:ascii="Times New Roman" w:hAnsi="Times New Roman"/>
                <w:sz w:val="24"/>
                <w:szCs w:val="24"/>
              </w:rPr>
              <w:t>-п</w:t>
            </w:r>
          </w:p>
        </w:tc>
        <w:tc>
          <w:tcPr>
            <w:tcW w:w="2814" w:type="dxa"/>
          </w:tcPr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3650D" w:rsidRPr="008840BE" w:rsidTr="009E4D79">
        <w:trPr>
          <w:trHeight w:val="20"/>
        </w:trPr>
        <w:tc>
          <w:tcPr>
            <w:tcW w:w="1100" w:type="dxa"/>
            <w:vAlign w:val="center"/>
          </w:tcPr>
          <w:p w:rsidR="0033650D" w:rsidRPr="000F329E" w:rsidRDefault="0033650D" w:rsidP="001226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3650D" w:rsidRPr="00D82F58" w:rsidRDefault="0033650D" w:rsidP="009E4D79">
            <w:pPr>
              <w:pStyle w:val="NoSpacing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Принятие решений об установлении публичного сервитута на земельных участках, находящихся в муниципальной собственности</w:t>
            </w:r>
          </w:p>
        </w:tc>
        <w:tc>
          <w:tcPr>
            <w:tcW w:w="2644" w:type="dxa"/>
          </w:tcPr>
          <w:p w:rsidR="0033650D" w:rsidRPr="000F329E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</w:tcPr>
          <w:p w:rsidR="0033650D" w:rsidRPr="004627F2" w:rsidRDefault="0033650D" w:rsidP="009E4D7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:rsidR="0033650D" w:rsidRDefault="0033650D" w:rsidP="009E4D79">
            <w:pPr>
              <w:pStyle w:val="NoSpacing"/>
              <w:rPr>
                <w:rFonts w:ascii="Times New Roman" w:hAnsi="Times New Roman"/>
              </w:rPr>
            </w:pPr>
          </w:p>
        </w:tc>
      </w:tr>
    </w:tbl>
    <w:p w:rsidR="0033650D" w:rsidRDefault="0033650D" w:rsidP="00122667">
      <w:r>
        <w:t>»</w:t>
      </w:r>
    </w:p>
    <w:p w:rsidR="0033650D" w:rsidRDefault="0033650D" w:rsidP="007F0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  <w:sectPr w:rsidR="0033650D" w:rsidSect="00122667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33650D" w:rsidRDefault="0033650D" w:rsidP="007F0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</w:p>
    <w:p w:rsidR="0033650D" w:rsidRDefault="0033650D" w:rsidP="0012266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33650D" w:rsidRDefault="0033650D" w:rsidP="00122667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33650D" w:rsidRPr="008840BE" w:rsidTr="009E4D79">
        <w:trPr>
          <w:jc w:val="center"/>
        </w:trPr>
        <w:tc>
          <w:tcPr>
            <w:tcW w:w="284" w:type="dxa"/>
            <w:vAlign w:val="bottom"/>
          </w:tcPr>
          <w:p w:rsidR="0033650D" w:rsidRDefault="0033650D" w:rsidP="009E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3650D" w:rsidRDefault="0033650D" w:rsidP="009E4D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17.04.2019</w:t>
            </w:r>
          </w:p>
        </w:tc>
        <w:tc>
          <w:tcPr>
            <w:tcW w:w="397" w:type="dxa"/>
          </w:tcPr>
          <w:p w:rsidR="0033650D" w:rsidRDefault="0033650D" w:rsidP="009E4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3650D" w:rsidRDefault="0033650D" w:rsidP="009E4D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51-п</w:t>
            </w:r>
          </w:p>
        </w:tc>
      </w:tr>
      <w:tr w:rsidR="0033650D" w:rsidRPr="008840BE" w:rsidTr="009E4D79">
        <w:trPr>
          <w:jc w:val="center"/>
        </w:trPr>
        <w:tc>
          <w:tcPr>
            <w:tcW w:w="4650" w:type="dxa"/>
            <w:gridSpan w:val="4"/>
          </w:tcPr>
          <w:p w:rsidR="0033650D" w:rsidRDefault="0033650D" w:rsidP="009E4D79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33650D" w:rsidRPr="003B426E" w:rsidRDefault="0033650D" w:rsidP="001226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 w:rsidR="0033650D" w:rsidRPr="00122667" w:rsidRDefault="0033650D" w:rsidP="001226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2266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</w:t>
      </w:r>
      <w:r w:rsidRPr="00122667">
        <w:rPr>
          <w:rFonts w:ascii="Times New Roman" w:hAnsi="Times New Roman"/>
          <w:b/>
          <w:sz w:val="24"/>
          <w:szCs w:val="24"/>
        </w:rPr>
        <w:t>Волче-Вражского сельсовета Тамалинского района Пензенской области</w:t>
      </w:r>
      <w:r w:rsidRPr="0012266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от 22.10.2018 № 56-п «О признании утратившим силу постановления </w:t>
      </w:r>
      <w:r w:rsidRPr="00122667">
        <w:rPr>
          <w:rFonts w:ascii="Times New Roman" w:hAnsi="Times New Roman"/>
          <w:b/>
          <w:sz w:val="24"/>
          <w:szCs w:val="24"/>
        </w:rPr>
        <w:t>администрации Волче-Вражского сельсовета Тамалинского района Пензенской области от 17.07.2009 № 29 «О создании муниципальных пожарных подразделений»</w:t>
      </w:r>
      <w:r w:rsidRPr="0012266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</w:p>
    <w:p w:rsidR="0033650D" w:rsidRPr="00122667" w:rsidRDefault="0033650D" w:rsidP="001226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 w:rsidR="0033650D" w:rsidRPr="00122667" w:rsidRDefault="0033650D" w:rsidP="00122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22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Pr="00122667">
        <w:rPr>
          <w:rFonts w:ascii="Times New Roman" w:hAnsi="Times New Roman"/>
          <w:color w:val="000000"/>
          <w:sz w:val="24"/>
          <w:szCs w:val="24"/>
          <w:lang w:eastAsia="ru-RU"/>
        </w:rPr>
        <w:tab/>
        <w:t>Рассмотрев экспертное заключение № 324/ОР-2019 от 12.03.2019 года Правового управления Правительства Пензенской области на постановление администрации Волче-Вражского</w:t>
      </w:r>
      <w:r w:rsidRPr="00122667">
        <w:rPr>
          <w:rFonts w:ascii="Times New Roman" w:hAnsi="Times New Roman"/>
          <w:sz w:val="24"/>
          <w:szCs w:val="24"/>
          <w:lang w:eastAsia="ru-RU"/>
        </w:rPr>
        <w:t xml:space="preserve"> сельсовета Тамалинского района Пензенской области от</w:t>
      </w:r>
      <w:r w:rsidRPr="00122667">
        <w:rPr>
          <w:rFonts w:ascii="Times New Roman" w:hAnsi="Times New Roman"/>
          <w:sz w:val="24"/>
          <w:szCs w:val="24"/>
        </w:rPr>
        <w:t xml:space="preserve"> </w:t>
      </w:r>
      <w:r w:rsidRPr="00122667">
        <w:rPr>
          <w:rFonts w:ascii="Times New Roman" w:hAnsi="Times New Roman"/>
          <w:bCs/>
          <w:sz w:val="24"/>
          <w:szCs w:val="24"/>
          <w:lang w:eastAsia="ru-RU"/>
        </w:rPr>
        <w:t xml:space="preserve">22.10.2018 № 56-п «О признании утратившим силу постановления </w:t>
      </w:r>
      <w:r w:rsidRPr="00122667">
        <w:rPr>
          <w:rFonts w:ascii="Times New Roman" w:hAnsi="Times New Roman"/>
          <w:sz w:val="24"/>
          <w:szCs w:val="24"/>
        </w:rPr>
        <w:t>администрации Волче-Вражского сельсовета Тамалинского района Пензенской области от 17.07.2009 № 29 «О создании муниципальных пожарных подразделений»</w:t>
      </w:r>
      <w:r w:rsidRPr="00122667">
        <w:rPr>
          <w:rFonts w:ascii="Times New Roman" w:hAnsi="Times New Roman"/>
          <w:sz w:val="24"/>
          <w:szCs w:val="24"/>
          <w:lang w:eastAsia="ru-RU"/>
        </w:rPr>
        <w:t xml:space="preserve">, руководствуясь Уставом </w:t>
      </w:r>
      <w:r w:rsidRPr="00122667">
        <w:rPr>
          <w:rFonts w:ascii="Times New Roman" w:hAnsi="Times New Roman"/>
          <w:sz w:val="24"/>
          <w:szCs w:val="24"/>
        </w:rPr>
        <w:t>Волче-Вражского сельсовета Тамалинского района Пензенской области,</w:t>
      </w:r>
    </w:p>
    <w:p w:rsidR="0033650D" w:rsidRPr="00122667" w:rsidRDefault="0033650D" w:rsidP="0012266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/>
          <w:sz w:val="16"/>
          <w:szCs w:val="16"/>
          <w:lang w:eastAsia="ru-RU"/>
        </w:rPr>
      </w:pPr>
    </w:p>
    <w:p w:rsidR="0033650D" w:rsidRPr="00122667" w:rsidRDefault="0033650D" w:rsidP="0012266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122667">
        <w:rPr>
          <w:rFonts w:ascii="Times New Roman" w:hAnsi="Times New Roman"/>
          <w:b/>
          <w:sz w:val="24"/>
          <w:szCs w:val="24"/>
          <w:lang w:eastAsia="ru-RU"/>
        </w:rPr>
        <w:t>администрация Волче-Вражского сельсовета Тамалинского района Пензенской области постановляет:</w:t>
      </w:r>
    </w:p>
    <w:p w:rsidR="0033650D" w:rsidRPr="00122667" w:rsidRDefault="0033650D" w:rsidP="0012266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122667">
        <w:rPr>
          <w:rFonts w:ascii="Times New Roman" w:hAnsi="Times New Roman"/>
          <w:sz w:val="24"/>
          <w:szCs w:val="24"/>
        </w:rPr>
        <w:t xml:space="preserve">   1. Внести в </w:t>
      </w:r>
      <w:r w:rsidRPr="00122667">
        <w:rPr>
          <w:rFonts w:ascii="Times New Roman" w:hAnsi="Times New Roman"/>
          <w:bCs/>
          <w:sz w:val="24"/>
          <w:szCs w:val="24"/>
        </w:rPr>
        <w:t xml:space="preserve">постановление администрации </w:t>
      </w:r>
      <w:r w:rsidRPr="00122667">
        <w:rPr>
          <w:rFonts w:ascii="Times New Roman" w:hAnsi="Times New Roman"/>
          <w:sz w:val="24"/>
          <w:szCs w:val="24"/>
        </w:rPr>
        <w:t>Волче-Вражского сельсовета Тамалинского района Пензенской области</w:t>
      </w:r>
      <w:r w:rsidRPr="00122667">
        <w:rPr>
          <w:rFonts w:ascii="Times New Roman" w:hAnsi="Times New Roman"/>
          <w:bCs/>
          <w:sz w:val="24"/>
          <w:szCs w:val="24"/>
        </w:rPr>
        <w:t xml:space="preserve">  от 22.10.2018 № 56-п «О признании утратившим силу постановления </w:t>
      </w:r>
      <w:r w:rsidRPr="00122667">
        <w:rPr>
          <w:rFonts w:ascii="Times New Roman" w:hAnsi="Times New Roman"/>
          <w:sz w:val="24"/>
          <w:szCs w:val="24"/>
        </w:rPr>
        <w:t>администрации Волче-Вражского сельсовета Тамалинского района Пензенской области от 17.07.2009 № 29 «О создании муниципальных пожарных подразделений»</w:t>
      </w:r>
      <w:r w:rsidRPr="00122667">
        <w:rPr>
          <w:rFonts w:ascii="Times New Roman" w:hAnsi="Times New Roman"/>
          <w:bCs/>
          <w:sz w:val="24"/>
          <w:szCs w:val="24"/>
        </w:rPr>
        <w:t xml:space="preserve"> (далее - Постановление), следующие изменения:</w:t>
      </w: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122667">
        <w:rPr>
          <w:rFonts w:ascii="Times New Roman" w:hAnsi="Times New Roman"/>
          <w:bCs/>
          <w:sz w:val="24"/>
          <w:szCs w:val="24"/>
        </w:rPr>
        <w:t xml:space="preserve">  1.1. Пункт 2 Постановления изложить в новой редакции:</w:t>
      </w: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22667">
        <w:rPr>
          <w:rFonts w:ascii="Times New Roman" w:hAnsi="Times New Roman"/>
          <w:bCs/>
          <w:sz w:val="24"/>
          <w:szCs w:val="24"/>
        </w:rPr>
        <w:t xml:space="preserve">  «2.</w:t>
      </w:r>
      <w:r w:rsidRPr="00122667">
        <w:rPr>
          <w:rFonts w:ascii="Times New Roman" w:hAnsi="Times New Roman"/>
          <w:sz w:val="24"/>
          <w:szCs w:val="24"/>
        </w:rPr>
        <w:t xml:space="preserve"> Настоящее постановление  вступает</w:t>
      </w:r>
      <w:r w:rsidRPr="00122667">
        <w:rPr>
          <w:rFonts w:ascii="Times New Roman" w:hAnsi="Times New Roman"/>
          <w:spacing w:val="-2"/>
          <w:sz w:val="24"/>
          <w:szCs w:val="24"/>
        </w:rPr>
        <w:t xml:space="preserve"> в силу  на следующий день после дня его официального опубликования</w:t>
      </w:r>
      <w:r w:rsidRPr="00122667">
        <w:rPr>
          <w:rFonts w:ascii="Times New Roman" w:hAnsi="Times New Roman"/>
          <w:sz w:val="24"/>
          <w:szCs w:val="24"/>
        </w:rPr>
        <w:t xml:space="preserve"> и подлежит официальному опубликованию в информационном бюллетене «Сельский вестник».</w:t>
      </w: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22667">
        <w:rPr>
          <w:rFonts w:ascii="Times New Roman" w:hAnsi="Times New Roman"/>
          <w:sz w:val="24"/>
          <w:szCs w:val="24"/>
        </w:rPr>
        <w:t xml:space="preserve">  1.2. пункт 3 </w:t>
      </w:r>
      <w:r w:rsidRPr="00122667">
        <w:rPr>
          <w:rFonts w:ascii="Times New Roman" w:hAnsi="Times New Roman"/>
          <w:bCs/>
          <w:sz w:val="24"/>
          <w:szCs w:val="24"/>
        </w:rPr>
        <w:t>Постановления изложить в новой редакции</w:t>
      </w:r>
      <w:r w:rsidRPr="00122667">
        <w:rPr>
          <w:rFonts w:ascii="Times New Roman" w:hAnsi="Times New Roman"/>
          <w:sz w:val="24"/>
          <w:szCs w:val="24"/>
        </w:rPr>
        <w:t>:</w:t>
      </w:r>
    </w:p>
    <w:p w:rsidR="0033650D" w:rsidRPr="00122667" w:rsidRDefault="0033650D" w:rsidP="00122667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22667">
        <w:rPr>
          <w:rFonts w:ascii="Times New Roman" w:hAnsi="Times New Roman" w:cs="Times New Roman"/>
          <w:sz w:val="24"/>
          <w:szCs w:val="24"/>
          <w:lang w:eastAsia="en-US"/>
        </w:rPr>
        <w:t xml:space="preserve"> «</w:t>
      </w:r>
      <w:r w:rsidRPr="00122667">
        <w:rPr>
          <w:rFonts w:ascii="Times New Roman" w:hAnsi="Times New Roman" w:cs="Times New Roman"/>
          <w:sz w:val="24"/>
          <w:szCs w:val="24"/>
        </w:rPr>
        <w:t>3</w:t>
      </w:r>
      <w:r w:rsidRPr="00122667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 w:rsidRPr="00122667">
        <w:rPr>
          <w:rFonts w:ascii="Times New Roman" w:hAnsi="Times New Roman" w:cs="Times New Roman"/>
          <w:sz w:val="24"/>
          <w:szCs w:val="24"/>
        </w:rPr>
        <w:t>Контроль исполнения настоящего Постановления возложить на главу администрации Волче-Вражского сельсовета Тамалинского района Пензенской области</w:t>
      </w:r>
      <w:r w:rsidRPr="00122667">
        <w:rPr>
          <w:rFonts w:ascii="Times New Roman" w:hAnsi="Times New Roman" w:cs="Times New Roman"/>
          <w:sz w:val="24"/>
          <w:szCs w:val="24"/>
          <w:lang w:eastAsia="en-US"/>
        </w:rPr>
        <w:t>.».</w:t>
      </w: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122667">
        <w:rPr>
          <w:rFonts w:ascii="Times New Roman" w:hAnsi="Times New Roman"/>
          <w:bCs/>
          <w:sz w:val="24"/>
          <w:szCs w:val="24"/>
        </w:rPr>
        <w:t xml:space="preserve">  2. Настоящее </w:t>
      </w:r>
      <w:r w:rsidRPr="0012266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постановление </w:t>
      </w:r>
      <w:r w:rsidRPr="00122667">
        <w:rPr>
          <w:rFonts w:ascii="Times New Roman" w:hAnsi="Times New Roman"/>
          <w:sz w:val="24"/>
          <w:szCs w:val="24"/>
        </w:rPr>
        <w:t xml:space="preserve"> </w:t>
      </w:r>
      <w:r w:rsidRPr="00122667">
        <w:rPr>
          <w:rFonts w:ascii="Times New Roman" w:hAnsi="Times New Roman"/>
          <w:bCs/>
          <w:sz w:val="24"/>
          <w:szCs w:val="24"/>
        </w:rPr>
        <w:t>вступает в силу на следующий день после дня его официального опубликования.</w:t>
      </w: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22667">
        <w:rPr>
          <w:rFonts w:ascii="Times New Roman" w:hAnsi="Times New Roman"/>
          <w:bCs/>
          <w:sz w:val="24"/>
          <w:szCs w:val="24"/>
        </w:rPr>
        <w:t xml:space="preserve"> 3. Настоящее </w:t>
      </w:r>
      <w:r w:rsidRPr="0012266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постановление</w:t>
      </w:r>
      <w:r w:rsidRPr="00122667">
        <w:rPr>
          <w:rFonts w:ascii="Times New Roman" w:hAnsi="Times New Roman"/>
          <w:bCs/>
          <w:sz w:val="24"/>
          <w:szCs w:val="24"/>
        </w:rPr>
        <w:t xml:space="preserve"> опубликовать в </w:t>
      </w:r>
      <w:r w:rsidRPr="00122667">
        <w:rPr>
          <w:rFonts w:ascii="Times New Roman" w:hAnsi="Times New Roman"/>
          <w:sz w:val="24"/>
          <w:szCs w:val="24"/>
        </w:rPr>
        <w:t>информационном бюллетене «Сельский вестник».</w:t>
      </w: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122667">
        <w:rPr>
          <w:rFonts w:ascii="Times New Roman" w:hAnsi="Times New Roman"/>
          <w:bCs/>
          <w:sz w:val="24"/>
          <w:szCs w:val="24"/>
        </w:rPr>
        <w:t xml:space="preserve"> 4. Контроль исполнения настоящего постановления</w:t>
      </w:r>
      <w:r w:rsidRPr="00122667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122667">
        <w:rPr>
          <w:rFonts w:ascii="Times New Roman" w:hAnsi="Times New Roman"/>
          <w:bCs/>
          <w:sz w:val="24"/>
          <w:szCs w:val="24"/>
        </w:rPr>
        <w:t>возложить на главу администрации  Волче-Вражского сельсовета  Тамалинского района Пензенской области.</w:t>
      </w: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22667">
        <w:rPr>
          <w:rFonts w:ascii="Times New Roman" w:hAnsi="Times New Roman"/>
          <w:sz w:val="24"/>
          <w:szCs w:val="24"/>
        </w:rPr>
        <w:t>Глава  администрации Волче-Вражского сельсовета</w:t>
      </w: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22667">
        <w:rPr>
          <w:rFonts w:ascii="Times New Roman" w:hAnsi="Times New Roman"/>
          <w:sz w:val="24"/>
          <w:szCs w:val="24"/>
        </w:rPr>
        <w:t xml:space="preserve">Тамалинского района  Пензенской области  </w:t>
      </w:r>
      <w:r w:rsidRPr="00122667">
        <w:rPr>
          <w:rFonts w:ascii="Times New Roman" w:hAnsi="Times New Roman"/>
          <w:sz w:val="24"/>
          <w:szCs w:val="24"/>
        </w:rPr>
        <w:tab/>
        <w:t xml:space="preserve"> </w:t>
      </w:r>
      <w:r w:rsidRPr="00122667">
        <w:rPr>
          <w:rFonts w:ascii="Times New Roman" w:hAnsi="Times New Roman"/>
          <w:sz w:val="24"/>
          <w:szCs w:val="24"/>
        </w:rPr>
        <w:tab/>
        <w:t xml:space="preserve">                  Т.А. Легонькова</w:t>
      </w:r>
    </w:p>
    <w:p w:rsidR="0033650D" w:rsidRDefault="0033650D" w:rsidP="0012266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3650D" w:rsidRDefault="0033650D" w:rsidP="0012266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33650D" w:rsidRDefault="0033650D" w:rsidP="00122667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33650D" w:rsidRPr="008840BE" w:rsidTr="009E4D79">
        <w:trPr>
          <w:jc w:val="center"/>
        </w:trPr>
        <w:tc>
          <w:tcPr>
            <w:tcW w:w="284" w:type="dxa"/>
            <w:vAlign w:val="bottom"/>
          </w:tcPr>
          <w:p w:rsidR="0033650D" w:rsidRDefault="0033650D" w:rsidP="009E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3650D" w:rsidRDefault="0033650D" w:rsidP="009E4D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17.04.2019</w:t>
            </w:r>
          </w:p>
        </w:tc>
        <w:tc>
          <w:tcPr>
            <w:tcW w:w="397" w:type="dxa"/>
          </w:tcPr>
          <w:p w:rsidR="0033650D" w:rsidRDefault="0033650D" w:rsidP="009E4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3650D" w:rsidRDefault="0033650D" w:rsidP="009E4D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53-п</w:t>
            </w:r>
          </w:p>
        </w:tc>
      </w:tr>
      <w:tr w:rsidR="0033650D" w:rsidRPr="008840BE" w:rsidTr="009E4D79">
        <w:trPr>
          <w:jc w:val="center"/>
        </w:trPr>
        <w:tc>
          <w:tcPr>
            <w:tcW w:w="4650" w:type="dxa"/>
            <w:gridSpan w:val="4"/>
          </w:tcPr>
          <w:p w:rsidR="0033650D" w:rsidRDefault="0033650D" w:rsidP="009E4D79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33650D" w:rsidRDefault="0033650D" w:rsidP="007F0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</w:p>
    <w:p w:rsidR="0033650D" w:rsidRPr="00122667" w:rsidRDefault="0033650D" w:rsidP="00122667">
      <w:pPr>
        <w:pStyle w:val="NoSpacing"/>
        <w:jc w:val="center"/>
        <w:rPr>
          <w:rFonts w:ascii="Times New Roman" w:hAnsi="Times New Roman"/>
          <w:b/>
        </w:rPr>
      </w:pPr>
      <w:r w:rsidRPr="00122667">
        <w:rPr>
          <w:rFonts w:ascii="Times New Roman" w:hAnsi="Times New Roman"/>
          <w:b/>
        </w:rPr>
        <w:t>О внесении изменений в постановление администрации</w:t>
      </w:r>
      <w:r>
        <w:rPr>
          <w:rFonts w:ascii="Times New Roman" w:hAnsi="Times New Roman"/>
          <w:b/>
        </w:rPr>
        <w:t xml:space="preserve"> </w:t>
      </w:r>
      <w:r w:rsidRPr="00122667">
        <w:rPr>
          <w:rFonts w:ascii="Times New Roman" w:hAnsi="Times New Roman"/>
          <w:b/>
        </w:rPr>
        <w:t>Волче-Вражского сельсовета Тамалинского района Пензенской области</w:t>
      </w:r>
      <w:r>
        <w:rPr>
          <w:rFonts w:ascii="Times New Roman" w:hAnsi="Times New Roman"/>
          <w:b/>
        </w:rPr>
        <w:t xml:space="preserve"> </w:t>
      </w:r>
      <w:r w:rsidRPr="00122667">
        <w:rPr>
          <w:rFonts w:ascii="Times New Roman" w:hAnsi="Times New Roman"/>
          <w:b/>
        </w:rPr>
        <w:t>от 18.03.2019 № 43-п «О проведении месячника по благоустройству</w:t>
      </w:r>
      <w:r>
        <w:rPr>
          <w:rFonts w:ascii="Times New Roman" w:hAnsi="Times New Roman"/>
          <w:b/>
        </w:rPr>
        <w:t xml:space="preserve"> </w:t>
      </w:r>
      <w:r w:rsidRPr="00122667">
        <w:rPr>
          <w:rFonts w:ascii="Times New Roman" w:hAnsi="Times New Roman"/>
          <w:b/>
        </w:rPr>
        <w:t>и санитарной очистке населенных пунктов Волче-Вражского сельсовета Тамалинского района»</w:t>
      </w: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Pr="00122667">
        <w:rPr>
          <w:rFonts w:ascii="Times New Roman" w:hAnsi="Times New Roman"/>
        </w:rPr>
        <w:t>Во исполнение распоряжения Правительства Пензенской области № 103-рП от 15 марта 2019 года, в  связи с изменением срока проведения мероприятий по благоустройству, руководствуясь Уставом Волче-Вражского сельсовета Тамалинского района Пензенской области,</w:t>
      </w: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33650D" w:rsidRPr="00122667" w:rsidRDefault="0033650D" w:rsidP="00122667">
      <w:pPr>
        <w:pStyle w:val="NoSpacing"/>
        <w:jc w:val="center"/>
        <w:rPr>
          <w:rFonts w:ascii="Times New Roman" w:hAnsi="Times New Roman"/>
          <w:b/>
        </w:rPr>
      </w:pPr>
      <w:r w:rsidRPr="00122667">
        <w:rPr>
          <w:rFonts w:ascii="Times New Roman" w:hAnsi="Times New Roman"/>
          <w:b/>
        </w:rPr>
        <w:t>администрация Волче-Вражского сельсовета Тамалинского района</w:t>
      </w:r>
    </w:p>
    <w:p w:rsidR="0033650D" w:rsidRPr="00122667" w:rsidRDefault="0033650D" w:rsidP="00122667">
      <w:pPr>
        <w:pStyle w:val="NoSpacing"/>
        <w:jc w:val="center"/>
        <w:rPr>
          <w:rFonts w:ascii="Times New Roman" w:hAnsi="Times New Roman"/>
          <w:b/>
        </w:rPr>
      </w:pPr>
      <w:r w:rsidRPr="00122667">
        <w:rPr>
          <w:rFonts w:ascii="Times New Roman" w:hAnsi="Times New Roman"/>
          <w:b/>
        </w:rPr>
        <w:t>Пензенской области постановляет:</w:t>
      </w: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Pr="00122667">
        <w:rPr>
          <w:rFonts w:ascii="Times New Roman" w:hAnsi="Times New Roman"/>
        </w:rPr>
        <w:t>1. Внести изменения в постановление администрации Волче-Вражского сельсовета Тамалинского района Пензенской области от 18.03.2019 № 43-п «О проведении месячника по благоустройству и санитарной очистке населенных пунктов Волче-Вражского сельсовета Тамалинского района» (далее-Постановление):</w:t>
      </w: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122667">
        <w:rPr>
          <w:rFonts w:ascii="Times New Roman" w:hAnsi="Times New Roman"/>
        </w:rPr>
        <w:t>1.1. Пункт 1 Постановления изложить в следующей редакции:</w:t>
      </w: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</w:rPr>
      </w:pPr>
      <w:r w:rsidRPr="00122667">
        <w:rPr>
          <w:rFonts w:ascii="Times New Roman" w:hAnsi="Times New Roman"/>
        </w:rPr>
        <w:t>«1. Провести на территории Волче-Вражского сельсовета Тамалинского района Пензенской области с 18 марта по 25 мая  2019 года месячник по благоустройству и санитарной очистке населенных пунктов».</w:t>
      </w: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122667">
        <w:rPr>
          <w:rFonts w:ascii="Times New Roman" w:hAnsi="Times New Roman"/>
        </w:rPr>
        <w:t>1.2. Пункт 2 Постановления изложить в следующей редакции:</w:t>
      </w: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</w:rPr>
      </w:pPr>
      <w:r w:rsidRPr="00122667">
        <w:rPr>
          <w:rFonts w:ascii="Times New Roman" w:hAnsi="Times New Roman"/>
        </w:rPr>
        <w:t>«2. Рекомендовать руководителям предприятий и организаций, независимо от организационно-правовой формы:</w:t>
      </w: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122667">
        <w:rPr>
          <w:rFonts w:ascii="Times New Roman" w:hAnsi="Times New Roman"/>
        </w:rPr>
        <w:t>2.1. Объявить  20  апреля 2019  года  днем по санитарной очистке территорий – «Всероссийским экологическим субботником «Зеленая Весна-2019».</w:t>
      </w: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122667">
        <w:rPr>
          <w:rFonts w:ascii="Times New Roman" w:hAnsi="Times New Roman"/>
        </w:rPr>
        <w:t>2.2. Провести разъяснительную работу среди населения и коллективов организаций, независимо от организационно-правовой формы, о целях и задачах месячника по благоустройству.</w:t>
      </w: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122667">
        <w:rPr>
          <w:rFonts w:ascii="Times New Roman" w:hAnsi="Times New Roman"/>
        </w:rPr>
        <w:t>2.3. Организовать население и коллективы организаций на проведение субботника.</w:t>
      </w: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122667">
        <w:rPr>
          <w:rFonts w:ascii="Times New Roman" w:hAnsi="Times New Roman"/>
        </w:rPr>
        <w:t>2.4. Организовать проведение еженедельных «санитарных пятниц» по уборке подведомственных территорий.</w:t>
      </w: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122667">
        <w:rPr>
          <w:rFonts w:ascii="Times New Roman" w:hAnsi="Times New Roman"/>
        </w:rPr>
        <w:t>2.5. В течение месячника обеспечить проведение работ по благоустройству и санитарной очистке лесопарковых зон и мест массового отдыха населения, мест воинских захоронений и других ритуальных мест, санкционирование мест размещения твёрдых коммунальных отходов, территорий населённых пунктов.</w:t>
      </w: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122667">
        <w:rPr>
          <w:rFonts w:ascii="Times New Roman" w:hAnsi="Times New Roman"/>
        </w:rPr>
        <w:t>2.6. Организовать мероприятия по высадке зелёных насаждений.».</w:t>
      </w: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122667">
        <w:rPr>
          <w:rFonts w:ascii="Times New Roman" w:hAnsi="Times New Roman"/>
        </w:rPr>
        <w:t>2. Настоящее постановление опубликовать в информационном бюллетене «Сельский вестник» и разместить на официальном сайте администрации Волче-Вражского сельсовета Тамалинского района Пензенской области в информационно-телекоммуникационной сети «Интернет»</w:t>
      </w: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122667">
        <w:rPr>
          <w:rFonts w:ascii="Times New Roman" w:hAnsi="Times New Roman"/>
        </w:rPr>
        <w:t>3. Контроль исполнения настоящего постановления возложить на главу администрации Волче-Вражского сельсовета Тамалинского района Пензенской области.</w:t>
      </w: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</w:rPr>
      </w:pP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</w:rPr>
      </w:pP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</w:rPr>
      </w:pP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</w:rPr>
      </w:pPr>
      <w:r w:rsidRPr="00122667">
        <w:rPr>
          <w:rFonts w:ascii="Times New Roman" w:hAnsi="Times New Roman"/>
        </w:rPr>
        <w:t>Глава администрации Волче-Вражского сельсовета</w:t>
      </w: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</w:rPr>
      </w:pPr>
      <w:r w:rsidRPr="00122667">
        <w:rPr>
          <w:rFonts w:ascii="Times New Roman" w:hAnsi="Times New Roman"/>
        </w:rPr>
        <w:t xml:space="preserve">Тамалинского района Пензенской области                    </w:t>
      </w:r>
      <w:r>
        <w:rPr>
          <w:rFonts w:ascii="Times New Roman" w:hAnsi="Times New Roman"/>
        </w:rPr>
        <w:t xml:space="preserve">                               </w:t>
      </w:r>
      <w:r w:rsidRPr="00122667">
        <w:rPr>
          <w:rFonts w:ascii="Times New Roman" w:hAnsi="Times New Roman"/>
        </w:rPr>
        <w:t xml:space="preserve">     Т.А. Легонькова</w:t>
      </w: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</w:rPr>
      </w:pPr>
    </w:p>
    <w:p w:rsidR="0033650D" w:rsidRPr="00122667" w:rsidRDefault="0033650D" w:rsidP="00122667">
      <w:pPr>
        <w:pStyle w:val="NoSpacing"/>
        <w:jc w:val="both"/>
        <w:rPr>
          <w:rFonts w:ascii="Times New Roman" w:hAnsi="Times New Roman"/>
          <w:bCs/>
          <w:i/>
          <w:iCs/>
        </w:rPr>
      </w:pPr>
    </w:p>
    <w:p w:rsidR="0033650D" w:rsidRDefault="0033650D" w:rsidP="007F0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</w:p>
    <w:p w:rsidR="0033650D" w:rsidRDefault="0033650D" w:rsidP="007F0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</w:p>
    <w:p w:rsidR="0033650D" w:rsidRDefault="0033650D" w:rsidP="007F0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Редактор: О.И. Усова</w:t>
      </w:r>
      <w:r>
        <w:rPr>
          <w:rFonts w:ascii="Times New Roman" w:hAnsi="Times New Roman"/>
          <w:b/>
          <w:bCs/>
          <w:i/>
          <w:iCs/>
          <w:lang w:eastAsia="ru-RU"/>
        </w:rPr>
        <w:tab/>
        <w:t>тираж 100 экз.,</w:t>
      </w:r>
    </w:p>
    <w:p w:rsidR="0033650D" w:rsidRDefault="0033650D" w:rsidP="007F0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33650D" w:rsidRDefault="0033650D" w:rsidP="007F0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33650D" w:rsidRDefault="0033650D" w:rsidP="007F08B4">
      <w:pPr>
        <w:jc w:val="both"/>
        <w:rPr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442913, с. Волчий Враг Тамалинского района  Пензенской области,  ул. Центральная,  д.1</w:t>
      </w:r>
    </w:p>
    <w:p w:rsidR="0033650D" w:rsidRDefault="0033650D" w:rsidP="007F08B4"/>
    <w:p w:rsidR="0033650D" w:rsidRDefault="0033650D"/>
    <w:sectPr w:rsidR="0033650D" w:rsidSect="007F08B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50D" w:rsidRDefault="0033650D" w:rsidP="000D2335">
      <w:pPr>
        <w:spacing w:after="0" w:line="240" w:lineRule="auto"/>
      </w:pPr>
      <w:r>
        <w:separator/>
      </w:r>
    </w:p>
  </w:endnote>
  <w:endnote w:type="continuationSeparator" w:id="0">
    <w:p w:rsidR="0033650D" w:rsidRDefault="0033650D" w:rsidP="000D2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50D" w:rsidRDefault="0033650D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33650D" w:rsidRDefault="0033650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50D" w:rsidRDefault="0033650D" w:rsidP="000D2335">
      <w:pPr>
        <w:spacing w:after="0" w:line="240" w:lineRule="auto"/>
      </w:pPr>
      <w:r>
        <w:separator/>
      </w:r>
    </w:p>
  </w:footnote>
  <w:footnote w:type="continuationSeparator" w:id="0">
    <w:p w:rsidR="0033650D" w:rsidRDefault="0033650D" w:rsidP="000D23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354F6"/>
    <w:multiLevelType w:val="hybridMultilevel"/>
    <w:tmpl w:val="3326BA1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D8E3C3B"/>
    <w:multiLevelType w:val="hybridMultilevel"/>
    <w:tmpl w:val="8EE4625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B3E502F"/>
    <w:multiLevelType w:val="multilevel"/>
    <w:tmpl w:val="67405F54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41" w:hanging="55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86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66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08B4"/>
    <w:rsid w:val="000D2335"/>
    <w:rsid w:val="000F329E"/>
    <w:rsid w:val="00122667"/>
    <w:rsid w:val="00241F31"/>
    <w:rsid w:val="0033650D"/>
    <w:rsid w:val="003B426E"/>
    <w:rsid w:val="004543FF"/>
    <w:rsid w:val="004627F2"/>
    <w:rsid w:val="004A4EE1"/>
    <w:rsid w:val="007F08B4"/>
    <w:rsid w:val="008840BE"/>
    <w:rsid w:val="00921EA7"/>
    <w:rsid w:val="009E4D79"/>
    <w:rsid w:val="00BD2665"/>
    <w:rsid w:val="00D82F58"/>
    <w:rsid w:val="00EC7109"/>
    <w:rsid w:val="00F7224E"/>
    <w:rsid w:val="00F95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8B4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2266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122667"/>
    <w:rPr>
      <w:rFonts w:ascii="Cambria" w:hAnsi="Cambria" w:cs="Times New Roman"/>
      <w:b/>
      <w:bCs/>
      <w:color w:val="4F81BD"/>
    </w:rPr>
  </w:style>
  <w:style w:type="paragraph" w:styleId="NoSpacing">
    <w:name w:val="No Spacing"/>
    <w:uiPriority w:val="99"/>
    <w:qFormat/>
    <w:rsid w:val="007F08B4"/>
    <w:rPr>
      <w:rFonts w:eastAsia="Times New Roman"/>
    </w:rPr>
  </w:style>
  <w:style w:type="character" w:customStyle="1" w:styleId="ConsPlusNormal">
    <w:name w:val="ConsPlusNormal Знак"/>
    <w:link w:val="ConsPlusNormal0"/>
    <w:uiPriority w:val="99"/>
    <w:locked/>
    <w:rsid w:val="007F08B4"/>
    <w:rPr>
      <w:rFonts w:ascii="Arial" w:hAnsi="Arial"/>
      <w:lang w:val="ru-RU" w:eastAsia="ru-RU"/>
    </w:rPr>
  </w:style>
  <w:style w:type="paragraph" w:customStyle="1" w:styleId="ConsPlusNormal0">
    <w:name w:val="ConsPlusNormal"/>
    <w:link w:val="ConsPlusNormal"/>
    <w:uiPriority w:val="99"/>
    <w:rsid w:val="007F08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7F08B4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7F08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12266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122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22667"/>
    <w:rPr>
      <w:rFonts w:ascii="Calibri" w:eastAsia="Times New Roman" w:hAnsi="Calibri" w:cs="Times New Roman"/>
    </w:rPr>
  </w:style>
  <w:style w:type="paragraph" w:styleId="BodyText">
    <w:name w:val="Body Text"/>
    <w:basedOn w:val="Normal"/>
    <w:link w:val="BodyTextChar"/>
    <w:uiPriority w:val="99"/>
    <w:rsid w:val="00122667"/>
    <w:pPr>
      <w:tabs>
        <w:tab w:val="left" w:pos="284"/>
        <w:tab w:val="left" w:pos="1134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22667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774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9</Pages>
  <Words>2511</Words>
  <Characters>14316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18 от 18 апреля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dcterms:created xsi:type="dcterms:W3CDTF">2020-03-18T14:36:00Z</dcterms:created>
  <dcterms:modified xsi:type="dcterms:W3CDTF">2020-03-18T14:36:00Z</dcterms:modified>
</cp:coreProperties>
</file>