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2B" w:rsidRDefault="00B90A2B" w:rsidP="001100E9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30 от 11 июня 2019  года                                  село  Волчий Враг   «Бесплатно»</w:t>
      </w:r>
    </w:p>
    <w:p w:rsidR="00B90A2B" w:rsidRDefault="00B90A2B" w:rsidP="001100E9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B90A2B" w:rsidRDefault="00B90A2B" w:rsidP="001100E9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B90A2B" w:rsidRDefault="00B90A2B" w:rsidP="001100E9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B90A2B" w:rsidRDefault="00B90A2B" w:rsidP="001100E9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B90A2B" w:rsidRDefault="00B90A2B" w:rsidP="001100E9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B90A2B" w:rsidRDefault="00B90A2B" w:rsidP="001100E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B90A2B" w:rsidRDefault="00B90A2B" w:rsidP="001100E9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B90A2B" w:rsidRPr="00446C77" w:rsidTr="00F1033F">
        <w:trPr>
          <w:jc w:val="center"/>
        </w:trPr>
        <w:tc>
          <w:tcPr>
            <w:tcW w:w="284" w:type="dxa"/>
            <w:vAlign w:val="bottom"/>
          </w:tcPr>
          <w:p w:rsidR="00B90A2B" w:rsidRDefault="00B90A2B" w:rsidP="00F10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10.06.2019</w:t>
            </w:r>
          </w:p>
        </w:tc>
        <w:tc>
          <w:tcPr>
            <w:tcW w:w="397" w:type="dxa"/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76-п</w:t>
            </w:r>
          </w:p>
        </w:tc>
      </w:tr>
      <w:tr w:rsidR="00B90A2B" w:rsidRPr="00446C77" w:rsidTr="00F1033F">
        <w:trPr>
          <w:jc w:val="center"/>
        </w:trPr>
        <w:tc>
          <w:tcPr>
            <w:tcW w:w="4650" w:type="dxa"/>
            <w:gridSpan w:val="4"/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B90A2B" w:rsidRPr="001100E9" w:rsidRDefault="00B90A2B" w:rsidP="001100E9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90A2B" w:rsidRDefault="00B90A2B" w:rsidP="001100E9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90A2B" w:rsidRPr="001100E9" w:rsidRDefault="00B90A2B" w:rsidP="001100E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1100E9">
        <w:rPr>
          <w:rFonts w:ascii="Times New Roman" w:hAnsi="Times New Roman"/>
          <w:b/>
          <w:iCs/>
          <w:sz w:val="24"/>
          <w:szCs w:val="24"/>
          <w:lang w:eastAsia="ru-RU"/>
        </w:rPr>
        <w:t>О  внесении изменений в  Правила землепользования и застройки</w:t>
      </w:r>
    </w:p>
    <w:p w:rsidR="00B90A2B" w:rsidRPr="001100E9" w:rsidRDefault="00B90A2B" w:rsidP="001100E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1100E9">
        <w:rPr>
          <w:rFonts w:ascii="Times New Roman" w:hAnsi="Times New Roman"/>
          <w:b/>
          <w:iCs/>
          <w:sz w:val="24"/>
          <w:szCs w:val="24"/>
          <w:lang w:eastAsia="ru-RU"/>
        </w:rPr>
        <w:t>Волче-Вражского сельсовета  Тамалинского районаПензенской области.</w:t>
      </w:r>
    </w:p>
    <w:p w:rsidR="00B90A2B" w:rsidRPr="001100E9" w:rsidRDefault="00B90A2B" w:rsidP="001100E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:rsidR="00B90A2B" w:rsidRPr="001100E9" w:rsidRDefault="00B90A2B" w:rsidP="001100E9">
      <w:pPr>
        <w:spacing w:before="30" w:after="30" w:line="240" w:lineRule="auto"/>
        <w:jc w:val="both"/>
        <w:rPr>
          <w:rFonts w:ascii="Times New Roman" w:hAnsi="Times New Roman"/>
          <w:color w:val="332E2D"/>
          <w:spacing w:val="2"/>
          <w:sz w:val="24"/>
          <w:szCs w:val="24"/>
          <w:lang w:eastAsia="ru-RU"/>
        </w:rPr>
      </w:pPr>
      <w:r w:rsidRPr="001100E9">
        <w:rPr>
          <w:rFonts w:ascii="Times New Roman" w:hAnsi="Times New Roman"/>
          <w:color w:val="332E2D"/>
          <w:spacing w:val="2"/>
          <w:sz w:val="24"/>
          <w:szCs w:val="24"/>
          <w:lang w:eastAsia="ru-RU"/>
        </w:rPr>
        <w:t xml:space="preserve">   В целях создания условий для устойчивого развития территории Волче-Вражского сельсовета  Тамалинского района Пензенской области, сохранения окружающей среды и объектов культурного наследия, создания условий для планировки территорий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руководствуясь Градостроительным кодексом Российской Федерации, п.20, ч.1, ст.14 Федерального закона «Об общих принципах организации местного самоуправления в Российской Федерации» от 06.10.2003 № 131-ФЗ, Уставом Волче-Вражского сельсовета Тамалинского района Пензенской области, </w:t>
      </w:r>
    </w:p>
    <w:p w:rsidR="00B90A2B" w:rsidRPr="001100E9" w:rsidRDefault="00B90A2B" w:rsidP="001100E9">
      <w:pPr>
        <w:spacing w:before="30" w:after="30" w:line="240" w:lineRule="auto"/>
        <w:ind w:firstLine="720"/>
        <w:jc w:val="both"/>
        <w:rPr>
          <w:rFonts w:ascii="Times New Roman" w:hAnsi="Times New Roman"/>
          <w:color w:val="332E2D"/>
          <w:spacing w:val="2"/>
          <w:sz w:val="16"/>
          <w:szCs w:val="16"/>
          <w:lang w:eastAsia="ru-RU"/>
        </w:rPr>
      </w:pPr>
    </w:p>
    <w:p w:rsidR="00B90A2B" w:rsidRPr="001100E9" w:rsidRDefault="00B90A2B" w:rsidP="001100E9">
      <w:pPr>
        <w:spacing w:before="30" w:after="30" w:line="240" w:lineRule="auto"/>
        <w:jc w:val="center"/>
        <w:rPr>
          <w:rFonts w:ascii="Times New Roman" w:hAnsi="Times New Roman"/>
          <w:b/>
          <w:color w:val="332E2D"/>
          <w:spacing w:val="2"/>
          <w:sz w:val="24"/>
          <w:szCs w:val="24"/>
          <w:lang w:eastAsia="ru-RU"/>
        </w:rPr>
      </w:pPr>
      <w:r w:rsidRPr="001100E9">
        <w:rPr>
          <w:rFonts w:ascii="Times New Roman" w:hAnsi="Times New Roman"/>
          <w:b/>
          <w:color w:val="332E2D"/>
          <w:spacing w:val="2"/>
          <w:sz w:val="24"/>
          <w:szCs w:val="24"/>
          <w:lang w:eastAsia="ru-RU"/>
        </w:rPr>
        <w:t>администрация Волче-Вражского сельсовета Тамалинского района</w:t>
      </w:r>
    </w:p>
    <w:p w:rsidR="00B90A2B" w:rsidRPr="001100E9" w:rsidRDefault="00B90A2B" w:rsidP="001100E9">
      <w:pPr>
        <w:spacing w:before="30" w:after="30" w:line="240" w:lineRule="auto"/>
        <w:jc w:val="center"/>
        <w:rPr>
          <w:rFonts w:ascii="Times New Roman" w:hAnsi="Times New Roman"/>
          <w:b/>
          <w:color w:val="332E2D"/>
          <w:spacing w:val="2"/>
          <w:sz w:val="24"/>
          <w:szCs w:val="24"/>
          <w:lang w:eastAsia="ru-RU"/>
        </w:rPr>
      </w:pPr>
      <w:r w:rsidRPr="001100E9">
        <w:rPr>
          <w:rFonts w:ascii="Times New Roman" w:hAnsi="Times New Roman"/>
          <w:b/>
          <w:color w:val="332E2D"/>
          <w:spacing w:val="2"/>
          <w:sz w:val="24"/>
          <w:szCs w:val="24"/>
          <w:lang w:eastAsia="ru-RU"/>
        </w:rPr>
        <w:t>Пензенской области  постановляет:</w:t>
      </w:r>
    </w:p>
    <w:p w:rsidR="00B90A2B" w:rsidRPr="001100E9" w:rsidRDefault="00B90A2B" w:rsidP="001100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0E9">
        <w:rPr>
          <w:rFonts w:ascii="Times New Roman" w:hAnsi="Times New Roman"/>
          <w:sz w:val="24"/>
          <w:szCs w:val="24"/>
          <w:lang w:eastAsia="ru-RU"/>
        </w:rPr>
        <w:t>   </w:t>
      </w:r>
      <w:r w:rsidRPr="001100E9">
        <w:rPr>
          <w:rFonts w:ascii="Times New Roman" w:hAnsi="Times New Roman"/>
          <w:sz w:val="24"/>
          <w:szCs w:val="24"/>
          <w:lang w:eastAsia="ru-RU"/>
        </w:rPr>
        <w:br/>
        <w:t xml:space="preserve">       1. Внести изменения в Правила землепользования и застройки Волче-Вражского сельсовета  Тамалинского района Пензенской области.</w:t>
      </w:r>
    </w:p>
    <w:p w:rsidR="00B90A2B" w:rsidRPr="001100E9" w:rsidRDefault="00B90A2B" w:rsidP="001100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0E9">
        <w:rPr>
          <w:rFonts w:ascii="Times New Roman" w:hAnsi="Times New Roman"/>
          <w:sz w:val="24"/>
          <w:szCs w:val="24"/>
          <w:lang w:eastAsia="ru-RU"/>
        </w:rPr>
        <w:t xml:space="preserve">       2. Настоящее постановление вступает в силу с момента подписания и подлежит официальному опубликованию в информационном бюллетене «Сельский вестник» и на официальном сайте администрации Волче-Вражского сельсоветав информационно - телекоммуникационной сети «Интернет».</w:t>
      </w:r>
    </w:p>
    <w:p w:rsidR="00B90A2B" w:rsidRPr="001100E9" w:rsidRDefault="00B90A2B" w:rsidP="001100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0E9">
        <w:rPr>
          <w:rFonts w:ascii="Times New Roman" w:hAnsi="Times New Roman"/>
          <w:sz w:val="24"/>
          <w:szCs w:val="24"/>
          <w:lang w:eastAsia="ru-RU"/>
        </w:rPr>
        <w:t xml:space="preserve">       3. Контроль  выполнения настоящего постановления возложить на главу администрации Волче-Вражского сельсовета Тамалинского района Пензенской области. </w:t>
      </w:r>
    </w:p>
    <w:p w:rsidR="00B90A2B" w:rsidRPr="001100E9" w:rsidRDefault="00B90A2B" w:rsidP="001100E9">
      <w:pPr>
        <w:tabs>
          <w:tab w:val="left" w:pos="0"/>
          <w:tab w:val="left" w:pos="142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90A2B" w:rsidRPr="001100E9" w:rsidRDefault="00B90A2B" w:rsidP="001100E9">
      <w:pPr>
        <w:tabs>
          <w:tab w:val="left" w:pos="0"/>
          <w:tab w:val="left" w:pos="142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0E9">
        <w:rPr>
          <w:rFonts w:ascii="Times New Roman" w:hAnsi="Times New Roman"/>
          <w:sz w:val="24"/>
          <w:szCs w:val="24"/>
          <w:lang w:eastAsia="ru-RU"/>
        </w:rPr>
        <w:t xml:space="preserve">Глава администрации Волче-Вражского сельсовета </w:t>
      </w:r>
    </w:p>
    <w:p w:rsidR="00B90A2B" w:rsidRPr="001100E9" w:rsidRDefault="00B90A2B" w:rsidP="001100E9">
      <w:pPr>
        <w:rPr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  <w:lang w:eastAsia="ru-RU"/>
        </w:rPr>
        <w:t>Тамалинского</w:t>
      </w:r>
      <w:bookmarkStart w:id="0" w:name="_GoBack"/>
      <w:bookmarkEnd w:id="0"/>
      <w:r w:rsidRPr="001100E9">
        <w:rPr>
          <w:rFonts w:ascii="Times New Roman" w:hAnsi="Times New Roman"/>
          <w:sz w:val="24"/>
          <w:szCs w:val="24"/>
          <w:lang w:eastAsia="ru-RU"/>
        </w:rPr>
        <w:t xml:space="preserve"> района  Пензенской области                                 Т.А. Легонькова</w:t>
      </w: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A2B" w:rsidRDefault="00B90A2B" w:rsidP="001100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B90A2B" w:rsidRDefault="00B90A2B" w:rsidP="001100E9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B90A2B" w:rsidRPr="00446C77" w:rsidTr="00F1033F">
        <w:trPr>
          <w:jc w:val="center"/>
        </w:trPr>
        <w:tc>
          <w:tcPr>
            <w:tcW w:w="284" w:type="dxa"/>
            <w:vAlign w:val="bottom"/>
          </w:tcPr>
          <w:p w:rsidR="00B90A2B" w:rsidRDefault="00B90A2B" w:rsidP="00F10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10.06.2019</w:t>
            </w:r>
          </w:p>
        </w:tc>
        <w:tc>
          <w:tcPr>
            <w:tcW w:w="397" w:type="dxa"/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78-п</w:t>
            </w:r>
          </w:p>
        </w:tc>
      </w:tr>
      <w:tr w:rsidR="00B90A2B" w:rsidRPr="00446C77" w:rsidTr="00F1033F">
        <w:trPr>
          <w:jc w:val="center"/>
        </w:trPr>
        <w:tc>
          <w:tcPr>
            <w:tcW w:w="4650" w:type="dxa"/>
            <w:gridSpan w:val="4"/>
          </w:tcPr>
          <w:p w:rsidR="00B90A2B" w:rsidRDefault="00B90A2B" w:rsidP="00F1033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B90A2B" w:rsidRDefault="00B90A2B"/>
    <w:p w:rsidR="00B90A2B" w:rsidRPr="001100E9" w:rsidRDefault="00B90A2B" w:rsidP="001100E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100E9">
        <w:rPr>
          <w:rFonts w:ascii="Times New Roman" w:hAnsi="Times New Roman"/>
          <w:b/>
          <w:sz w:val="24"/>
          <w:szCs w:val="24"/>
        </w:rPr>
        <w:t>Об  установлении  особого  противопожарного  режима</w:t>
      </w:r>
    </w:p>
    <w:p w:rsidR="00B90A2B" w:rsidRPr="001100E9" w:rsidRDefault="00B90A2B" w:rsidP="001100E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1100E9">
        <w:rPr>
          <w:rFonts w:ascii="Times New Roman" w:hAnsi="Times New Roman"/>
          <w:b/>
          <w:bCs/>
          <w:sz w:val="24"/>
          <w:szCs w:val="24"/>
        </w:rPr>
        <w:t>на  территории  Волче-Вражского сельсовета Тамалинского  района Пензенской области.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bCs/>
          <w:sz w:val="16"/>
          <w:szCs w:val="16"/>
        </w:rPr>
      </w:pP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100E9">
        <w:rPr>
          <w:rFonts w:ascii="Times New Roman" w:hAnsi="Times New Roman"/>
          <w:sz w:val="24"/>
          <w:szCs w:val="24"/>
        </w:rPr>
        <w:t xml:space="preserve">В связи с неблагоприятными погодными условиями и повышением пожароопасности,   в  целях   обеспечения пожарной безопасности, а также защиты   жизни,  здоровья  и  имущества  граждан и юридических лиц от пожаров, руководствуясь Федеральным </w:t>
      </w:r>
      <w:hyperlink r:id="rId4" w:history="1">
        <w:r w:rsidRPr="001100E9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1100E9">
        <w:rPr>
          <w:rFonts w:ascii="Times New Roman" w:hAnsi="Times New Roman"/>
          <w:sz w:val="24"/>
          <w:szCs w:val="24"/>
        </w:rPr>
        <w:t xml:space="preserve"> от 21.12.1994 № 69-ФЗ   "О пожарной безопасности" (с последующими изменениями), законом  Пензенской   области   от  02.11.2005  </w:t>
      </w:r>
      <w:hyperlink r:id="rId5" w:history="1">
        <w:r w:rsidRPr="001100E9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№  890-ЗПО</w:t>
        </w:r>
      </w:hyperlink>
      <w:r w:rsidRPr="001100E9">
        <w:rPr>
          <w:rFonts w:ascii="Times New Roman" w:hAnsi="Times New Roman"/>
          <w:color w:val="000000"/>
          <w:sz w:val="24"/>
          <w:szCs w:val="24"/>
        </w:rPr>
        <w:t xml:space="preserve">  "О пожарной безопасности Пензенской области"</w:t>
      </w:r>
      <w:r w:rsidRPr="001100E9">
        <w:rPr>
          <w:rFonts w:ascii="Times New Roman" w:hAnsi="Times New Roman"/>
          <w:sz w:val="24"/>
          <w:szCs w:val="24"/>
        </w:rPr>
        <w:t>(с последующими изменениями)</w:t>
      </w:r>
      <w:r w:rsidRPr="001100E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00E9">
        <w:rPr>
          <w:rFonts w:ascii="Times New Roman" w:hAnsi="Times New Roman"/>
          <w:sz w:val="24"/>
          <w:szCs w:val="24"/>
        </w:rPr>
        <w:t>руководствуясь Уставом  Волче-Вражского сельсовета Тамалинского района Пензенской  области,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B90A2B" w:rsidRPr="001100E9" w:rsidRDefault="00B90A2B" w:rsidP="001100E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100E9">
        <w:rPr>
          <w:rFonts w:ascii="Times New Roman" w:hAnsi="Times New Roman"/>
          <w:b/>
          <w:sz w:val="24"/>
          <w:szCs w:val="24"/>
        </w:rPr>
        <w:t>администрация  Волче-Вражского сельсовета  Тамалинского района Пензенской области постановляет: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16"/>
          <w:szCs w:val="16"/>
        </w:rPr>
      </w:pPr>
      <w:r w:rsidRPr="001100E9">
        <w:rPr>
          <w:rFonts w:ascii="Times New Roman" w:hAnsi="Times New Roman"/>
          <w:sz w:val="24"/>
          <w:szCs w:val="24"/>
        </w:rPr>
        <w:tab/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 1. Установить на территории Волче-Вражского сельсовета особый противопожарный    режим  с  10  по  25 июня  2019 года.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 2. Установить на период действия особого противопожарного режима следующие дополнительные меры пожарной безопасности: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 2.1. Запретить на территории Волче-Вражского сельсовета разведение костров, сжигание мусора, стерни, пожнивных и порубочных остатков, проведение всех видов пожароопасных работ с использованием открытого огня, кроме работ, проводимых в специально отведенных и оборудованных рабочих местах;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 2.2. Активизировать работу профилактических групп по проведению ежедневных рейдов в частном жилом фонде населенных пунктов, в обязательном порядке обеспечить взаимодействие по привлечению к данной работе личного состава муниципальной, добровольной и иных видов пожарной охраны, инструкторов пожарной профилактики, сотрудников полиции и социальной защиты населения;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 2.3. Рассмотреть вопрос о необходимости оказания дополнительной помощи малоимущим гражданам (многодетным семьям, одиноким престарелым людям) в ремонте печного отопления и электропроводки в местах их проживания, а также в приобретении и установке автономных пожарных извещателей.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 2.4. Обеспечить регулярное информирование населения о соблюдении мер пожарной безопасности, организовать работу по проведению противопожарной пропаганды и обучению населения мерам пожарной безопасности. Инициировать проведение сходов граждан в первую очередь в населенных пунктах, с неблагополучной обстановкой с пожарами, с освещением проводимых мероприятий в средствах массовой информации.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2.5. Организовать выпуск агитационных и пропагандистских материалов на противопожарную тематику (плакатов, памяток, брошюр, информационных листов) и провести распространение среди населения с использованием возможностей почтовой связи и в ходе рейдов профилактических групп.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 2.6. Организовать патрулирование территорий населенных пунктов силами местного населения и членов добровольных пожарных дружин с целью предотвращения случаев возгорания жилых домов и надворных построек граждан. 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 2.7. Провести обследование бесхозных строений и других мест возможного проживания лиц без определенного места жительства с целью проведения с ними бесед о мерах пожарной безопасности и принятия предусмотренных законом мер.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2.8. Принять меры по очистке территорий от сухой растительности и </w:t>
      </w:r>
      <w:r w:rsidRPr="001100E9">
        <w:rPr>
          <w:rFonts w:ascii="Times New Roman" w:hAnsi="Times New Roman"/>
          <w:spacing w:val="-6"/>
          <w:sz w:val="24"/>
          <w:szCs w:val="24"/>
        </w:rPr>
        <w:t>мусора, обеспечению исправности источников противопожарного водоснабжения</w:t>
      </w:r>
      <w:r w:rsidRPr="001100E9">
        <w:rPr>
          <w:rFonts w:ascii="Times New Roman" w:hAnsi="Times New Roman"/>
          <w:sz w:val="24"/>
          <w:szCs w:val="24"/>
        </w:rPr>
        <w:t xml:space="preserve"> и первичных средств пожаротушения.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3. Настоящее постановление опубликовать в информационном бюллетене «Сельский вестник» и   разместить  на   сайте  администрации  Волче-Вражского сельсовета.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 xml:space="preserve">    4. Контроль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00E9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  Т.А. Легонькова</w:t>
      </w:r>
    </w:p>
    <w:p w:rsidR="00B90A2B" w:rsidRPr="001100E9" w:rsidRDefault="00B90A2B" w:rsidP="001100E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90A2B" w:rsidRDefault="00B90A2B" w:rsidP="001100E9">
      <w:pPr>
        <w:jc w:val="center"/>
        <w:rPr>
          <w:sz w:val="28"/>
          <w:szCs w:val="28"/>
        </w:rPr>
      </w:pPr>
    </w:p>
    <w:p w:rsidR="00B90A2B" w:rsidRDefault="00B90A2B" w:rsidP="00110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B90A2B" w:rsidRDefault="00B90A2B" w:rsidP="00110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B90A2B" w:rsidRDefault="00B90A2B" w:rsidP="00110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B90A2B" w:rsidRDefault="00B90A2B" w:rsidP="001100E9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B90A2B" w:rsidRDefault="00B90A2B" w:rsidP="001100E9"/>
    <w:p w:rsidR="00B90A2B" w:rsidRDefault="00B90A2B"/>
    <w:sectPr w:rsidR="00B90A2B" w:rsidSect="001100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0E9"/>
    <w:rsid w:val="001100E9"/>
    <w:rsid w:val="00446C77"/>
    <w:rsid w:val="00AA1DBC"/>
    <w:rsid w:val="00B90A2B"/>
    <w:rsid w:val="00DA49BA"/>
    <w:rsid w:val="00E34A23"/>
    <w:rsid w:val="00F0433E"/>
    <w:rsid w:val="00F1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E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100E9"/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1100E9"/>
    <w:pPr>
      <w:tabs>
        <w:tab w:val="left" w:pos="284"/>
        <w:tab w:val="left" w:pos="1134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00E9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1100E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100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21;n=30092;fld=134;dst=100043" TargetMode="External"/><Relationship Id="rId4" Type="http://schemas.openxmlformats.org/officeDocument/2006/relationships/hyperlink" Target="consultantplus://offline/main?base=LAW;n=102897;fld=134;dst=1003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973</Words>
  <Characters>5549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30 от 11 июня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2020-03-18T14:39:00Z</dcterms:created>
  <dcterms:modified xsi:type="dcterms:W3CDTF">2020-03-18T14:39:00Z</dcterms:modified>
</cp:coreProperties>
</file>