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3A" w:rsidRDefault="0050773A" w:rsidP="009E0F64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31 от 14 июня 2019  года                                  село  Волчий Враг   «Бесплатно»</w:t>
      </w:r>
    </w:p>
    <w:p w:rsidR="0050773A" w:rsidRDefault="0050773A" w:rsidP="009E0F64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50773A" w:rsidRDefault="0050773A" w:rsidP="009E0F64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50773A" w:rsidRDefault="0050773A" w:rsidP="009E0F64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50773A" w:rsidRDefault="0050773A" w:rsidP="009E0F64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50773A" w:rsidRDefault="0050773A" w:rsidP="009E0F64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50773A" w:rsidRDefault="0050773A" w:rsidP="009E0F64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50773A" w:rsidRDefault="0050773A" w:rsidP="009E0F6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0773A" w:rsidRDefault="0050773A" w:rsidP="009E0F6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АДМИНИСТРАЦИЯ ВОЛЧЕ-ВРАЖСКОГО СЕЛЬСОВЕТА </w:t>
      </w:r>
    </w:p>
    <w:p w:rsidR="0050773A" w:rsidRDefault="0050773A" w:rsidP="009E0F6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ТАМАЛИНСКОГО РАЙОНА ПЕНЗЕНСКОЙ ОБЛАСТИ</w:t>
      </w:r>
    </w:p>
    <w:p w:rsidR="0050773A" w:rsidRDefault="0050773A" w:rsidP="009E0F6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0773A" w:rsidRDefault="0050773A" w:rsidP="009E0F6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50773A" w:rsidRDefault="0050773A" w:rsidP="009E0F64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50773A" w:rsidRPr="00A8083A" w:rsidTr="0059291C">
        <w:trPr>
          <w:jc w:val="center"/>
        </w:trPr>
        <w:tc>
          <w:tcPr>
            <w:tcW w:w="284" w:type="dxa"/>
            <w:vAlign w:val="bottom"/>
          </w:tcPr>
          <w:p w:rsidR="0050773A" w:rsidRDefault="0050773A" w:rsidP="00592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0773A" w:rsidRDefault="0050773A" w:rsidP="005929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13.06.2019</w:t>
            </w:r>
          </w:p>
        </w:tc>
        <w:tc>
          <w:tcPr>
            <w:tcW w:w="397" w:type="dxa"/>
          </w:tcPr>
          <w:p w:rsidR="0050773A" w:rsidRDefault="0050773A" w:rsidP="00592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0773A" w:rsidRDefault="0050773A" w:rsidP="005929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79-п</w:t>
            </w:r>
          </w:p>
        </w:tc>
      </w:tr>
      <w:tr w:rsidR="0050773A" w:rsidRPr="00A8083A" w:rsidTr="0059291C">
        <w:trPr>
          <w:jc w:val="center"/>
        </w:trPr>
        <w:tc>
          <w:tcPr>
            <w:tcW w:w="4650" w:type="dxa"/>
            <w:gridSpan w:val="4"/>
          </w:tcPr>
          <w:p w:rsidR="0050773A" w:rsidRDefault="0050773A" w:rsidP="0059291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50773A" w:rsidRPr="00185F84" w:rsidRDefault="0050773A" w:rsidP="00185F84"/>
    <w:p w:rsidR="0050773A" w:rsidRPr="00185F84" w:rsidRDefault="0050773A" w:rsidP="00185F84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  <w:r w:rsidRPr="00185F84">
        <w:rPr>
          <w:rFonts w:ascii="Times New Roman" w:hAnsi="Times New Roman"/>
          <w:b/>
          <w:sz w:val="24"/>
          <w:szCs w:val="24"/>
        </w:rPr>
        <w:t>О внесении изменений в Положение о порядке прохождения испытания при заключении трудового договора с муниципальным служащим администрации Волче-Вражского сельсовета Тамалинского района.</w:t>
      </w:r>
    </w:p>
    <w:p w:rsidR="0050773A" w:rsidRPr="00185F84" w:rsidRDefault="0050773A" w:rsidP="00185F84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50773A" w:rsidRPr="00185F84" w:rsidRDefault="0050773A" w:rsidP="00185F84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185F84">
        <w:rPr>
          <w:rFonts w:ascii="Times New Roman" w:hAnsi="Times New Roman"/>
          <w:sz w:val="24"/>
          <w:szCs w:val="24"/>
        </w:rPr>
        <w:t xml:space="preserve">В соответствии со статьями 70, 71 Трудового кодекса Российской Федерации, Федеральным законом от 02.03.2007 №25-ФЗ «О муниципальной службе в Российской Федерации», руководствуясь Уставом Волче-Вражского сельсовета Тамалинского района Пензенской области, </w:t>
      </w:r>
    </w:p>
    <w:p w:rsidR="0050773A" w:rsidRPr="00185F84" w:rsidRDefault="0050773A" w:rsidP="00185F84">
      <w:pPr>
        <w:pStyle w:val="NoSpacing"/>
        <w:jc w:val="both"/>
        <w:rPr>
          <w:rFonts w:ascii="Times New Roman" w:hAnsi="Times New Roman"/>
          <w:i/>
          <w:sz w:val="16"/>
          <w:szCs w:val="16"/>
        </w:rPr>
      </w:pPr>
    </w:p>
    <w:p w:rsidR="0050773A" w:rsidRPr="00185F84" w:rsidRDefault="0050773A" w:rsidP="00185F84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185F84">
        <w:rPr>
          <w:rFonts w:ascii="Times New Roman" w:hAnsi="Times New Roman"/>
          <w:b/>
          <w:bCs/>
          <w:sz w:val="24"/>
          <w:szCs w:val="24"/>
        </w:rPr>
        <w:t>администрация Волче-Вражского сельсовета Тамалинского района</w:t>
      </w:r>
    </w:p>
    <w:p w:rsidR="0050773A" w:rsidRPr="00185F84" w:rsidRDefault="0050773A" w:rsidP="00185F84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185F84">
        <w:rPr>
          <w:rFonts w:ascii="Times New Roman" w:hAnsi="Times New Roman"/>
          <w:b/>
          <w:bCs/>
          <w:sz w:val="24"/>
          <w:szCs w:val="24"/>
        </w:rPr>
        <w:t>Пензенской области постановляет:</w:t>
      </w:r>
    </w:p>
    <w:p w:rsidR="0050773A" w:rsidRPr="00185F84" w:rsidRDefault="0050773A" w:rsidP="00185F84">
      <w:pPr>
        <w:pStyle w:val="NoSpacing"/>
        <w:jc w:val="both"/>
        <w:rPr>
          <w:rFonts w:ascii="Times New Roman" w:hAnsi="Times New Roman"/>
          <w:bCs/>
          <w:sz w:val="16"/>
          <w:szCs w:val="16"/>
        </w:rPr>
      </w:pPr>
    </w:p>
    <w:p w:rsidR="0050773A" w:rsidRPr="00185F84" w:rsidRDefault="0050773A" w:rsidP="00185F8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85F84">
        <w:rPr>
          <w:rFonts w:ascii="Times New Roman" w:hAnsi="Times New Roman"/>
          <w:sz w:val="24"/>
          <w:szCs w:val="24"/>
        </w:rPr>
        <w:t>1. Внести в Положение о порядке прохождения испытания при заключении трудового договора с муниципальным служащим администрации Волче-Вражского сельсовета Тамалинского района Пензенской области, утвержденное постановлением администрации Волче-Вражского сельсовета Тамалинского района Пензенской области от 12.11.2014  № 55-п, следующие изменения:</w:t>
      </w:r>
    </w:p>
    <w:p w:rsidR="0050773A" w:rsidRPr="00185F84" w:rsidRDefault="0050773A" w:rsidP="00185F8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85F84">
        <w:rPr>
          <w:rFonts w:ascii="Times New Roman" w:hAnsi="Times New Roman"/>
          <w:sz w:val="24"/>
          <w:szCs w:val="24"/>
        </w:rPr>
        <w:t>1) в абзаце третьем пункта 3.5 слово «рабочих» исключить;</w:t>
      </w:r>
    </w:p>
    <w:p w:rsidR="0050773A" w:rsidRPr="00185F84" w:rsidRDefault="0050773A" w:rsidP="00185F8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85F84">
        <w:rPr>
          <w:rFonts w:ascii="Times New Roman" w:hAnsi="Times New Roman"/>
          <w:sz w:val="24"/>
          <w:szCs w:val="24"/>
        </w:rPr>
        <w:t>2) в пункте 3.10 слово «рабочих» исключить.</w:t>
      </w:r>
    </w:p>
    <w:p w:rsidR="0050773A" w:rsidRPr="00185F84" w:rsidRDefault="0050773A" w:rsidP="00185F84">
      <w:pPr>
        <w:pStyle w:val="NoSpacing"/>
        <w:jc w:val="both"/>
        <w:rPr>
          <w:rFonts w:ascii="Times New Roman" w:hAnsi="Times New Roman"/>
          <w:iCs/>
          <w:sz w:val="24"/>
          <w:szCs w:val="24"/>
        </w:rPr>
      </w:pPr>
      <w:r w:rsidRPr="00185F84">
        <w:rPr>
          <w:rFonts w:ascii="Times New Roman" w:hAnsi="Times New Roman"/>
          <w:iCs/>
          <w:sz w:val="24"/>
          <w:szCs w:val="24"/>
        </w:rPr>
        <w:t>2. Настоящее постановление вступает в силу на следующий день после дня его официального опубликования.</w:t>
      </w:r>
    </w:p>
    <w:p w:rsidR="0050773A" w:rsidRPr="00185F84" w:rsidRDefault="0050773A" w:rsidP="00185F8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85F84">
        <w:rPr>
          <w:rFonts w:ascii="Times New Roman" w:hAnsi="Times New Roman"/>
          <w:sz w:val="24"/>
          <w:szCs w:val="24"/>
        </w:rPr>
        <w:t>3. Опубликовать настоящее постановление в информационном бюллетене «Сельский вестник».</w:t>
      </w:r>
    </w:p>
    <w:p w:rsidR="0050773A" w:rsidRPr="00185F84" w:rsidRDefault="0050773A" w:rsidP="00185F8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85F84">
        <w:rPr>
          <w:rFonts w:ascii="Times New Roman" w:hAnsi="Times New Roman"/>
          <w:iCs/>
          <w:sz w:val="24"/>
          <w:szCs w:val="24"/>
        </w:rPr>
        <w:t xml:space="preserve">4. Контроль исполнения настоящего постановления возложить на главу </w:t>
      </w:r>
      <w:r w:rsidRPr="00185F84">
        <w:rPr>
          <w:rFonts w:ascii="Times New Roman" w:hAnsi="Times New Roman"/>
          <w:sz w:val="24"/>
          <w:szCs w:val="24"/>
        </w:rPr>
        <w:t>администрации Волче-Вражского сельсовета Тамалинского района Пензенской области.</w:t>
      </w:r>
    </w:p>
    <w:p w:rsidR="0050773A" w:rsidRPr="00185F84" w:rsidRDefault="0050773A" w:rsidP="00185F84">
      <w:pPr>
        <w:pStyle w:val="NoSpacing"/>
        <w:jc w:val="both"/>
        <w:rPr>
          <w:rFonts w:ascii="Times New Roman" w:hAnsi="Times New Roman"/>
          <w:iCs/>
          <w:sz w:val="24"/>
          <w:szCs w:val="24"/>
        </w:rPr>
      </w:pPr>
    </w:p>
    <w:p w:rsidR="0050773A" w:rsidRPr="00185F84" w:rsidRDefault="0050773A" w:rsidP="00185F84">
      <w:pPr>
        <w:pStyle w:val="NoSpacing"/>
        <w:jc w:val="both"/>
        <w:rPr>
          <w:rFonts w:ascii="Times New Roman" w:hAnsi="Times New Roman"/>
          <w:iCs/>
          <w:sz w:val="24"/>
          <w:szCs w:val="24"/>
        </w:rPr>
      </w:pPr>
    </w:p>
    <w:p w:rsidR="0050773A" w:rsidRPr="00185F84" w:rsidRDefault="0050773A" w:rsidP="00185F84">
      <w:pPr>
        <w:pStyle w:val="NoSpacing"/>
        <w:jc w:val="both"/>
        <w:rPr>
          <w:rFonts w:ascii="Times New Roman" w:hAnsi="Times New Roman"/>
          <w:iCs/>
          <w:sz w:val="24"/>
          <w:szCs w:val="24"/>
        </w:rPr>
      </w:pPr>
      <w:r w:rsidRPr="00185F84">
        <w:rPr>
          <w:rFonts w:ascii="Times New Roman" w:hAnsi="Times New Roman"/>
          <w:iCs/>
          <w:sz w:val="24"/>
          <w:szCs w:val="24"/>
        </w:rPr>
        <w:t>Глава администрации Волче-Вражского сельсовета</w:t>
      </w:r>
    </w:p>
    <w:p w:rsidR="0050773A" w:rsidRPr="00185F84" w:rsidRDefault="0050773A" w:rsidP="00185F84">
      <w:pPr>
        <w:pStyle w:val="NoSpacing"/>
        <w:jc w:val="both"/>
        <w:rPr>
          <w:rFonts w:ascii="Times New Roman" w:hAnsi="Times New Roman"/>
          <w:iCs/>
          <w:sz w:val="24"/>
          <w:szCs w:val="24"/>
        </w:rPr>
      </w:pPr>
      <w:r w:rsidRPr="00185F84">
        <w:rPr>
          <w:rFonts w:ascii="Times New Roman" w:hAnsi="Times New Roman"/>
          <w:iCs/>
          <w:sz w:val="24"/>
          <w:szCs w:val="24"/>
        </w:rPr>
        <w:t>Тамалинского района Пензенской области</w:t>
      </w:r>
      <w:r w:rsidRPr="00185F84">
        <w:rPr>
          <w:rFonts w:ascii="Times New Roman" w:hAnsi="Times New Roman"/>
          <w:iCs/>
          <w:sz w:val="24"/>
          <w:szCs w:val="24"/>
        </w:rPr>
        <w:tab/>
        <w:t xml:space="preserve">       </w:t>
      </w:r>
      <w:r>
        <w:rPr>
          <w:rFonts w:ascii="Times New Roman" w:hAnsi="Times New Roman"/>
          <w:iCs/>
          <w:sz w:val="24"/>
          <w:szCs w:val="24"/>
        </w:rPr>
        <w:t xml:space="preserve">                               </w:t>
      </w:r>
      <w:r w:rsidRPr="00185F84">
        <w:rPr>
          <w:rFonts w:ascii="Times New Roman" w:hAnsi="Times New Roman"/>
          <w:iCs/>
          <w:sz w:val="24"/>
          <w:szCs w:val="24"/>
        </w:rPr>
        <w:t xml:space="preserve"> Т.А. Легонькова </w:t>
      </w:r>
    </w:p>
    <w:p w:rsidR="0050773A" w:rsidRDefault="0050773A" w:rsidP="009E0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50773A" w:rsidRDefault="0050773A" w:rsidP="009E0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50773A" w:rsidRDefault="0050773A" w:rsidP="00185F8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50773A" w:rsidRDefault="0050773A" w:rsidP="00185F84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50773A" w:rsidRPr="00A8083A" w:rsidTr="00CC4F38">
        <w:trPr>
          <w:jc w:val="center"/>
        </w:trPr>
        <w:tc>
          <w:tcPr>
            <w:tcW w:w="284" w:type="dxa"/>
            <w:vAlign w:val="bottom"/>
          </w:tcPr>
          <w:p w:rsidR="0050773A" w:rsidRDefault="0050773A" w:rsidP="00CC4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0773A" w:rsidRDefault="0050773A" w:rsidP="00CC4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13.06.2019</w:t>
            </w:r>
          </w:p>
        </w:tc>
        <w:tc>
          <w:tcPr>
            <w:tcW w:w="397" w:type="dxa"/>
          </w:tcPr>
          <w:p w:rsidR="0050773A" w:rsidRDefault="0050773A" w:rsidP="00CC4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0773A" w:rsidRDefault="0050773A" w:rsidP="00CC4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80-п</w:t>
            </w:r>
          </w:p>
        </w:tc>
      </w:tr>
      <w:tr w:rsidR="0050773A" w:rsidRPr="00A8083A" w:rsidTr="00CC4F38">
        <w:trPr>
          <w:jc w:val="center"/>
        </w:trPr>
        <w:tc>
          <w:tcPr>
            <w:tcW w:w="4650" w:type="dxa"/>
            <w:gridSpan w:val="4"/>
          </w:tcPr>
          <w:p w:rsidR="0050773A" w:rsidRDefault="0050773A" w:rsidP="00CC4F3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50773A" w:rsidRDefault="0050773A" w:rsidP="009E0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50773A" w:rsidRDefault="0050773A" w:rsidP="009E0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50773A" w:rsidRPr="00185F84" w:rsidRDefault="0050773A" w:rsidP="00185F84">
      <w:pPr>
        <w:spacing w:line="10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85F84">
        <w:rPr>
          <w:rFonts w:ascii="Times New Roman" w:hAnsi="Times New Roman"/>
          <w:b/>
          <w:sz w:val="24"/>
          <w:szCs w:val="24"/>
        </w:rPr>
        <w:t>О разработке и утверждении административных регламентов предоставления муниципальных услуг администрацией Волче-Вражского сельсовета Тамалинского района Пензенской области.</w:t>
      </w:r>
    </w:p>
    <w:p w:rsidR="0050773A" w:rsidRPr="00185F84" w:rsidRDefault="0050773A" w:rsidP="00185F84">
      <w:pPr>
        <w:spacing w:line="10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185F84">
        <w:rPr>
          <w:rFonts w:ascii="Times New Roman" w:hAnsi="Times New Roman"/>
          <w:sz w:val="24"/>
          <w:szCs w:val="24"/>
        </w:rPr>
        <w:t xml:space="preserve">В соответствии с Федеральным </w:t>
      </w:r>
      <w:hyperlink r:id="rId7" w:history="1">
        <w:r w:rsidRPr="00185F84">
          <w:rPr>
            <w:rFonts w:ascii="Times New Roman" w:hAnsi="Times New Roman"/>
            <w:sz w:val="24"/>
            <w:szCs w:val="24"/>
          </w:rPr>
          <w:t>законом</w:t>
        </w:r>
      </w:hyperlink>
      <w:r w:rsidRPr="00185F84">
        <w:rPr>
          <w:rFonts w:ascii="Times New Roman" w:hAnsi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руководствуясь Уставом Волче-Вражского сельсовета Тамалинского района Пензенской области,</w:t>
      </w:r>
    </w:p>
    <w:p w:rsidR="0050773A" w:rsidRPr="00185F84" w:rsidRDefault="0050773A" w:rsidP="00185F84">
      <w:pPr>
        <w:spacing w:line="10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85F84">
        <w:rPr>
          <w:rFonts w:ascii="Times New Roman" w:hAnsi="Times New Roman"/>
          <w:b/>
          <w:sz w:val="24"/>
          <w:szCs w:val="24"/>
        </w:rPr>
        <w:t>администрация Волче-Вражского сельсовета Тамалинского района Пензенской области</w:t>
      </w:r>
      <w:r w:rsidRPr="00185F84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85F84">
        <w:rPr>
          <w:rFonts w:ascii="Times New Roman" w:hAnsi="Times New Roman"/>
          <w:b/>
          <w:sz w:val="24"/>
          <w:szCs w:val="24"/>
        </w:rPr>
        <w:t>постановляет:</w:t>
      </w:r>
    </w:p>
    <w:p w:rsidR="0050773A" w:rsidRPr="00185F84" w:rsidRDefault="0050773A" w:rsidP="00185F84">
      <w:pPr>
        <w:pStyle w:val="ConsPlusTitle"/>
        <w:ind w:firstLine="540"/>
        <w:jc w:val="both"/>
        <w:rPr>
          <w:bCs w:val="0"/>
          <w:sz w:val="24"/>
          <w:szCs w:val="24"/>
        </w:rPr>
      </w:pPr>
      <w:r w:rsidRPr="00185F84">
        <w:rPr>
          <w:b w:val="0"/>
          <w:bCs w:val="0"/>
          <w:sz w:val="24"/>
          <w:szCs w:val="24"/>
        </w:rPr>
        <w:t xml:space="preserve">1. Утвердить Порядок разработки и утверждения административных регламентов предоставления муниципальных услуг администрацией  </w:t>
      </w:r>
      <w:r w:rsidRPr="00185F84">
        <w:rPr>
          <w:b w:val="0"/>
          <w:sz w:val="24"/>
          <w:szCs w:val="24"/>
        </w:rPr>
        <w:t>Волче-Вражского сельсовета Тамалинского района Пензенской области</w:t>
      </w:r>
      <w:r w:rsidRPr="00185F84">
        <w:rPr>
          <w:b w:val="0"/>
          <w:bCs w:val="0"/>
          <w:sz w:val="24"/>
          <w:szCs w:val="24"/>
        </w:rPr>
        <w:t xml:space="preserve"> согласно приложению 1.</w:t>
      </w:r>
    </w:p>
    <w:p w:rsidR="0050773A" w:rsidRPr="00185F84" w:rsidRDefault="0050773A" w:rsidP="00185F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2. Утвердить Порядок проведения независимой экспертизы проектов административных регламентов предоставления муниципальных услуг администрацией Волче-Вражского сельсовета Тамалинского района Пензенской области</w:t>
      </w:r>
      <w:r w:rsidRPr="00185F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85F84">
        <w:rPr>
          <w:rFonts w:ascii="Times New Roman" w:hAnsi="Times New Roman" w:cs="Times New Roman"/>
          <w:sz w:val="24"/>
          <w:szCs w:val="24"/>
        </w:rPr>
        <w:t>согласно приложению 2</w:t>
      </w:r>
      <w:r w:rsidRPr="00185F84">
        <w:rPr>
          <w:rFonts w:ascii="Times New Roman" w:hAnsi="Times New Roman" w:cs="Times New Roman"/>
          <w:i/>
          <w:sz w:val="24"/>
          <w:szCs w:val="24"/>
        </w:rPr>
        <w:t>.</w:t>
      </w:r>
    </w:p>
    <w:p w:rsidR="0050773A" w:rsidRPr="00185F84" w:rsidRDefault="0050773A" w:rsidP="00185F84">
      <w:pPr>
        <w:pStyle w:val="ConsPlusTitle"/>
        <w:ind w:firstLine="540"/>
        <w:jc w:val="both"/>
        <w:rPr>
          <w:b w:val="0"/>
          <w:bCs w:val="0"/>
          <w:i/>
          <w:sz w:val="24"/>
          <w:szCs w:val="24"/>
        </w:rPr>
      </w:pPr>
      <w:r w:rsidRPr="00185F84">
        <w:rPr>
          <w:b w:val="0"/>
          <w:bCs w:val="0"/>
          <w:sz w:val="24"/>
          <w:szCs w:val="24"/>
        </w:rPr>
        <w:t xml:space="preserve">3. Утвердить Порядок проведения экспертизы проектов административных регламентов предоставления муниципальных услуг администрацией </w:t>
      </w:r>
      <w:r w:rsidRPr="00185F84">
        <w:rPr>
          <w:b w:val="0"/>
          <w:sz w:val="24"/>
          <w:szCs w:val="24"/>
        </w:rPr>
        <w:t>Волче-Вражского сельсовета Тамалинского района Пензенской области</w:t>
      </w:r>
      <w:r w:rsidRPr="00185F84">
        <w:rPr>
          <w:b w:val="0"/>
          <w:bCs w:val="0"/>
          <w:sz w:val="24"/>
          <w:szCs w:val="24"/>
        </w:rPr>
        <w:t xml:space="preserve"> согласно приложению 3</w:t>
      </w:r>
      <w:r w:rsidRPr="00185F84">
        <w:rPr>
          <w:b w:val="0"/>
          <w:bCs w:val="0"/>
          <w:i/>
          <w:sz w:val="24"/>
          <w:szCs w:val="24"/>
        </w:rPr>
        <w:t>.</w:t>
      </w:r>
    </w:p>
    <w:p w:rsidR="0050773A" w:rsidRPr="00185F84" w:rsidRDefault="0050773A" w:rsidP="00185F84">
      <w:pPr>
        <w:pStyle w:val="Heading2"/>
        <w:spacing w:before="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185F84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      4. Признать утратившим силу постановление администрации Волче-Вражского сельсовета Тамалинского района Пензенской области от 16.01.2019 № 1-п «</w:t>
      </w:r>
      <w:r w:rsidRPr="00185F84">
        <w:rPr>
          <w:rStyle w:val="FontStyle20"/>
          <w:color w:val="auto"/>
          <w:sz w:val="24"/>
          <w:szCs w:val="24"/>
        </w:rPr>
        <w:t>Об утверждении порядка разработки и утверждения административных регламентов предоставления муниципальных услуг».</w:t>
      </w:r>
    </w:p>
    <w:p w:rsidR="0050773A" w:rsidRPr="00185F84" w:rsidRDefault="0050773A" w:rsidP="00185F84">
      <w:pPr>
        <w:pStyle w:val="NoSpacing"/>
        <w:rPr>
          <w:rFonts w:ascii="Times New Roman" w:hAnsi="Times New Roman"/>
          <w:sz w:val="24"/>
          <w:szCs w:val="24"/>
        </w:rPr>
      </w:pPr>
      <w:r w:rsidRPr="00185F84">
        <w:rPr>
          <w:rFonts w:ascii="Times New Roman" w:hAnsi="Times New Roman"/>
          <w:sz w:val="24"/>
          <w:szCs w:val="24"/>
        </w:rPr>
        <w:t xml:space="preserve">       5. Настоящее постановление вступает в силу на следующий день после дня его официального опубликования.</w:t>
      </w:r>
    </w:p>
    <w:p w:rsidR="0050773A" w:rsidRPr="00185F84" w:rsidRDefault="0050773A" w:rsidP="00185F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6. Опубликовать настоящее постановление в информационном бюллетене «Сельский вестник» и разместить на официальном сайте администрации Волче-Вражского сельсовета Тамалинского района Пензенской области в информационно-телекоммуникационной сети «Интернет».</w:t>
      </w:r>
    </w:p>
    <w:p w:rsidR="0050773A" w:rsidRPr="00185F84" w:rsidRDefault="0050773A" w:rsidP="00185F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7. Контроль исполнения настоящего постановления возложить на главу администрации Волче-Вражского сельсовета Тамалинского района пензенскойт области.</w:t>
      </w:r>
    </w:p>
    <w:p w:rsidR="0050773A" w:rsidRPr="00185F84" w:rsidRDefault="0050773A" w:rsidP="00185F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773A" w:rsidRPr="00185F84" w:rsidRDefault="0050773A" w:rsidP="00185F84">
      <w:pPr>
        <w:pStyle w:val="NoSpacing"/>
        <w:rPr>
          <w:rFonts w:ascii="Times New Roman" w:hAnsi="Times New Roman"/>
          <w:sz w:val="24"/>
          <w:szCs w:val="24"/>
        </w:rPr>
      </w:pPr>
    </w:p>
    <w:p w:rsidR="0050773A" w:rsidRPr="00185F84" w:rsidRDefault="0050773A" w:rsidP="00185F84">
      <w:pPr>
        <w:pStyle w:val="NoSpacing"/>
        <w:rPr>
          <w:rFonts w:ascii="Times New Roman" w:hAnsi="Times New Roman"/>
          <w:sz w:val="24"/>
          <w:szCs w:val="24"/>
        </w:rPr>
      </w:pPr>
      <w:r w:rsidRPr="00185F84">
        <w:rPr>
          <w:rFonts w:ascii="Times New Roman" w:hAnsi="Times New Roman"/>
          <w:sz w:val="24"/>
          <w:szCs w:val="24"/>
        </w:rPr>
        <w:t xml:space="preserve">Глава администрации Волче-Вражского сельсовета </w:t>
      </w:r>
    </w:p>
    <w:p w:rsidR="0050773A" w:rsidRPr="00185F84" w:rsidRDefault="0050773A" w:rsidP="00185F84">
      <w:pPr>
        <w:pStyle w:val="NoSpacing"/>
        <w:rPr>
          <w:rFonts w:ascii="Times New Roman" w:hAnsi="Times New Roman"/>
          <w:sz w:val="24"/>
          <w:szCs w:val="24"/>
        </w:rPr>
      </w:pPr>
      <w:r w:rsidRPr="00185F84">
        <w:rPr>
          <w:rFonts w:ascii="Times New Roman" w:hAnsi="Times New Roman"/>
          <w:sz w:val="24"/>
          <w:szCs w:val="24"/>
        </w:rPr>
        <w:t xml:space="preserve">Тамалинского района Пензенской области                   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185F84">
        <w:rPr>
          <w:rFonts w:ascii="Times New Roman" w:hAnsi="Times New Roman"/>
          <w:sz w:val="24"/>
          <w:szCs w:val="24"/>
        </w:rPr>
        <w:t xml:space="preserve">      Т.А. Легонькова</w:t>
      </w:r>
    </w:p>
    <w:p w:rsidR="0050773A" w:rsidRPr="00185F84" w:rsidRDefault="0050773A" w:rsidP="00185F84">
      <w:pPr>
        <w:pStyle w:val="NoSpacing"/>
        <w:rPr>
          <w:rFonts w:ascii="Times New Roman" w:hAnsi="Times New Roman"/>
          <w:sz w:val="24"/>
          <w:szCs w:val="24"/>
        </w:rPr>
      </w:pPr>
    </w:p>
    <w:p w:rsidR="0050773A" w:rsidRPr="00185F84" w:rsidRDefault="0050773A" w:rsidP="00185F84">
      <w:pPr>
        <w:pStyle w:val="NoSpacing"/>
        <w:rPr>
          <w:rFonts w:ascii="Times New Roman" w:hAnsi="Times New Roman"/>
          <w:sz w:val="24"/>
          <w:szCs w:val="24"/>
        </w:rPr>
      </w:pPr>
    </w:p>
    <w:p w:rsidR="0050773A" w:rsidRPr="00185F84" w:rsidRDefault="0050773A" w:rsidP="00185F84">
      <w:pPr>
        <w:pStyle w:val="NoSpacing"/>
        <w:rPr>
          <w:rFonts w:ascii="Times New Roman" w:hAnsi="Times New Roman"/>
          <w:sz w:val="24"/>
          <w:szCs w:val="24"/>
        </w:rPr>
      </w:pPr>
    </w:p>
    <w:p w:rsidR="0050773A" w:rsidRPr="00185F84" w:rsidRDefault="0050773A" w:rsidP="00185F84">
      <w:pPr>
        <w:pStyle w:val="NoSpacing"/>
        <w:rPr>
          <w:rFonts w:ascii="Times New Roman" w:hAnsi="Times New Roman"/>
          <w:sz w:val="24"/>
          <w:szCs w:val="24"/>
        </w:rPr>
      </w:pPr>
    </w:p>
    <w:p w:rsidR="0050773A" w:rsidRDefault="0050773A" w:rsidP="00185F84">
      <w:pPr>
        <w:pStyle w:val="NoSpacing"/>
        <w:rPr>
          <w:sz w:val="28"/>
          <w:szCs w:val="28"/>
        </w:rPr>
      </w:pPr>
    </w:p>
    <w:p w:rsidR="0050773A" w:rsidRPr="00FD600E" w:rsidRDefault="0050773A" w:rsidP="00185F84">
      <w:pPr>
        <w:pStyle w:val="cef1edeee2edeee9f2e5eaf1f2"/>
        <w:pageBreakBefore/>
        <w:tabs>
          <w:tab w:val="left" w:pos="851"/>
        </w:tabs>
        <w:spacing w:after="0"/>
        <w:jc w:val="right"/>
        <w:rPr>
          <w:rFonts w:cs="Times New Roman"/>
          <w:sz w:val="22"/>
          <w:szCs w:val="22"/>
        </w:rPr>
      </w:pPr>
      <w:r w:rsidRPr="00FD600E">
        <w:rPr>
          <w:rFonts w:ascii="Times New Roman" w:hAnsi="Times New Roman" w:cs="Times New Roman"/>
          <w:sz w:val="22"/>
          <w:szCs w:val="22"/>
        </w:rPr>
        <w:t>Приложение 1</w:t>
      </w:r>
    </w:p>
    <w:p w:rsidR="0050773A" w:rsidRPr="00FD600E" w:rsidRDefault="0050773A" w:rsidP="00185F84">
      <w:pPr>
        <w:pStyle w:val="ConsPlusNormal"/>
        <w:jc w:val="right"/>
        <w:rPr>
          <w:rFonts w:cs="Times New Roman"/>
        </w:rPr>
      </w:pPr>
      <w:r w:rsidRPr="00FD600E">
        <w:rPr>
          <w:rFonts w:ascii="Times New Roman" w:hAnsi="Times New Roman" w:cs="Times New Roman"/>
        </w:rPr>
        <w:t>к постановлению администрации</w:t>
      </w:r>
    </w:p>
    <w:p w:rsidR="0050773A" w:rsidRPr="00FD600E" w:rsidRDefault="0050773A" w:rsidP="00185F84">
      <w:pPr>
        <w:pStyle w:val="ConsPlusNormal"/>
        <w:jc w:val="right"/>
        <w:rPr>
          <w:rFonts w:cs="Times New Roman"/>
        </w:rPr>
      </w:pPr>
      <w:r w:rsidRPr="00FD600E">
        <w:rPr>
          <w:rFonts w:ascii="Times New Roman" w:hAnsi="Times New Roman" w:cs="Times New Roman"/>
        </w:rPr>
        <w:t>Волче-Вражского  сельсовета</w:t>
      </w:r>
    </w:p>
    <w:p w:rsidR="0050773A" w:rsidRPr="00FD600E" w:rsidRDefault="0050773A" w:rsidP="00185F84">
      <w:pPr>
        <w:pStyle w:val="ConsPlusNormal"/>
        <w:jc w:val="right"/>
        <w:rPr>
          <w:rFonts w:cs="Times New Roman"/>
        </w:rPr>
      </w:pPr>
      <w:r w:rsidRPr="00FD600E">
        <w:rPr>
          <w:rFonts w:ascii="Times New Roman" w:hAnsi="Times New Roman" w:cs="Times New Roman"/>
        </w:rPr>
        <w:t>от 13.06.2019  № 80-п</w:t>
      </w:r>
    </w:p>
    <w:p w:rsidR="0050773A" w:rsidRDefault="0050773A" w:rsidP="00185F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:rsidR="0050773A" w:rsidRPr="00185F84" w:rsidRDefault="0050773A" w:rsidP="00185F84">
      <w:pPr>
        <w:pStyle w:val="ConsPlusTitle"/>
        <w:jc w:val="center"/>
        <w:rPr>
          <w:bCs w:val="0"/>
          <w:sz w:val="24"/>
          <w:szCs w:val="24"/>
        </w:rPr>
      </w:pPr>
      <w:bookmarkStart w:id="0" w:name="Par170"/>
      <w:bookmarkEnd w:id="0"/>
      <w:r w:rsidRPr="00185F84">
        <w:rPr>
          <w:bCs w:val="0"/>
          <w:sz w:val="24"/>
          <w:szCs w:val="24"/>
        </w:rPr>
        <w:t>Порядок</w:t>
      </w:r>
    </w:p>
    <w:p w:rsidR="0050773A" w:rsidRPr="00185F84" w:rsidRDefault="0050773A" w:rsidP="00185F84">
      <w:pPr>
        <w:pStyle w:val="ConsPlusTitle"/>
        <w:jc w:val="center"/>
        <w:rPr>
          <w:bCs w:val="0"/>
          <w:sz w:val="24"/>
          <w:szCs w:val="24"/>
        </w:rPr>
      </w:pPr>
      <w:r w:rsidRPr="00185F84">
        <w:rPr>
          <w:bCs w:val="0"/>
          <w:sz w:val="24"/>
          <w:szCs w:val="24"/>
        </w:rPr>
        <w:t xml:space="preserve"> разработки и утверждения административных регламентов предоставления муниципальных услуг администрацией Волче-Вражского  сельсовета Тамалинского района Пензенской области.</w:t>
      </w:r>
    </w:p>
    <w:p w:rsidR="0050773A" w:rsidRPr="00185F84" w:rsidRDefault="0050773A" w:rsidP="00185F84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50773A" w:rsidRPr="00185F84" w:rsidRDefault="0050773A" w:rsidP="00185F84">
      <w:pPr>
        <w:pStyle w:val="ConsPlusTitle"/>
        <w:jc w:val="center"/>
        <w:rPr>
          <w:bCs w:val="0"/>
          <w:sz w:val="24"/>
          <w:szCs w:val="24"/>
        </w:rPr>
      </w:pPr>
      <w:r w:rsidRPr="00185F84">
        <w:rPr>
          <w:bCs w:val="0"/>
          <w:sz w:val="24"/>
          <w:szCs w:val="24"/>
        </w:rPr>
        <w:t>1. Общие положения</w:t>
      </w:r>
    </w:p>
    <w:p w:rsidR="0050773A" w:rsidRPr="00185F84" w:rsidRDefault="0050773A" w:rsidP="00185F84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50773A" w:rsidRPr="00185F84" w:rsidRDefault="0050773A" w:rsidP="00185F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 xml:space="preserve">1.1. Настоящий Порядок устанавливает требования к разработке и утверждению администрацией </w:t>
      </w:r>
      <w:r w:rsidRPr="00185F84">
        <w:rPr>
          <w:rFonts w:ascii="Times New Roman" w:hAnsi="Times New Roman" w:cs="Times New Roman"/>
          <w:bCs/>
          <w:sz w:val="24"/>
          <w:szCs w:val="24"/>
        </w:rPr>
        <w:t>Волче-Вражского  сельсовета Тамалинского района Пензенской области</w:t>
      </w:r>
      <w:r w:rsidRPr="00185F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85F84">
        <w:rPr>
          <w:rFonts w:ascii="Times New Roman" w:hAnsi="Times New Roman" w:cs="Times New Roman"/>
          <w:sz w:val="24"/>
          <w:szCs w:val="24"/>
        </w:rPr>
        <w:t xml:space="preserve"> (далее — Администрация) административных регламентов предоставления муниципальных услуг (далее - регламент).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1.2. Регламентом является нормативный правовой акт, устанавливающий порядок предоставления Администрацией муниципальной услуги и стандарт предоставления муниципальной услуги.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Регламент также устанавливает порядок взаимодействия между Администрацией и физическими или юридическими лицами, индивидуальными предпринимателями, их уполномоченными представителями (далее - заявители), и иными учреждениями и организациями в процессе предоставления муниципальной услуги.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 xml:space="preserve">1.3. Регламенты разрабатываются должностными лицами, муниципальными служащими Администрации, к компетенции которых относится непосредственное предоставление соответствующей муниципальной услуги (далее – разработчики), в соответствии с нормативными правовыми актами Российской Федерации, нормативными правовыми актами Пензенской области, нормативными правовыми актами администрации </w:t>
      </w:r>
      <w:r w:rsidRPr="00185F84">
        <w:rPr>
          <w:rFonts w:ascii="Times New Roman" w:hAnsi="Times New Roman" w:cs="Times New Roman"/>
          <w:bCs/>
          <w:sz w:val="24"/>
          <w:szCs w:val="24"/>
        </w:rPr>
        <w:t>Волче-Вражского  сельсовета Тамалинского района Пензенской области</w:t>
      </w:r>
      <w:r w:rsidRPr="00185F84">
        <w:rPr>
          <w:rFonts w:ascii="Times New Roman" w:hAnsi="Times New Roman" w:cs="Times New Roman"/>
          <w:i/>
          <w:sz w:val="24"/>
          <w:szCs w:val="24"/>
        </w:rPr>
        <w:t>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 xml:space="preserve">Регламенты разрабатываются не позднее одного месяца после включения соответствующей муниципальной услуги в </w:t>
      </w:r>
      <w:hyperlink r:id="rId8" w:history="1">
        <w:r w:rsidRPr="00185F84">
          <w:rPr>
            <w:rFonts w:ascii="Times New Roman" w:hAnsi="Times New Roman" w:cs="Times New Roman"/>
            <w:sz w:val="24"/>
            <w:szCs w:val="24"/>
          </w:rPr>
          <w:t>Реестр</w:t>
        </w:r>
      </w:hyperlink>
      <w:r w:rsidRPr="00185F84">
        <w:rPr>
          <w:rFonts w:ascii="Times New Roman" w:hAnsi="Times New Roman" w:cs="Times New Roman"/>
          <w:sz w:val="24"/>
          <w:szCs w:val="24"/>
        </w:rPr>
        <w:t xml:space="preserve"> муниципальных услуг администрацией </w:t>
      </w:r>
      <w:r w:rsidRPr="00185F84">
        <w:rPr>
          <w:rFonts w:ascii="Times New Roman" w:hAnsi="Times New Roman" w:cs="Times New Roman"/>
          <w:bCs/>
          <w:sz w:val="24"/>
          <w:szCs w:val="24"/>
        </w:rPr>
        <w:t>Волче-Вражского  сельсовета Тамалинского района Пензенской области,</w:t>
      </w:r>
      <w:r w:rsidRPr="00185F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85F84">
        <w:rPr>
          <w:rFonts w:ascii="Times New Roman" w:hAnsi="Times New Roman" w:cs="Times New Roman"/>
          <w:sz w:val="24"/>
          <w:szCs w:val="24"/>
        </w:rPr>
        <w:t>утвержденный постановлением Администрации от 24.12.2018 № 82-п «Об утверждении Реестра муниципальных услуг Волче-Вражского сельсовета Тамалинского района Пензенской области» (с изменениями) (далее – Реестр).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1.4. При разработке регламентов предусматривается оптимизация (повышение качества) предоставления муниципальных услуг, в том числе: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а) упорядочение административных процедур (действий);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б) устранение избыточных административных процедур (действий);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в) 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лицами, муниципальными служащими Администрации,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муниципальных услуг и реализации принципа «одного окна», использование межведомственных согласований при предоставлении муниципальной услуги без участия заявителя, в том числе с использованием информационно-коммуникационных технологий;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г) 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услуги. Разработчик, осуществляющий подготовку регламента, может установить в регламенте сокращенные сроки предоставления муниципальной услуги, а также сроки выполнения административных процедур (действий) в рамках предоставления муниципальной услуги по отношению к соответствующим срокам, установленным законодательством Российской Федерации и Пензенской области;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д) ответственность должностных лиц, муниципальных служащих Администрации, предоставляющих муниципальные услуги, за несоблюдение ими требований регламентов при выполнении административных процедур (действий);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е) предоставление муниципальной услуги в электронной форме в соответствии с требованиями, утвержденными постановлением Правительства Российской Федерации от 26.03.2016 № 236 «О требованиях к предоставлению в электронной форме государственных и муниципальных услуг».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1.5. Проекты регламентов подлежат независимой экспертизе и экспертизе, проводимой ведущим специалистом администрации Волче-Вражского сельсовета Тамалинского района Пензенской области.</w:t>
      </w:r>
    </w:p>
    <w:p w:rsidR="0050773A" w:rsidRPr="00185F84" w:rsidRDefault="0050773A" w:rsidP="00185F84">
      <w:pPr>
        <w:spacing w:line="10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185F84">
        <w:rPr>
          <w:rFonts w:ascii="Times New Roman" w:hAnsi="Times New Roman"/>
          <w:sz w:val="24"/>
          <w:szCs w:val="24"/>
        </w:rPr>
        <w:t>Экспертиза проектов регламентов, проводится в порядке, установленном постановлением Администрации от 13.06.2019 № 80-п «О разработке и утверждении административных регламентов предоставления муниципальных услуг администрацией</w:t>
      </w:r>
      <w:r w:rsidRPr="00185F84">
        <w:rPr>
          <w:rFonts w:ascii="Times New Roman" w:hAnsi="Times New Roman"/>
          <w:b/>
          <w:sz w:val="24"/>
          <w:szCs w:val="24"/>
        </w:rPr>
        <w:t xml:space="preserve"> </w:t>
      </w:r>
      <w:r w:rsidRPr="00185F84">
        <w:rPr>
          <w:rFonts w:ascii="Times New Roman" w:hAnsi="Times New Roman"/>
          <w:sz w:val="24"/>
          <w:szCs w:val="24"/>
        </w:rPr>
        <w:t>Волче-Вражского  сельсовета Тамалинского района Пензенской области.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1.6. Разработчик, разработав проект регламента, осуществляет следующие действия: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1) размещает проект регламента на официальном сайте Администрации в информационно-телекоммуникационной сети «Интернет»                          (далее — официальный сайт), за исключением проектов регламентов или отдельных их положений, содержащих сведения, составляющие государственную тайну, или сведения, относящиеся к информации ограниченного доступа;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2) обеспечивает проведение независимой экспертизы проекта регламента;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3) обеспечивает проведение правовой экспертизы и антикоррупционной экспертизы проекта регламента;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г) направляет проект регламента на экспертизу.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1.7. По итогам проведения независимой экспертизы, антикоррупционной, правовой экспертизы и экспертизы регламент утверждается постановлением Администрации.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1.8. Внесение изменений в регламенты, признание регламентов утратившими силу осуществляется в порядке, предусмотренном для их утверждения.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 xml:space="preserve">В случае, если изменения вносятся в раздел, касающийся общих положений, сведения о наименовании муниципальной услуги, наименовании органа, предоставляющего муниципальную услугу, правовых основаниях для предоставления муниципальной услуги, независимая экспертиза и экспертиза проекта изменений в регламент не проводится. 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1.9. Регламенты подлежат опубликованию в соответствии с законодательством о доступе к информации о деятельности органов местного самоуправления в порядке, установленным Уставом Волче-Вражского  сельсовета Тамалинского района Пензенской области.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1.10. Регламенты размещаются в местах предоставления муниципальных услуг, а также в случае предоставления соответствующей муниципальной услуги на базе многофункционального центра предоставления государственных и муниципальных услуг, в помещении данного центра.</w:t>
      </w:r>
    </w:p>
    <w:p w:rsidR="0050773A" w:rsidRPr="00185F84" w:rsidRDefault="0050773A" w:rsidP="00185F84">
      <w:pPr>
        <w:pStyle w:val="ConsPlusTitle"/>
        <w:jc w:val="center"/>
        <w:rPr>
          <w:bCs w:val="0"/>
          <w:sz w:val="24"/>
          <w:szCs w:val="24"/>
        </w:rPr>
      </w:pPr>
      <w:r w:rsidRPr="00185F84">
        <w:rPr>
          <w:bCs w:val="0"/>
          <w:sz w:val="24"/>
          <w:szCs w:val="24"/>
        </w:rPr>
        <w:t>2. Требования к регламентам</w:t>
      </w:r>
    </w:p>
    <w:p w:rsidR="0050773A" w:rsidRPr="00185F84" w:rsidRDefault="0050773A" w:rsidP="00185F84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50773A" w:rsidRPr="00185F84" w:rsidRDefault="0050773A" w:rsidP="00185F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2.1. Наименование регламента определяется разработчиком, с учетом формулировки, соответствующей редакции положения нормативного правового акта, которым предусмотрено предоставление муниципальной услуги, и наименования муниципальной услуги в Реестре.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2.2. В регламент включаются следующие разделы: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а) общие положения;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б) стандарт предоставления муниципальной услуги;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в) состав, последовательность и сроки выполнения административных процедур (действий), требования к порядку их выполнения, включая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многофункциональных центрах;</w:t>
      </w:r>
    </w:p>
    <w:p w:rsidR="0050773A" w:rsidRPr="00185F84" w:rsidRDefault="0050773A" w:rsidP="00185F84">
      <w:pPr>
        <w:pStyle w:val="ConsPlusNormal"/>
        <w:spacing w:before="200" w:after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г) формы контроля за исполнением регламента;</w:t>
      </w:r>
    </w:p>
    <w:p w:rsidR="0050773A" w:rsidRPr="00185F84" w:rsidRDefault="0050773A" w:rsidP="00185F84">
      <w:pPr>
        <w:spacing w:after="240"/>
        <w:ind w:firstLine="540"/>
        <w:jc w:val="both"/>
        <w:rPr>
          <w:rFonts w:ascii="Times New Roman" w:hAnsi="Times New Roman"/>
          <w:sz w:val="24"/>
          <w:szCs w:val="24"/>
        </w:rPr>
      </w:pPr>
      <w:r w:rsidRPr="00185F84">
        <w:rPr>
          <w:rFonts w:ascii="Times New Roman" w:hAnsi="Times New Roman"/>
          <w:sz w:val="24"/>
          <w:szCs w:val="24"/>
        </w:rPr>
        <w:t>д)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служащих, работников.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2.3. Раздел, касающийся общих положений, состоит из следующих подразделов: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а) предмет регулирования регламента;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б) круг заявителей;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в) требования к порядку информирования о предоставлении муниципальной услуги, содержащий: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в электронной форме;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К справочной информации относится следующая информация: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место нахождения и график работы Администрации,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справочные телефоны Администрации, организаций, участвующих в предоставлении муниципальной услуги, в том числе номер телефона-автоинформатора (при наличии);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адреса официальных сайтов Администрации, организаций, участвующих в предоставлении муниципальной услуги, адреса их электронной почты.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Справочная информация не приводится в тексте регламента и подлежит обязательному размещению на официальном сайте Администрации и в региональной государственной информационной системе «Портал государственных и муниципальных услуг (функций) Пензенской области» (далее - Портал), о чем указывается в тексте регламента.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Администрация обеспечивает актуализацию справочной информации на своем официальном сайте и на Портале.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2.4. Стандарт предоставления муниципальной услуги должен содержать следующие сведения: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а) наименование муниципальной услуги, краткое наименование муниципальной услуги;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б) наименование органа местного самоуправления, предоставляющего муниципальную услугу;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в) результат предоставления муниципальной услуги;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г) срок предоставления муниципальной услуги;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д) правовые основания для предоставления муниципальной услуги.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В данном подразделе должно содержаться указание на обязательное размещение на официальном сайте Администрации и на Портале перечня нормативных правовых актов, регулирующих предоставление муниципальной услуги (с указанием их реквизитов и источников официального опубликования). Соответствующий перечень нормативных правовых актов в тексте регламента не приводится.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Администрация обеспечивает актуализацию перечня нормативных правовых актов, регулирующих ее предоставление, на своем официальном сайте и на Портале.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е)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способы их представления;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ж) исчерпывающий перечень оснований для отказа в приеме документов, необходимых для предоставления муниципальной услуги;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з) исчерпывающий перечень оснований для приостановления предоставления муниципальной услуги или отказа в предоставлении муниципальной услуги;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и)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администрации Волче-Вражского  сельсовета Тамалинского района Пензенской области</w:t>
      </w:r>
      <w:r w:rsidRPr="00185F84">
        <w:rPr>
          <w:rFonts w:ascii="Times New Roman" w:hAnsi="Times New Roman" w:cs="Times New Roman"/>
          <w:i/>
          <w:sz w:val="24"/>
          <w:szCs w:val="24"/>
        </w:rPr>
        <w:t>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к)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л) срок регистрации запроса заявителя о предоставлении муниципальной услуги;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м)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н) показатели доступности и качества предоставления муниципальной услуги;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о) иные требования,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2.5. Раздел,  касающийся состава, последовательности и сроков выполнения административных процедур, требования к порядку их выполнения, включая особенности выполнения административных процедур в электронной форме, в том числе с использованием системы межведомственного электронного взаимодействия, а также особенностей выполнения административных процедур в многофункциональных центрах,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муниципальной услуги, имеющих конечный результат. В начале раздела указывается исчерпывающий перечень административных процедур, содержащихся в нем.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Описание каждой административной процедуры предусматривает: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а) основания для начала административной процедуры;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в) сведения о должностном лице, муниципальном служащем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г) критерии принятия решений;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д)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е) способ фиксации результата выполнения административной процедуры, в том числе в электронной форме.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В случае если муниципальная услуга дополнительно предоставляется в электронной форме, то в состав раздела включается информация об осуществлении отдельных административных процедур в электронной форме в соответствии с законодательством Российской Федерации.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В случае если муниципальная услуга дополнительно предоставляется в многофункциональных центрах, то в состав раздела включается информация об осуществлении отдельных административных процедур в многофункциональных центрах в соответствии с законодательством Российской Федерации.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В раздел также включается порядок исправления допущенных опечаток и ошибок в выданных в результате предоставления муниципальной услуги документах.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2.6. Раздел, касающийся форм контроля за предоставлением муниципальной услуги, состоит из следующих подразделов: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а) порядок осуществления текущего контроля за соблюдением и исполнением ответственными должностными лицами, муниципальными служащими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б)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в) ответственность должностных лиц, муниципальных служащих за решения и действия (бездействие), принимаемые (осуществляемые) ими в ходе предоставления муниципальной услуги;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г)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2.7. Раздел, касающийся досудебного (внесудебного) порядка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служащих, работников состоит из следующих подразделов: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В случае если в соответствии с федеральными законами установлен иной порядок (процедура) подачи и рассмотрения жалоб, в разделе должны содержаться следующие подразделы: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информация для заявителя о его праве подать жалобу;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предмет жалобы;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органы местного самоуправления, организации, должностные лица, которым может быть направлена жалоба;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порядок подачи и рассмотрения жалобы;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сроки рассмотрения жалобы;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результат рассмотрения жалобы;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порядок информирования заявителя о результатах рассмотрения жалобы;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порядок обжалования решения по жалобе;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жалобы;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способы информирования заявителей о порядке подачи и рассмотрения жалобы.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2.8. В качестве приложений к регламенту приводятся предусмотренные законодательством Российской Федерации, нормативными правовыми актами Пензенской области, нормативными правовыми актами администрации Волче-Вражского  сельсовета Тамалинского района</w:t>
      </w:r>
      <w:r w:rsidRPr="00185F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85F84">
        <w:rPr>
          <w:rFonts w:ascii="Times New Roman" w:hAnsi="Times New Roman" w:cs="Times New Roman"/>
          <w:sz w:val="24"/>
          <w:szCs w:val="24"/>
        </w:rPr>
        <w:t>Пензенской области бланки, формы обращений, заявлений и иных документов, подаваемых заявителем в связи с предоставлением муниципальной услуги, за исключением случаев, когда законодательством Российской Федерации прямо предусмотрена свободная форма подачи этих документов.</w:t>
      </w:r>
    </w:p>
    <w:p w:rsidR="0050773A" w:rsidRPr="00185F84" w:rsidRDefault="0050773A" w:rsidP="00185F84">
      <w:pPr>
        <w:pStyle w:val="ConsPlusNormal"/>
        <w:pageBreakBefore/>
        <w:ind w:firstLine="0"/>
        <w:jc w:val="right"/>
        <w:rPr>
          <w:rFonts w:ascii="Times New Roman" w:hAnsi="Times New Roman" w:cs="Times New Roman"/>
        </w:rPr>
      </w:pPr>
      <w:r w:rsidRPr="00185F84">
        <w:rPr>
          <w:rFonts w:ascii="Times New Roman" w:hAnsi="Times New Roman" w:cs="Times New Roman"/>
        </w:rPr>
        <w:t>Приложение 2</w:t>
      </w:r>
    </w:p>
    <w:p w:rsidR="0050773A" w:rsidRPr="00185F84" w:rsidRDefault="0050773A" w:rsidP="00185F84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185F84">
        <w:rPr>
          <w:rFonts w:ascii="Times New Roman" w:hAnsi="Times New Roman" w:cs="Times New Roman"/>
        </w:rPr>
        <w:t>к постановлению администрации</w:t>
      </w:r>
    </w:p>
    <w:p w:rsidR="0050773A" w:rsidRPr="00185F84" w:rsidRDefault="0050773A" w:rsidP="00185F84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185F84">
        <w:rPr>
          <w:rFonts w:ascii="Times New Roman" w:hAnsi="Times New Roman" w:cs="Times New Roman"/>
        </w:rPr>
        <w:t xml:space="preserve">администрации Волче-Вражского  сельсовета </w:t>
      </w:r>
    </w:p>
    <w:p w:rsidR="0050773A" w:rsidRPr="00185F84" w:rsidRDefault="0050773A" w:rsidP="00185F84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185F84">
        <w:rPr>
          <w:rFonts w:ascii="Times New Roman" w:hAnsi="Times New Roman" w:cs="Times New Roman"/>
        </w:rPr>
        <w:t>Тамалинского района</w:t>
      </w:r>
      <w:r w:rsidRPr="00185F84">
        <w:rPr>
          <w:rFonts w:ascii="Times New Roman" w:hAnsi="Times New Roman" w:cs="Times New Roman"/>
          <w:i/>
        </w:rPr>
        <w:t xml:space="preserve"> </w:t>
      </w:r>
      <w:r w:rsidRPr="00185F84">
        <w:rPr>
          <w:rFonts w:ascii="Times New Roman" w:hAnsi="Times New Roman" w:cs="Times New Roman"/>
        </w:rPr>
        <w:t xml:space="preserve">Пензенской области </w:t>
      </w:r>
    </w:p>
    <w:p w:rsidR="0050773A" w:rsidRPr="00185F84" w:rsidRDefault="0050773A" w:rsidP="00185F84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185F84">
        <w:rPr>
          <w:rFonts w:ascii="Times New Roman" w:hAnsi="Times New Roman" w:cs="Times New Roman"/>
        </w:rPr>
        <w:t>от 13.06.2019  № 80-п</w:t>
      </w:r>
    </w:p>
    <w:p w:rsidR="0050773A" w:rsidRPr="00185F84" w:rsidRDefault="0050773A" w:rsidP="00185F8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0773A" w:rsidRPr="00185F84" w:rsidRDefault="0050773A" w:rsidP="00185F8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</w:p>
    <w:p w:rsidR="0050773A" w:rsidRPr="00185F84" w:rsidRDefault="0050773A" w:rsidP="00185F8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F84">
        <w:rPr>
          <w:rFonts w:ascii="Times New Roman" w:hAnsi="Times New Roman" w:cs="Times New Roman"/>
          <w:b/>
          <w:sz w:val="24"/>
          <w:szCs w:val="24"/>
        </w:rPr>
        <w:t>проведения независимой экспертизы проектов административных регламентов предоставления муниципальных услуг</w:t>
      </w:r>
      <w:r>
        <w:rPr>
          <w:rFonts w:ascii="Times New Roman" w:hAnsi="Times New Roman" w:cs="Times New Roman"/>
          <w:b/>
          <w:sz w:val="24"/>
          <w:szCs w:val="24"/>
        </w:rPr>
        <w:t xml:space="preserve"> а</w:t>
      </w:r>
      <w:r w:rsidRPr="00185F84">
        <w:rPr>
          <w:rFonts w:ascii="Times New Roman" w:hAnsi="Times New Roman" w:cs="Times New Roman"/>
          <w:b/>
          <w:sz w:val="24"/>
          <w:szCs w:val="24"/>
        </w:rPr>
        <w:t>дминистрацией</w:t>
      </w:r>
      <w:r w:rsidRPr="00185F84">
        <w:rPr>
          <w:rFonts w:ascii="Times New Roman" w:hAnsi="Times New Roman" w:cs="Times New Roman"/>
          <w:sz w:val="24"/>
          <w:szCs w:val="24"/>
        </w:rPr>
        <w:t xml:space="preserve"> </w:t>
      </w:r>
      <w:r w:rsidRPr="00185F84">
        <w:rPr>
          <w:rFonts w:ascii="Times New Roman" w:hAnsi="Times New Roman" w:cs="Times New Roman"/>
          <w:b/>
          <w:sz w:val="24"/>
          <w:szCs w:val="24"/>
        </w:rPr>
        <w:t>Волче-Вражского  сельсовета Тамалинского района</w:t>
      </w:r>
      <w:r w:rsidRPr="00185F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85F84">
        <w:rPr>
          <w:rFonts w:ascii="Times New Roman" w:hAnsi="Times New Roman" w:cs="Times New Roman"/>
          <w:b/>
          <w:sz w:val="24"/>
          <w:szCs w:val="24"/>
        </w:rPr>
        <w:t>Пензенской области</w:t>
      </w:r>
    </w:p>
    <w:p w:rsidR="0050773A" w:rsidRPr="00185F84" w:rsidRDefault="0050773A" w:rsidP="00185F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773A" w:rsidRPr="00185F84" w:rsidRDefault="0050773A" w:rsidP="00185F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1. Предметом независимой экспертизы проектов административных регламентов предоставления администрацией Волче-Вражского  сельсовета Тамалинского района</w:t>
      </w:r>
      <w:r w:rsidRPr="00185F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85F84">
        <w:rPr>
          <w:rFonts w:ascii="Times New Roman" w:hAnsi="Times New Roman" w:cs="Times New Roman"/>
          <w:sz w:val="24"/>
          <w:szCs w:val="24"/>
        </w:rPr>
        <w:t>Пензенской области</w:t>
      </w:r>
      <w:r w:rsidRPr="00185F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85F84">
        <w:rPr>
          <w:rFonts w:ascii="Times New Roman" w:hAnsi="Times New Roman" w:cs="Times New Roman"/>
          <w:sz w:val="24"/>
          <w:szCs w:val="24"/>
        </w:rPr>
        <w:t>(далее — Администрация)</w:t>
      </w:r>
      <w:r w:rsidRPr="00185F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85F84">
        <w:rPr>
          <w:rFonts w:ascii="Times New Roman" w:hAnsi="Times New Roman" w:cs="Times New Roman"/>
          <w:sz w:val="24"/>
          <w:szCs w:val="24"/>
        </w:rPr>
        <w:t>муниципальных услуг (далее - независимая экспертиза)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предоставления Администрацией муниципальной услуги (далее - проект регламента) для граждан и организаций.</w:t>
      </w:r>
    </w:p>
    <w:p w:rsidR="0050773A" w:rsidRPr="00185F84" w:rsidRDefault="0050773A" w:rsidP="00185F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2. Независимая экспертиза проекта регламента проводится физическими и юридическими лицами в инициативном порядке за счет собственных средств.</w:t>
      </w:r>
    </w:p>
    <w:p w:rsidR="0050773A" w:rsidRPr="00185F84" w:rsidRDefault="0050773A" w:rsidP="00185F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3. Независимая экспертиза не может проводиться физическими и юридическими лицами, принимавшими участие в разработке проекта регламента, а также организациями, находящимися в ведении Администрации, являющейся разработчиком регламента.</w:t>
      </w:r>
    </w:p>
    <w:p w:rsidR="0050773A" w:rsidRPr="00185F84" w:rsidRDefault="0050773A" w:rsidP="00185F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4. Одновременно с размещением текста проекта регламента на официальном сайте Администрации в информационно-телекоммуникационной сети Интернет размещается следующая информация:</w:t>
      </w:r>
    </w:p>
    <w:p w:rsidR="0050773A" w:rsidRPr="00185F84" w:rsidRDefault="0050773A" w:rsidP="00185F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- срок проведения независимой экспертизы (дата начала и дата завершения проведения независимой экспертизы);</w:t>
      </w:r>
    </w:p>
    <w:p w:rsidR="0050773A" w:rsidRPr="00185F84" w:rsidRDefault="0050773A" w:rsidP="00185F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- почтовый адрес и адрес электронной почты Администрации, являющейся разработчиком регламента.</w:t>
      </w:r>
    </w:p>
    <w:p w:rsidR="0050773A" w:rsidRPr="00185F84" w:rsidRDefault="0050773A" w:rsidP="00185F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5. Срок проведения независимой экспертизы не может составлять менее пятнадцати дней со дня размещения проекта регламента в информационно-телекоммуникационной сети «Интернет».</w:t>
      </w:r>
    </w:p>
    <w:p w:rsidR="0050773A" w:rsidRPr="00185F84" w:rsidRDefault="0050773A" w:rsidP="00185F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6. По результатам независимой экспертизы составляется заключение, которое направляется в Администрацию.</w:t>
      </w:r>
    </w:p>
    <w:p w:rsidR="0050773A" w:rsidRPr="00185F84" w:rsidRDefault="0050773A" w:rsidP="00185F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7. Должностное лицо, муниципальный служащий Администрации, являющиеся разработчиками регламента, обязаны рассмотреть все поступившие заключения независимой экспертизы и принять решение по результатам каждой такой экспертизы.</w:t>
      </w:r>
    </w:p>
    <w:p w:rsidR="0050773A" w:rsidRPr="00185F84" w:rsidRDefault="0050773A" w:rsidP="00185F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8. Непоступление заключения независимой экспертизы в Администрацию в срок, отведенный для проведения независимой экспертизы, не является препятствием для утверждения проекта регламента</w:t>
      </w:r>
    </w:p>
    <w:p w:rsidR="0050773A" w:rsidRPr="00185F84" w:rsidRDefault="0050773A" w:rsidP="00185F84">
      <w:pPr>
        <w:widowControl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0773A" w:rsidRPr="00185F84" w:rsidRDefault="0050773A" w:rsidP="00185F8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0773A" w:rsidRPr="00185F84" w:rsidRDefault="0050773A" w:rsidP="00185F84">
      <w:pPr>
        <w:pStyle w:val="ConsPlusNormal"/>
        <w:pageBreakBefore/>
        <w:jc w:val="right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Приложение 3</w:t>
      </w:r>
    </w:p>
    <w:p w:rsidR="0050773A" w:rsidRPr="00185F84" w:rsidRDefault="0050773A" w:rsidP="00185F8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0773A" w:rsidRPr="00185F84" w:rsidRDefault="0050773A" w:rsidP="00185F8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 xml:space="preserve">администрации Волче-Вражского  сельсовета </w:t>
      </w:r>
    </w:p>
    <w:p w:rsidR="0050773A" w:rsidRPr="00185F84" w:rsidRDefault="0050773A" w:rsidP="00185F8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Тамалинского района</w:t>
      </w:r>
      <w:r w:rsidRPr="00185F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85F84">
        <w:rPr>
          <w:rFonts w:ascii="Times New Roman" w:hAnsi="Times New Roman" w:cs="Times New Roman"/>
          <w:sz w:val="24"/>
          <w:szCs w:val="24"/>
        </w:rPr>
        <w:t xml:space="preserve">Пензенской области </w:t>
      </w:r>
    </w:p>
    <w:p w:rsidR="0050773A" w:rsidRPr="00185F84" w:rsidRDefault="0050773A" w:rsidP="00185F8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от 13.06.2019  № 80-п</w:t>
      </w:r>
    </w:p>
    <w:p w:rsidR="0050773A" w:rsidRPr="00185F84" w:rsidRDefault="0050773A" w:rsidP="00185F84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50773A" w:rsidRPr="00185F84" w:rsidRDefault="0050773A" w:rsidP="00185F84">
      <w:pPr>
        <w:pStyle w:val="ConsPlusTitle"/>
        <w:jc w:val="center"/>
        <w:rPr>
          <w:bCs w:val="0"/>
          <w:sz w:val="24"/>
          <w:szCs w:val="24"/>
        </w:rPr>
      </w:pPr>
      <w:r w:rsidRPr="00185F84">
        <w:rPr>
          <w:bCs w:val="0"/>
          <w:sz w:val="24"/>
          <w:szCs w:val="24"/>
        </w:rPr>
        <w:t xml:space="preserve">Порядок </w:t>
      </w:r>
    </w:p>
    <w:p w:rsidR="0050773A" w:rsidRPr="00185F84" w:rsidRDefault="0050773A" w:rsidP="00185F84">
      <w:pPr>
        <w:pStyle w:val="ConsPlusTitle"/>
        <w:jc w:val="center"/>
        <w:rPr>
          <w:bCs w:val="0"/>
          <w:sz w:val="24"/>
          <w:szCs w:val="24"/>
        </w:rPr>
      </w:pPr>
      <w:r w:rsidRPr="00185F84">
        <w:rPr>
          <w:bCs w:val="0"/>
          <w:sz w:val="24"/>
          <w:szCs w:val="24"/>
        </w:rPr>
        <w:t xml:space="preserve">проведения экспертизы проектов административных регламентов предоставления муниципальных услуг администрацией </w:t>
      </w:r>
      <w:r w:rsidRPr="00185F84">
        <w:rPr>
          <w:sz w:val="24"/>
          <w:szCs w:val="24"/>
        </w:rPr>
        <w:t>Волче-Вражского  сельсовета Тамалинского района</w:t>
      </w:r>
      <w:r w:rsidRPr="00185F84">
        <w:rPr>
          <w:i/>
          <w:sz w:val="24"/>
          <w:szCs w:val="24"/>
        </w:rPr>
        <w:t xml:space="preserve"> </w:t>
      </w:r>
      <w:r w:rsidRPr="00185F84">
        <w:rPr>
          <w:sz w:val="24"/>
          <w:szCs w:val="24"/>
        </w:rPr>
        <w:t xml:space="preserve">Пензенской области </w:t>
      </w:r>
    </w:p>
    <w:p w:rsidR="0050773A" w:rsidRPr="00185F84" w:rsidRDefault="0050773A" w:rsidP="00185F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773A" w:rsidRPr="00185F84" w:rsidRDefault="0050773A" w:rsidP="00185F84">
      <w:pPr>
        <w:pStyle w:val="ConsPlusTitle"/>
        <w:ind w:firstLine="539"/>
        <w:jc w:val="both"/>
        <w:rPr>
          <w:bCs w:val="0"/>
          <w:sz w:val="24"/>
          <w:szCs w:val="24"/>
        </w:rPr>
      </w:pPr>
      <w:r w:rsidRPr="00185F84">
        <w:rPr>
          <w:b w:val="0"/>
          <w:bCs w:val="0"/>
          <w:sz w:val="24"/>
          <w:szCs w:val="24"/>
        </w:rPr>
        <w:t>1. Настоящий порядок устанавливает требования к проведению экспертизы проектов административных регламентов предоставления муниципальных услуг (далее - проект регламента), разработанных администрацией</w:t>
      </w:r>
      <w:r w:rsidRPr="00185F84">
        <w:rPr>
          <w:sz w:val="24"/>
          <w:szCs w:val="24"/>
        </w:rPr>
        <w:t xml:space="preserve"> </w:t>
      </w:r>
      <w:r w:rsidRPr="00185F84">
        <w:rPr>
          <w:b w:val="0"/>
          <w:sz w:val="24"/>
          <w:szCs w:val="24"/>
        </w:rPr>
        <w:t>Волче-Вражского  сельсовета Тамалинского района</w:t>
      </w:r>
      <w:r w:rsidRPr="00185F84">
        <w:rPr>
          <w:b w:val="0"/>
          <w:i/>
          <w:sz w:val="24"/>
          <w:szCs w:val="24"/>
        </w:rPr>
        <w:t xml:space="preserve"> </w:t>
      </w:r>
      <w:r w:rsidRPr="00185F84">
        <w:rPr>
          <w:b w:val="0"/>
          <w:sz w:val="24"/>
          <w:szCs w:val="24"/>
        </w:rPr>
        <w:t>Пензенской области</w:t>
      </w:r>
      <w:r w:rsidRPr="00185F84">
        <w:rPr>
          <w:sz w:val="24"/>
          <w:szCs w:val="24"/>
        </w:rPr>
        <w:t xml:space="preserve"> </w:t>
      </w:r>
      <w:r w:rsidRPr="00185F84">
        <w:rPr>
          <w:b w:val="0"/>
          <w:bCs w:val="0"/>
          <w:sz w:val="24"/>
          <w:szCs w:val="24"/>
        </w:rPr>
        <w:t>(далее — экспертиза, Администрация).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2. Для проведения экспертизы разработчик административного регламента направляет ведущему специалисту администрации Волче-Вражского сельсовета Тамалинского района Пензенской области проект регламента.</w:t>
      </w:r>
    </w:p>
    <w:p w:rsidR="0050773A" w:rsidRPr="00185F84" w:rsidRDefault="0050773A" w:rsidP="00185F84">
      <w:pPr>
        <w:ind w:firstLine="539"/>
        <w:jc w:val="both"/>
        <w:rPr>
          <w:rFonts w:ascii="Times New Roman" w:hAnsi="Times New Roman"/>
          <w:sz w:val="24"/>
          <w:szCs w:val="24"/>
        </w:rPr>
      </w:pPr>
      <w:r w:rsidRPr="00185F84">
        <w:rPr>
          <w:rFonts w:ascii="Times New Roman" w:hAnsi="Times New Roman"/>
          <w:sz w:val="24"/>
          <w:szCs w:val="24"/>
        </w:rPr>
        <w:t>3. Предметом экспертизы является оценка соответствия проекта регламента требованиям, предъявляемым к нему Федеральным законом             от 27.07.2010 № 210-ФЗ «Об организации предоставления государственных и муниципальных услуг» и принятыми в соответствии с ним нормативными правовыми актами, а также оценка учета результатов независимой экспертизы в проекте регламента.</w:t>
      </w:r>
    </w:p>
    <w:p w:rsidR="0050773A" w:rsidRPr="00185F84" w:rsidRDefault="0050773A" w:rsidP="00185F84">
      <w:pPr>
        <w:pStyle w:val="ConsPlusNormal"/>
        <w:spacing w:before="200" w:after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4. Срок проведения экспертизы составляет не более 30 рабочих дней со дня поступления проекта регламента ведущему специалисту  администрации Волче-Вражского сельсовета Тамалинского района Пензенской области.</w:t>
      </w:r>
    </w:p>
    <w:p w:rsidR="0050773A" w:rsidRPr="00185F84" w:rsidRDefault="0050773A" w:rsidP="00185F8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5. По результатам проведения экспертизы составляется заключение, которое направляется должностному лицу, муниципальному служащему Администрации, разработавшему проект регламента.</w:t>
      </w:r>
    </w:p>
    <w:p w:rsidR="0050773A" w:rsidRPr="00185F84" w:rsidRDefault="0050773A" w:rsidP="00185F8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 xml:space="preserve">6. </w:t>
      </w:r>
      <w:hyperlink w:anchor="Par409" w:history="1">
        <w:r w:rsidRPr="00185F84">
          <w:rPr>
            <w:rFonts w:ascii="Times New Roman" w:hAnsi="Times New Roman" w:cs="Times New Roman"/>
            <w:sz w:val="24"/>
            <w:szCs w:val="24"/>
          </w:rPr>
          <w:t>Заключение</w:t>
        </w:r>
      </w:hyperlink>
      <w:r w:rsidRPr="00185F84">
        <w:rPr>
          <w:rFonts w:ascii="Times New Roman" w:hAnsi="Times New Roman" w:cs="Times New Roman"/>
          <w:sz w:val="24"/>
          <w:szCs w:val="24"/>
        </w:rPr>
        <w:t xml:space="preserve"> составляется по форме согласно приложению к настоящему Порядку.</w:t>
      </w:r>
    </w:p>
    <w:p w:rsidR="0050773A" w:rsidRPr="00185F84" w:rsidRDefault="0050773A" w:rsidP="00185F8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7. По каждому проекту регламента готовится отдельное заключение.</w:t>
      </w:r>
    </w:p>
    <w:p w:rsidR="0050773A" w:rsidRPr="00185F84" w:rsidRDefault="0050773A" w:rsidP="00185F8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8. Заключение содержит обязательные разделы «Общие сведения» и «Выводы по результатам проведенной экспертизы».</w:t>
      </w:r>
    </w:p>
    <w:p w:rsidR="0050773A" w:rsidRPr="00185F84" w:rsidRDefault="0050773A" w:rsidP="00185F8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В разделе «Общие сведения» указываются:</w:t>
      </w:r>
    </w:p>
    <w:p w:rsidR="0050773A" w:rsidRPr="00185F84" w:rsidRDefault="0050773A" w:rsidP="00185F8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а) наименование проекта регламента;</w:t>
      </w:r>
    </w:p>
    <w:p w:rsidR="0050773A" w:rsidRPr="00185F84" w:rsidRDefault="0050773A" w:rsidP="00185F8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б) наименование органа местного самоуправления, разработавшего проект регламента;</w:t>
      </w:r>
    </w:p>
    <w:p w:rsidR="0050773A" w:rsidRPr="00185F84" w:rsidRDefault="0050773A" w:rsidP="00185F8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в) дата проведения экспертизы.</w:t>
      </w:r>
    </w:p>
    <w:p w:rsidR="0050773A" w:rsidRPr="00185F84" w:rsidRDefault="0050773A" w:rsidP="00185F8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В разделе «Выводы по результатам проведенной экспертизы» указываются:</w:t>
      </w:r>
    </w:p>
    <w:p w:rsidR="0050773A" w:rsidRPr="00185F84" w:rsidRDefault="0050773A" w:rsidP="00185F8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а) отсутствие или наличие замечаний и (или) предложений по проекту регламента. При наличии замечаний и (или) предложений раскрывается их содержание;</w:t>
      </w:r>
    </w:p>
    <w:p w:rsidR="0050773A" w:rsidRPr="00185F84" w:rsidRDefault="0050773A" w:rsidP="00185F8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б) рекомендации по дальнейшей работе с проектом регламента (рекомендуется к доработке в соответствии с указанными замечаниями и (или) предложениями, рекомендуется к принятию, не рекомендуется к принятию).</w:t>
      </w:r>
    </w:p>
    <w:p w:rsidR="0050773A" w:rsidRPr="00185F84" w:rsidRDefault="0050773A" w:rsidP="00185F8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9. В результате рассмотрения замечаний и (или) предложений, изложенных в заключении, должностное лицо, муниципальный служащий, разработавший проект регламента:</w:t>
      </w:r>
    </w:p>
    <w:p w:rsidR="0050773A" w:rsidRPr="00185F84" w:rsidRDefault="0050773A" w:rsidP="00185F8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а) при наличии замечаний и (или) предложений, изложенных в соответствующем заключении, дорабатывает проект регламента;</w:t>
      </w:r>
    </w:p>
    <w:p w:rsidR="0050773A" w:rsidRPr="00185F84" w:rsidRDefault="0050773A" w:rsidP="00185F8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б) при отсутствии замечаний и (или) предложений, изложенных в соответствующем заключении, оставляет проект регламента без изменений.</w:t>
      </w:r>
    </w:p>
    <w:p w:rsidR="0050773A" w:rsidRPr="00185F84" w:rsidRDefault="0050773A" w:rsidP="00185F8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10. Направление доработанного проекта регламента на повторную экспертизу не требуется.</w:t>
      </w:r>
    </w:p>
    <w:p w:rsidR="0050773A" w:rsidRPr="00185F84" w:rsidRDefault="0050773A" w:rsidP="00185F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0773A" w:rsidRPr="00185F84" w:rsidRDefault="0050773A" w:rsidP="00185F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0773A" w:rsidRPr="00185F84" w:rsidRDefault="0050773A" w:rsidP="00185F84">
      <w:pPr>
        <w:pStyle w:val="ConsPlusNormal"/>
        <w:jc w:val="right"/>
        <w:rPr>
          <w:rFonts w:ascii="Times New Roman" w:hAnsi="Times New Roman" w:cs="Times New Roman"/>
        </w:rPr>
      </w:pPr>
      <w:r w:rsidRPr="00185F84">
        <w:rPr>
          <w:rFonts w:ascii="Times New Roman" w:hAnsi="Times New Roman" w:cs="Times New Roman"/>
        </w:rPr>
        <w:t>Приложение</w:t>
      </w:r>
    </w:p>
    <w:p w:rsidR="0050773A" w:rsidRPr="00185F84" w:rsidRDefault="0050773A" w:rsidP="00185F84">
      <w:pPr>
        <w:pStyle w:val="ConsPlusTitle"/>
        <w:jc w:val="right"/>
        <w:rPr>
          <w:b w:val="0"/>
          <w:bCs w:val="0"/>
          <w:sz w:val="22"/>
          <w:szCs w:val="22"/>
        </w:rPr>
      </w:pPr>
      <w:r w:rsidRPr="00185F84">
        <w:rPr>
          <w:b w:val="0"/>
          <w:bCs w:val="0"/>
          <w:sz w:val="22"/>
          <w:szCs w:val="22"/>
        </w:rPr>
        <w:t xml:space="preserve">к Порядку </w:t>
      </w:r>
    </w:p>
    <w:p w:rsidR="0050773A" w:rsidRPr="00185F84" w:rsidRDefault="0050773A" w:rsidP="00185F84">
      <w:pPr>
        <w:pStyle w:val="ConsPlusTitle"/>
        <w:jc w:val="right"/>
        <w:rPr>
          <w:b w:val="0"/>
          <w:bCs w:val="0"/>
          <w:sz w:val="22"/>
          <w:szCs w:val="22"/>
        </w:rPr>
      </w:pPr>
      <w:r w:rsidRPr="00185F84">
        <w:rPr>
          <w:b w:val="0"/>
          <w:bCs w:val="0"/>
          <w:sz w:val="22"/>
          <w:szCs w:val="22"/>
        </w:rPr>
        <w:t xml:space="preserve">проведения экспертизы проектов </w:t>
      </w:r>
    </w:p>
    <w:p w:rsidR="0050773A" w:rsidRPr="00185F84" w:rsidRDefault="0050773A" w:rsidP="00185F84">
      <w:pPr>
        <w:pStyle w:val="ConsPlusTitle"/>
        <w:jc w:val="right"/>
        <w:rPr>
          <w:b w:val="0"/>
          <w:bCs w:val="0"/>
          <w:sz w:val="22"/>
          <w:szCs w:val="22"/>
        </w:rPr>
      </w:pPr>
      <w:r w:rsidRPr="00185F84">
        <w:rPr>
          <w:b w:val="0"/>
          <w:bCs w:val="0"/>
          <w:sz w:val="22"/>
          <w:szCs w:val="22"/>
        </w:rPr>
        <w:t xml:space="preserve">административных регламентов </w:t>
      </w:r>
    </w:p>
    <w:p w:rsidR="0050773A" w:rsidRPr="00185F84" w:rsidRDefault="0050773A" w:rsidP="00185F84">
      <w:pPr>
        <w:pStyle w:val="ConsPlusTitle"/>
        <w:jc w:val="right"/>
        <w:rPr>
          <w:b w:val="0"/>
          <w:bCs w:val="0"/>
          <w:sz w:val="22"/>
          <w:szCs w:val="22"/>
        </w:rPr>
      </w:pPr>
      <w:r w:rsidRPr="00185F84">
        <w:rPr>
          <w:b w:val="0"/>
          <w:bCs w:val="0"/>
          <w:sz w:val="22"/>
          <w:szCs w:val="22"/>
        </w:rPr>
        <w:t>предоставления муниципальных услуг</w:t>
      </w:r>
    </w:p>
    <w:p w:rsidR="0050773A" w:rsidRPr="00185F84" w:rsidRDefault="0050773A" w:rsidP="00185F84">
      <w:pPr>
        <w:pStyle w:val="ConsPlusTitle"/>
        <w:jc w:val="right"/>
        <w:rPr>
          <w:b w:val="0"/>
          <w:sz w:val="22"/>
          <w:szCs w:val="22"/>
        </w:rPr>
      </w:pPr>
      <w:r w:rsidRPr="00185F84">
        <w:rPr>
          <w:b w:val="0"/>
          <w:bCs w:val="0"/>
          <w:sz w:val="22"/>
          <w:szCs w:val="22"/>
        </w:rPr>
        <w:t xml:space="preserve">администрацией </w:t>
      </w:r>
      <w:r w:rsidRPr="00185F84">
        <w:rPr>
          <w:b w:val="0"/>
          <w:sz w:val="22"/>
          <w:szCs w:val="22"/>
        </w:rPr>
        <w:t xml:space="preserve">Волче-Вражского  сельсовета </w:t>
      </w:r>
    </w:p>
    <w:p w:rsidR="0050773A" w:rsidRPr="00185F84" w:rsidRDefault="0050773A" w:rsidP="00185F84">
      <w:pPr>
        <w:pStyle w:val="ConsPlusTitle"/>
        <w:jc w:val="right"/>
        <w:rPr>
          <w:b w:val="0"/>
          <w:bCs w:val="0"/>
          <w:sz w:val="22"/>
          <w:szCs w:val="22"/>
        </w:rPr>
      </w:pPr>
      <w:r w:rsidRPr="00185F84">
        <w:rPr>
          <w:b w:val="0"/>
          <w:sz w:val="22"/>
          <w:szCs w:val="22"/>
        </w:rPr>
        <w:t>Тамалинского района</w:t>
      </w:r>
      <w:r w:rsidRPr="00185F84">
        <w:rPr>
          <w:b w:val="0"/>
          <w:i/>
          <w:sz w:val="22"/>
          <w:szCs w:val="22"/>
        </w:rPr>
        <w:t xml:space="preserve"> </w:t>
      </w:r>
      <w:r w:rsidRPr="00185F84">
        <w:rPr>
          <w:b w:val="0"/>
          <w:sz w:val="22"/>
          <w:szCs w:val="22"/>
        </w:rPr>
        <w:t>Пензенской области</w:t>
      </w:r>
    </w:p>
    <w:p w:rsidR="0050773A" w:rsidRPr="00185F84" w:rsidRDefault="0050773A" w:rsidP="00185F84">
      <w:pPr>
        <w:pStyle w:val="ConsPlusNormal"/>
        <w:rPr>
          <w:rFonts w:ascii="Times New Roman" w:hAnsi="Times New Roman" w:cs="Times New Roman"/>
        </w:rPr>
      </w:pPr>
    </w:p>
    <w:p w:rsidR="0050773A" w:rsidRPr="00185F84" w:rsidRDefault="0050773A" w:rsidP="00185F84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773A" w:rsidRPr="00185F84" w:rsidRDefault="0050773A" w:rsidP="00185F8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409"/>
      <w:bookmarkEnd w:id="1"/>
      <w:r w:rsidRPr="00185F84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50773A" w:rsidRPr="00185F84" w:rsidRDefault="0050773A" w:rsidP="00185F8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b/>
          <w:sz w:val="24"/>
          <w:szCs w:val="24"/>
        </w:rPr>
        <w:t>на проект административного регламента</w:t>
      </w:r>
    </w:p>
    <w:p w:rsidR="0050773A" w:rsidRPr="00185F84" w:rsidRDefault="0050773A" w:rsidP="00185F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773A" w:rsidRPr="00185F84" w:rsidRDefault="0050773A" w:rsidP="00185F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 xml:space="preserve">    1. Общие сведения</w:t>
      </w:r>
    </w:p>
    <w:p w:rsidR="0050773A" w:rsidRPr="00185F84" w:rsidRDefault="0050773A" w:rsidP="00185F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0773A" w:rsidRPr="00185F84" w:rsidRDefault="0050773A" w:rsidP="00185F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 xml:space="preserve">    1.1. Настоящее заключение дано на проект административного регламента</w:t>
      </w:r>
    </w:p>
    <w:p w:rsidR="0050773A" w:rsidRPr="00185F84" w:rsidRDefault="0050773A" w:rsidP="00185F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0773A" w:rsidRPr="00185F84" w:rsidRDefault="0050773A" w:rsidP="00185F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i/>
          <w:sz w:val="24"/>
          <w:szCs w:val="24"/>
        </w:rPr>
        <w:t>(наименование проекта административного регламента)</w:t>
      </w:r>
    </w:p>
    <w:p w:rsidR="0050773A" w:rsidRPr="00185F84" w:rsidRDefault="0050773A" w:rsidP="00185F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0773A" w:rsidRPr="00185F84" w:rsidRDefault="0050773A" w:rsidP="00185F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 xml:space="preserve">    1.2. Проект административного регламента разработан __________________________________________________________________</w:t>
      </w:r>
    </w:p>
    <w:p w:rsidR="0050773A" w:rsidRPr="00185F84" w:rsidRDefault="0050773A" w:rsidP="00185F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i/>
          <w:sz w:val="24"/>
          <w:szCs w:val="24"/>
        </w:rPr>
        <w:t xml:space="preserve">        (наименование органа местного самоуправления, разработавшего проект административного регламента)</w:t>
      </w:r>
    </w:p>
    <w:p w:rsidR="0050773A" w:rsidRPr="00185F84" w:rsidRDefault="0050773A" w:rsidP="00185F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0773A" w:rsidRPr="00185F84" w:rsidRDefault="0050773A" w:rsidP="00185F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 xml:space="preserve">    1.3. Дата проведения экспертизы «___» _______________ 20 ___ года.</w:t>
      </w:r>
    </w:p>
    <w:p w:rsidR="0050773A" w:rsidRPr="00185F84" w:rsidRDefault="0050773A" w:rsidP="00185F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0773A" w:rsidRPr="00185F84" w:rsidRDefault="0050773A" w:rsidP="00185F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 xml:space="preserve">    2. Выводы по результатам проведенной экспертизы:</w:t>
      </w:r>
    </w:p>
    <w:p w:rsidR="0050773A" w:rsidRPr="00185F84" w:rsidRDefault="0050773A" w:rsidP="00185F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</w:t>
      </w:r>
      <w:r w:rsidRPr="00185F84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____________________________________________________________________________________________________________________________________</w:t>
      </w:r>
    </w:p>
    <w:p w:rsidR="0050773A" w:rsidRPr="00185F84" w:rsidRDefault="0050773A" w:rsidP="00185F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 xml:space="preserve">    Рекомендуется  к  доработке в соответствии с указанными замечаниями и (или) предложениями, рекомендуется к принятию либо не рекомендуется к принятию.</w:t>
      </w:r>
    </w:p>
    <w:p w:rsidR="0050773A" w:rsidRPr="00185F84" w:rsidRDefault="0050773A" w:rsidP="00185F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0773A" w:rsidRPr="00185F84" w:rsidRDefault="0050773A" w:rsidP="00185F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sz w:val="24"/>
          <w:szCs w:val="24"/>
        </w:rPr>
        <w:t>Подпись уполномоченного лица__________________________________</w:t>
      </w:r>
    </w:p>
    <w:p w:rsidR="0050773A" w:rsidRPr="00185F84" w:rsidRDefault="0050773A" w:rsidP="00185F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F84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(фамилия, имя, отчество (при наличии))</w:t>
      </w:r>
    </w:p>
    <w:p w:rsidR="0050773A" w:rsidRPr="00185F84" w:rsidRDefault="0050773A" w:rsidP="00185F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773A" w:rsidRDefault="0050773A" w:rsidP="00185F84">
      <w:pPr>
        <w:pStyle w:val="ConsPlusNormal"/>
        <w:ind w:firstLine="540"/>
        <w:jc w:val="both"/>
        <w:rPr>
          <w:rFonts w:cs="Times New Roman"/>
          <w:szCs w:val="24"/>
        </w:rPr>
      </w:pPr>
    </w:p>
    <w:p w:rsidR="0050773A" w:rsidRDefault="0050773A" w:rsidP="00185F8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50773A" w:rsidRDefault="0050773A" w:rsidP="00185F84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50773A" w:rsidRPr="00A8083A" w:rsidTr="00CC4F38">
        <w:trPr>
          <w:jc w:val="center"/>
        </w:trPr>
        <w:tc>
          <w:tcPr>
            <w:tcW w:w="284" w:type="dxa"/>
            <w:vAlign w:val="bottom"/>
          </w:tcPr>
          <w:p w:rsidR="0050773A" w:rsidRDefault="0050773A" w:rsidP="00CC4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0773A" w:rsidRDefault="0050773A" w:rsidP="00CC4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13.06.2019</w:t>
            </w:r>
          </w:p>
        </w:tc>
        <w:tc>
          <w:tcPr>
            <w:tcW w:w="397" w:type="dxa"/>
          </w:tcPr>
          <w:p w:rsidR="0050773A" w:rsidRDefault="0050773A" w:rsidP="00CC4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0773A" w:rsidRDefault="0050773A" w:rsidP="00CC4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81-п</w:t>
            </w:r>
          </w:p>
        </w:tc>
      </w:tr>
      <w:tr w:rsidR="0050773A" w:rsidRPr="00A8083A" w:rsidTr="00CC4F38">
        <w:trPr>
          <w:jc w:val="center"/>
        </w:trPr>
        <w:tc>
          <w:tcPr>
            <w:tcW w:w="4650" w:type="dxa"/>
            <w:gridSpan w:val="4"/>
          </w:tcPr>
          <w:p w:rsidR="0050773A" w:rsidRDefault="0050773A" w:rsidP="00CC4F3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50773A" w:rsidRDefault="0050773A" w:rsidP="00185F84">
      <w:pPr>
        <w:jc w:val="center"/>
        <w:rPr>
          <w:sz w:val="28"/>
          <w:szCs w:val="28"/>
        </w:rPr>
      </w:pPr>
    </w:p>
    <w:p w:rsidR="0050773A" w:rsidRPr="00185F84" w:rsidRDefault="0050773A" w:rsidP="00185F8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185F84">
        <w:rPr>
          <w:rFonts w:ascii="Times New Roman" w:hAnsi="Times New Roman"/>
          <w:b/>
          <w:sz w:val="24"/>
          <w:szCs w:val="24"/>
        </w:rPr>
        <w:t>О внесении изменений в Реестр муниципальных услуг Волче-Вражского сельсовета Тамалинского района Пензенской области.</w:t>
      </w:r>
    </w:p>
    <w:p w:rsidR="0050773A" w:rsidRPr="00185F84" w:rsidRDefault="0050773A" w:rsidP="00185F8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0773A" w:rsidRPr="00185F84" w:rsidRDefault="0050773A" w:rsidP="00185F8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85F84">
        <w:rPr>
          <w:rFonts w:ascii="Times New Roman" w:hAnsi="Times New Roman"/>
          <w:sz w:val="24"/>
          <w:szCs w:val="24"/>
        </w:rPr>
        <w:t xml:space="preserve">    В соответствии с Федеральным законом от 27.07.2010 № 210-ФЗ «Об организации предоставления государственных и муниципальных услуг» (с последующими изменениями), руководствуясь Уставом Волче-Вражского сельсовета Тамалинского района Пензенской области,</w:t>
      </w:r>
    </w:p>
    <w:p w:rsidR="0050773A" w:rsidRPr="00185F84" w:rsidRDefault="0050773A" w:rsidP="00185F84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0773A" w:rsidRPr="00185F84" w:rsidRDefault="0050773A" w:rsidP="00185F8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185F84">
        <w:rPr>
          <w:rFonts w:ascii="Times New Roman" w:hAnsi="Times New Roman"/>
          <w:b/>
          <w:sz w:val="24"/>
          <w:szCs w:val="24"/>
        </w:rPr>
        <w:t>администрация Волче-Вражского сельсовета Тамалинского района Пензенской области постановляет:</w:t>
      </w:r>
    </w:p>
    <w:p w:rsidR="0050773A" w:rsidRPr="00185F84" w:rsidRDefault="0050773A" w:rsidP="00185F84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50773A" w:rsidRPr="00185F84" w:rsidRDefault="0050773A" w:rsidP="00185F8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85F84">
        <w:rPr>
          <w:rFonts w:ascii="Times New Roman" w:hAnsi="Times New Roman"/>
          <w:b/>
          <w:sz w:val="24"/>
          <w:szCs w:val="24"/>
        </w:rPr>
        <w:t xml:space="preserve">         </w:t>
      </w:r>
      <w:r w:rsidRPr="00185F84">
        <w:rPr>
          <w:rFonts w:ascii="Times New Roman" w:hAnsi="Times New Roman"/>
          <w:sz w:val="24"/>
          <w:szCs w:val="24"/>
        </w:rPr>
        <w:t>1. Внести изменения в постановление администрации Волче-Вражского сельсовета Тамалинского района Пензенской области  от 24.12.2018 № 82-п «Об утверждении Реестра муниципальных услуг Волче-Вражского сельсовета Тамалинского района Пензенской области» (далее – постановление):</w:t>
      </w:r>
    </w:p>
    <w:p w:rsidR="0050773A" w:rsidRPr="00185F84" w:rsidRDefault="0050773A" w:rsidP="00185F8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85F84">
        <w:rPr>
          <w:rFonts w:ascii="Times New Roman" w:hAnsi="Times New Roman"/>
          <w:sz w:val="24"/>
          <w:szCs w:val="24"/>
        </w:rPr>
        <w:t xml:space="preserve">       1.1. приложение к Постановлению изложить в новой редакции согласно приложению к настоящему постановлению.</w:t>
      </w:r>
    </w:p>
    <w:p w:rsidR="0050773A" w:rsidRPr="00185F84" w:rsidRDefault="0050773A" w:rsidP="00185F8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85F84">
        <w:rPr>
          <w:rFonts w:ascii="Times New Roman" w:hAnsi="Times New Roman"/>
          <w:sz w:val="24"/>
          <w:szCs w:val="24"/>
        </w:rPr>
        <w:t xml:space="preserve">       2. Опубликовать настоящее постановление в информационном бюллетене «Сельский вестник».</w:t>
      </w:r>
    </w:p>
    <w:p w:rsidR="0050773A" w:rsidRPr="00185F84" w:rsidRDefault="0050773A" w:rsidP="00185F8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85F84">
        <w:rPr>
          <w:rFonts w:ascii="Times New Roman" w:hAnsi="Times New Roman"/>
          <w:sz w:val="24"/>
          <w:szCs w:val="24"/>
        </w:rPr>
        <w:t xml:space="preserve">       3. Настоящее постановление  вступает в силу на следующий день после дня его официального опубликования.</w:t>
      </w:r>
    </w:p>
    <w:p w:rsidR="0050773A" w:rsidRPr="00185F84" w:rsidRDefault="0050773A" w:rsidP="00185F8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85F84">
        <w:rPr>
          <w:rFonts w:ascii="Times New Roman" w:hAnsi="Times New Roman"/>
          <w:sz w:val="24"/>
          <w:szCs w:val="24"/>
        </w:rPr>
        <w:t xml:space="preserve">       4. Контроль исполнения настоящего постановления возложить на главу администрации Волче-Вражского сельсовета Тамалинского района Пензенской области.</w:t>
      </w:r>
    </w:p>
    <w:p w:rsidR="0050773A" w:rsidRPr="00185F84" w:rsidRDefault="0050773A" w:rsidP="00185F84">
      <w:pPr>
        <w:pStyle w:val="NoSpacing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50773A" w:rsidRPr="00185F84" w:rsidRDefault="0050773A" w:rsidP="00185F84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0773A" w:rsidRPr="00185F84" w:rsidRDefault="0050773A" w:rsidP="00185F8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85F84">
        <w:rPr>
          <w:rFonts w:ascii="Times New Roman" w:hAnsi="Times New Roman"/>
          <w:sz w:val="24"/>
          <w:szCs w:val="24"/>
        </w:rPr>
        <w:t xml:space="preserve">Глава администрации Волче-Вражского сельсовета  </w:t>
      </w:r>
    </w:p>
    <w:p w:rsidR="0050773A" w:rsidRPr="00185F84" w:rsidRDefault="0050773A" w:rsidP="00185F8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85F84">
        <w:rPr>
          <w:rFonts w:ascii="Times New Roman" w:hAnsi="Times New Roman"/>
          <w:sz w:val="24"/>
          <w:szCs w:val="24"/>
        </w:rPr>
        <w:t>Тамалинского района Пензенской области                              Т.А. Легонькова</w:t>
      </w:r>
    </w:p>
    <w:p w:rsidR="0050773A" w:rsidRPr="00185F84" w:rsidRDefault="0050773A" w:rsidP="00185F8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0773A" w:rsidRDefault="0050773A" w:rsidP="00185F8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  <w:sectPr w:rsidR="0050773A" w:rsidSect="007C320E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0773A" w:rsidRPr="00887D54" w:rsidRDefault="0050773A" w:rsidP="00185F84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87D54">
        <w:rPr>
          <w:rFonts w:ascii="Times New Roman" w:hAnsi="Times New Roman"/>
          <w:sz w:val="24"/>
          <w:szCs w:val="24"/>
        </w:rPr>
        <w:t xml:space="preserve">Приложение к постановлению </w:t>
      </w:r>
    </w:p>
    <w:p w:rsidR="0050773A" w:rsidRPr="00887D54" w:rsidRDefault="0050773A" w:rsidP="00185F84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87D54">
        <w:rPr>
          <w:rFonts w:ascii="Times New Roman" w:hAnsi="Times New Roman"/>
          <w:sz w:val="24"/>
          <w:szCs w:val="24"/>
        </w:rPr>
        <w:t xml:space="preserve">администрации Волче-Вражского  сельсовета </w:t>
      </w:r>
    </w:p>
    <w:p w:rsidR="0050773A" w:rsidRPr="00887D54" w:rsidRDefault="0050773A" w:rsidP="00185F84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87D54">
        <w:rPr>
          <w:rFonts w:ascii="Times New Roman" w:hAnsi="Times New Roman"/>
          <w:sz w:val="24"/>
          <w:szCs w:val="24"/>
        </w:rPr>
        <w:t>Тамалинского района Пензенской области</w:t>
      </w:r>
    </w:p>
    <w:p w:rsidR="0050773A" w:rsidRPr="00887D54" w:rsidRDefault="0050773A" w:rsidP="00185F84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87D54">
        <w:rPr>
          <w:rFonts w:ascii="Times New Roman" w:hAnsi="Times New Roman"/>
          <w:sz w:val="24"/>
          <w:szCs w:val="24"/>
        </w:rPr>
        <w:t>от  13.06.2019  №  81-п</w:t>
      </w:r>
    </w:p>
    <w:tbl>
      <w:tblPr>
        <w:tblW w:w="0" w:type="auto"/>
        <w:jc w:val="right"/>
        <w:tblLook w:val="00A0"/>
      </w:tblPr>
      <w:tblGrid>
        <w:gridCol w:w="4329"/>
      </w:tblGrid>
      <w:tr w:rsidR="0050773A" w:rsidRPr="00A8083A" w:rsidTr="00CC4F38">
        <w:trPr>
          <w:jc w:val="right"/>
        </w:trPr>
        <w:tc>
          <w:tcPr>
            <w:tcW w:w="4329" w:type="dxa"/>
          </w:tcPr>
          <w:p w:rsidR="0050773A" w:rsidRPr="00A8083A" w:rsidRDefault="0050773A" w:rsidP="00CC4F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50773A" w:rsidRPr="00921EA7" w:rsidRDefault="0050773A" w:rsidP="00CC4F38">
            <w:pPr>
              <w:pStyle w:val="NoSpacing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921EA7">
              <w:rPr>
                <w:rFonts w:ascii="Times New Roman" w:hAnsi="Times New Roman"/>
              </w:rPr>
              <w:t>Приложение</w:t>
            </w:r>
          </w:p>
          <w:p w:rsidR="0050773A" w:rsidRPr="00921EA7" w:rsidRDefault="0050773A" w:rsidP="00CC4F38">
            <w:pPr>
              <w:pStyle w:val="NoSpacing"/>
              <w:jc w:val="right"/>
              <w:rPr>
                <w:rFonts w:ascii="Times New Roman" w:hAnsi="Times New Roman"/>
              </w:rPr>
            </w:pPr>
            <w:r w:rsidRPr="00921EA7">
              <w:rPr>
                <w:rFonts w:ascii="Times New Roman" w:hAnsi="Times New Roman"/>
              </w:rPr>
              <w:t>к постановлению</w:t>
            </w:r>
          </w:p>
          <w:p w:rsidR="0050773A" w:rsidRPr="00921EA7" w:rsidRDefault="0050773A" w:rsidP="00CC4F38">
            <w:pPr>
              <w:pStyle w:val="NoSpacing"/>
              <w:jc w:val="right"/>
              <w:rPr>
                <w:rFonts w:ascii="Times New Roman" w:hAnsi="Times New Roman"/>
              </w:rPr>
            </w:pPr>
            <w:r w:rsidRPr="00921EA7">
              <w:rPr>
                <w:rFonts w:ascii="Times New Roman" w:hAnsi="Times New Roman"/>
              </w:rPr>
              <w:t>администрации Волче-Вражского сельсовета Тамалинского района Пензенской области</w:t>
            </w:r>
          </w:p>
          <w:p w:rsidR="0050773A" w:rsidRPr="00887D54" w:rsidRDefault="0050773A" w:rsidP="00CC4F38">
            <w:pPr>
              <w:pStyle w:val="NoSpacing"/>
              <w:jc w:val="right"/>
              <w:rPr>
                <w:rFonts w:ascii="Times New Roman" w:hAnsi="Times New Roman"/>
              </w:rPr>
            </w:pPr>
            <w:r w:rsidRPr="00921EA7">
              <w:rPr>
                <w:rFonts w:ascii="Times New Roman" w:hAnsi="Times New Roman"/>
              </w:rPr>
              <w:t xml:space="preserve">от  24.12.2018   № 82-п  </w:t>
            </w:r>
          </w:p>
        </w:tc>
      </w:tr>
    </w:tbl>
    <w:p w:rsidR="0050773A" w:rsidRPr="00B054AE" w:rsidRDefault="0050773A" w:rsidP="00185F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0773A" w:rsidRDefault="0050773A" w:rsidP="00185F8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Pr="00062101">
        <w:rPr>
          <w:rFonts w:ascii="Times New Roman" w:hAnsi="Times New Roman"/>
          <w:b/>
          <w:sz w:val="28"/>
          <w:szCs w:val="28"/>
        </w:rPr>
        <w:t>еестр муниципальных услуг</w:t>
      </w:r>
      <w:r>
        <w:rPr>
          <w:rFonts w:ascii="Times New Roman" w:hAnsi="Times New Roman"/>
          <w:b/>
          <w:sz w:val="28"/>
          <w:szCs w:val="28"/>
        </w:rPr>
        <w:t xml:space="preserve"> Волче-Вражского</w:t>
      </w:r>
      <w:r w:rsidRPr="000F50E2">
        <w:rPr>
          <w:rFonts w:ascii="Times New Roman" w:hAnsi="Times New Roman"/>
          <w:b/>
          <w:sz w:val="28"/>
          <w:szCs w:val="28"/>
        </w:rPr>
        <w:t xml:space="preserve"> сельсовета</w:t>
      </w:r>
      <w:r w:rsidRPr="009D1E1E">
        <w:rPr>
          <w:rFonts w:ascii="Times New Roman" w:hAnsi="Times New Roman"/>
          <w:b/>
          <w:sz w:val="28"/>
          <w:szCs w:val="28"/>
        </w:rPr>
        <w:t xml:space="preserve"> Тамалинского района</w:t>
      </w:r>
      <w:r w:rsidRPr="00BC7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Пензенской области</w:t>
      </w: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0"/>
        <w:gridCol w:w="5963"/>
        <w:gridCol w:w="2644"/>
        <w:gridCol w:w="2674"/>
        <w:gridCol w:w="2814"/>
      </w:tblGrid>
      <w:tr w:rsidR="0050773A" w:rsidRPr="00A8083A" w:rsidTr="00CC4F38">
        <w:trPr>
          <w:trHeight w:val="20"/>
        </w:trPr>
        <w:tc>
          <w:tcPr>
            <w:tcW w:w="15195" w:type="dxa"/>
            <w:gridSpan w:val="5"/>
            <w:vAlign w:val="center"/>
          </w:tcPr>
          <w:p w:rsidR="0050773A" w:rsidRPr="00A8083A" w:rsidRDefault="0050773A" w:rsidP="00CC4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83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A8083A">
              <w:rPr>
                <w:rFonts w:ascii="Times New Roman" w:hAnsi="Times New Roman"/>
                <w:b/>
                <w:sz w:val="24"/>
                <w:szCs w:val="24"/>
              </w:rPr>
              <w:t>. Реестр муниципальных услуг, предоставляемых органами местного самоуправления Волче-Вражского сельсовета Тамалинского района Пензенской области</w:t>
            </w: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A8083A" w:rsidRDefault="0050773A" w:rsidP="00CC4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83A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963" w:type="dxa"/>
            <w:vAlign w:val="center"/>
          </w:tcPr>
          <w:p w:rsidR="0050773A" w:rsidRPr="00A8083A" w:rsidRDefault="0050773A" w:rsidP="00CC4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83A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2644" w:type="dxa"/>
            <w:vAlign w:val="center"/>
          </w:tcPr>
          <w:p w:rsidR="0050773A" w:rsidRPr="00A8083A" w:rsidRDefault="0050773A" w:rsidP="00CC4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83A">
              <w:rPr>
                <w:rFonts w:ascii="Times New Roman" w:hAnsi="Times New Roman"/>
                <w:b/>
                <w:sz w:val="24"/>
                <w:szCs w:val="24"/>
              </w:rPr>
              <w:t>Орган местного самоуправления, предоставляющий</w:t>
            </w:r>
          </w:p>
          <w:p w:rsidR="0050773A" w:rsidRPr="00A8083A" w:rsidRDefault="0050773A" w:rsidP="00CC4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83A">
              <w:rPr>
                <w:rFonts w:ascii="Times New Roman" w:hAnsi="Times New Roman"/>
                <w:b/>
                <w:sz w:val="24"/>
                <w:szCs w:val="24"/>
              </w:rPr>
              <w:t>муниципальную услугу</w:t>
            </w:r>
          </w:p>
        </w:tc>
        <w:tc>
          <w:tcPr>
            <w:tcW w:w="2674" w:type="dxa"/>
            <w:vAlign w:val="center"/>
          </w:tcPr>
          <w:p w:rsidR="0050773A" w:rsidRPr="00A8083A" w:rsidRDefault="0050773A" w:rsidP="00CC4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83A">
              <w:rPr>
                <w:rFonts w:ascii="Times New Roman" w:hAnsi="Times New Roman"/>
                <w:b/>
                <w:sz w:val="24"/>
                <w:szCs w:val="24"/>
              </w:rPr>
              <w:t>Сведения об административном регламенте</w:t>
            </w:r>
          </w:p>
          <w:p w:rsidR="0050773A" w:rsidRPr="00A8083A" w:rsidRDefault="0050773A" w:rsidP="00CC4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83A">
              <w:rPr>
                <w:rFonts w:ascii="Times New Roman" w:hAnsi="Times New Roman"/>
                <w:b/>
                <w:sz w:val="24"/>
                <w:szCs w:val="24"/>
              </w:rPr>
              <w:t>(№ и дата МНПА)</w:t>
            </w:r>
          </w:p>
        </w:tc>
        <w:tc>
          <w:tcPr>
            <w:tcW w:w="2814" w:type="dxa"/>
            <w:vAlign w:val="center"/>
          </w:tcPr>
          <w:p w:rsidR="0050773A" w:rsidRPr="00A8083A" w:rsidRDefault="0050773A" w:rsidP="00CC4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A8083A">
              <w:rPr>
                <w:rFonts w:ascii="Times New Roman" w:hAnsi="Times New Roman"/>
                <w:b/>
                <w:sz w:val="24"/>
                <w:szCs w:val="24"/>
              </w:rPr>
              <w:t>Наименование услуг, которые являются необходимыми и обязательными для предоставления муниципальной услуги.</w:t>
            </w:r>
            <w:r w:rsidRPr="00A8083A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Default="0050773A" w:rsidP="00185F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A8083A" w:rsidRDefault="0050773A" w:rsidP="00185F84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4" w:type="dxa"/>
            <w:vAlign w:val="center"/>
          </w:tcPr>
          <w:p w:rsidR="0050773A" w:rsidRPr="00A8083A" w:rsidRDefault="0050773A" w:rsidP="00185F84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74" w:type="dxa"/>
            <w:vAlign w:val="center"/>
          </w:tcPr>
          <w:p w:rsidR="0050773A" w:rsidRPr="00A8083A" w:rsidRDefault="0050773A" w:rsidP="00185F84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14" w:type="dxa"/>
            <w:vAlign w:val="center"/>
          </w:tcPr>
          <w:p w:rsidR="0050773A" w:rsidRPr="00A8083A" w:rsidRDefault="0050773A" w:rsidP="00185F84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241F31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аренду.</w:t>
            </w:r>
          </w:p>
        </w:tc>
        <w:tc>
          <w:tcPr>
            <w:tcW w:w="2644" w:type="dxa"/>
            <w:vAlign w:val="center"/>
          </w:tcPr>
          <w:p w:rsidR="0050773A" w:rsidRPr="00241F31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21-п</w:t>
            </w:r>
          </w:p>
        </w:tc>
        <w:tc>
          <w:tcPr>
            <w:tcW w:w="2814" w:type="dxa"/>
            <w:vAlign w:val="center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EC7109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EC7109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C7109">
              <w:rPr>
                <w:rFonts w:ascii="Times New Roman" w:hAnsi="Times New Roman"/>
                <w:sz w:val="24"/>
                <w:szCs w:val="24"/>
              </w:rPr>
              <w:t>Предоставление выписки из реестра муниципального имущества.</w:t>
            </w:r>
          </w:p>
        </w:tc>
        <w:tc>
          <w:tcPr>
            <w:tcW w:w="2644" w:type="dxa"/>
            <w:vAlign w:val="center"/>
          </w:tcPr>
          <w:p w:rsidR="0050773A" w:rsidRPr="00EC7109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C7109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  <w:p w:rsidR="0050773A" w:rsidRPr="00EC7109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4" w:type="dxa"/>
            <w:vAlign w:val="center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  <w:color w:val="FF0000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6-п</w:t>
            </w:r>
          </w:p>
        </w:tc>
        <w:tc>
          <w:tcPr>
            <w:tcW w:w="2814" w:type="dxa"/>
            <w:vAlign w:val="center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C7109">
              <w:rPr>
                <w:rFonts w:ascii="Times New Roman" w:hAnsi="Times New Roman"/>
                <w:sz w:val="24"/>
                <w:szCs w:val="24"/>
              </w:rPr>
              <w:t>Предоставление муниципального имущества в аренду.</w:t>
            </w:r>
          </w:p>
        </w:tc>
        <w:tc>
          <w:tcPr>
            <w:tcW w:w="2644" w:type="dxa"/>
            <w:vAlign w:val="center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  <w:color w:val="FF0000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7-п</w:t>
            </w:r>
          </w:p>
        </w:tc>
        <w:tc>
          <w:tcPr>
            <w:tcW w:w="2814" w:type="dxa"/>
            <w:vAlign w:val="center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EC7109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C7109">
              <w:rPr>
                <w:rFonts w:ascii="Times New Roman" w:hAnsi="Times New Roman"/>
                <w:sz w:val="24"/>
                <w:szCs w:val="24"/>
              </w:rPr>
              <w:t xml:space="preserve">Предоставление муниципального имущества в безвозмездное пользование. </w:t>
            </w:r>
          </w:p>
        </w:tc>
        <w:tc>
          <w:tcPr>
            <w:tcW w:w="2644" w:type="dxa"/>
            <w:vAlign w:val="center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8-п</w:t>
            </w:r>
          </w:p>
        </w:tc>
        <w:tc>
          <w:tcPr>
            <w:tcW w:w="2814" w:type="dxa"/>
            <w:vAlign w:val="center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241F31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Предварительное согласование предоставления земельного участка, находящегося в муниципальной собственности.</w:t>
            </w:r>
          </w:p>
        </w:tc>
        <w:tc>
          <w:tcPr>
            <w:tcW w:w="2644" w:type="dxa"/>
            <w:vAlign w:val="center"/>
          </w:tcPr>
          <w:p w:rsidR="0050773A" w:rsidRPr="00241F31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15-п</w:t>
            </w:r>
          </w:p>
        </w:tc>
        <w:tc>
          <w:tcPr>
            <w:tcW w:w="2814" w:type="dxa"/>
            <w:vAlign w:val="center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           </w:t>
            </w:r>
          </w:p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-Выписок из ЕГРЮЛ</w:t>
            </w: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241F31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Подготовка и утверждение схемы расположения земельного участка или земельных участков на кадастровом плане территории.</w:t>
            </w:r>
          </w:p>
        </w:tc>
        <w:tc>
          <w:tcPr>
            <w:tcW w:w="2644" w:type="dxa"/>
          </w:tcPr>
          <w:p w:rsidR="0050773A" w:rsidRPr="00241F31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  <w:color w:val="FF0000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19-п</w:t>
            </w:r>
          </w:p>
        </w:tc>
        <w:tc>
          <w:tcPr>
            <w:tcW w:w="2814" w:type="dxa"/>
            <w:vAlign w:val="center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           </w:t>
            </w:r>
          </w:p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-Выписок из ЕГРЮЛ</w:t>
            </w: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241F31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Предоставление земельного участка, находящегося в муниципальной собственности, гражданину или юридическому лицу в собственность бесплатно.</w:t>
            </w:r>
          </w:p>
        </w:tc>
        <w:tc>
          <w:tcPr>
            <w:tcW w:w="2644" w:type="dxa"/>
          </w:tcPr>
          <w:p w:rsidR="0050773A" w:rsidRPr="00241F31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  <w:color w:val="FF0000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16-п</w:t>
            </w:r>
          </w:p>
        </w:tc>
        <w:tc>
          <w:tcPr>
            <w:tcW w:w="2814" w:type="dxa"/>
            <w:vAlign w:val="center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           </w:t>
            </w:r>
          </w:p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-Выписок из ЕГРЮЛ</w:t>
            </w: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241F31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Продажа и предоставление в аренду земельных участков, находящихся в муниципальной собственности, на торгах.</w:t>
            </w:r>
          </w:p>
        </w:tc>
        <w:tc>
          <w:tcPr>
            <w:tcW w:w="2644" w:type="dxa"/>
          </w:tcPr>
          <w:p w:rsidR="0050773A" w:rsidRPr="00241F31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14-п</w:t>
            </w:r>
          </w:p>
        </w:tc>
        <w:tc>
          <w:tcPr>
            <w:tcW w:w="2814" w:type="dxa"/>
            <w:vAlign w:val="center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           </w:t>
            </w:r>
          </w:p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-Выписок из ЕГРЮЛ</w:t>
            </w: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Предоставление земельных участков, находящихся в муниципальной собственности, без проведения торгов, в собственность, аренду, безвозмездное пользование.</w:t>
            </w:r>
          </w:p>
        </w:tc>
        <w:tc>
          <w:tcPr>
            <w:tcW w:w="2644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23-п</w:t>
            </w:r>
          </w:p>
        </w:tc>
        <w:tc>
          <w:tcPr>
            <w:tcW w:w="2814" w:type="dxa"/>
            <w:vAlign w:val="center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           </w:t>
            </w:r>
          </w:p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-Выписок из ЕГРЮЛ</w:t>
            </w:r>
          </w:p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241F31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Предоставление земельного участка, находящегося в муниципальной собственности, в постоянное (бессрочное) пользование.</w:t>
            </w:r>
          </w:p>
        </w:tc>
        <w:tc>
          <w:tcPr>
            <w:tcW w:w="2644" w:type="dxa"/>
          </w:tcPr>
          <w:p w:rsidR="0050773A" w:rsidRPr="00241F31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18-п</w:t>
            </w:r>
          </w:p>
        </w:tc>
        <w:tc>
          <w:tcPr>
            <w:tcW w:w="2814" w:type="dxa"/>
            <w:vAlign w:val="center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           </w:t>
            </w:r>
          </w:p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-Выписок из ЕГРЮЛ</w:t>
            </w: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241F31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Принятие решения об изъятии земельного участка, для муниципальных нужд, в том числе для размещения объектов местного значения.</w:t>
            </w:r>
          </w:p>
          <w:p w:rsidR="0050773A" w:rsidRPr="00241F31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</w:tcPr>
          <w:p w:rsidR="0050773A" w:rsidRPr="00241F31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17-п</w:t>
            </w:r>
          </w:p>
        </w:tc>
        <w:tc>
          <w:tcPr>
            <w:tcW w:w="2814" w:type="dxa"/>
            <w:vAlign w:val="center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Постановка на учет  граждан, имеющих трех и более детей, имеющих право на предоставление земельных участков в собственность бесплатно, для индивидуального жилищного строительства.</w:t>
            </w:r>
          </w:p>
        </w:tc>
        <w:tc>
          <w:tcPr>
            <w:tcW w:w="2644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13-п</w:t>
            </w:r>
          </w:p>
        </w:tc>
        <w:tc>
          <w:tcPr>
            <w:tcW w:w="2814" w:type="dxa"/>
            <w:vAlign w:val="center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241F31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Принятие решения о предоставлении в собственность земельного участка для индивидуального жилищного строительства гражданам, имеющим 3 и более детей.</w:t>
            </w:r>
          </w:p>
        </w:tc>
        <w:tc>
          <w:tcPr>
            <w:tcW w:w="2644" w:type="dxa"/>
          </w:tcPr>
          <w:p w:rsidR="0050773A" w:rsidRPr="00241F31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12-п</w:t>
            </w:r>
          </w:p>
        </w:tc>
        <w:tc>
          <w:tcPr>
            <w:tcW w:w="2814" w:type="dxa"/>
            <w:vAlign w:val="center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EC7109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C7109">
              <w:rPr>
                <w:rFonts w:ascii="Times New Roman" w:hAnsi="Times New Roman"/>
                <w:sz w:val="24"/>
                <w:szCs w:val="24"/>
              </w:rPr>
              <w:t>Присвоение и аннулирование адресов.</w:t>
            </w:r>
          </w:p>
        </w:tc>
        <w:tc>
          <w:tcPr>
            <w:tcW w:w="2644" w:type="dxa"/>
          </w:tcPr>
          <w:p w:rsidR="0050773A" w:rsidRPr="00EC7109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C7109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16.01.2019 № 3-п</w:t>
            </w:r>
          </w:p>
        </w:tc>
        <w:tc>
          <w:tcPr>
            <w:tcW w:w="2814" w:type="dxa"/>
            <w:vAlign w:val="center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241F31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Перевод жилого помещения в нежилое или нежилого помещения в жилое.</w:t>
            </w:r>
          </w:p>
        </w:tc>
        <w:tc>
          <w:tcPr>
            <w:tcW w:w="2644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9-п</w:t>
            </w:r>
          </w:p>
        </w:tc>
        <w:tc>
          <w:tcPr>
            <w:tcW w:w="2814" w:type="dxa"/>
            <w:vAlign w:val="center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Постановка на учет малоимущих граждан в качестве нуждающихся в жилых помещениях</w:t>
            </w:r>
          </w:p>
        </w:tc>
        <w:tc>
          <w:tcPr>
            <w:tcW w:w="2644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22-п</w:t>
            </w:r>
          </w:p>
        </w:tc>
        <w:tc>
          <w:tcPr>
            <w:tcW w:w="2814" w:type="dxa"/>
            <w:vAlign w:val="center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Выдача порубочного билета и (или) разрешения на пересадку деревьев и кустарников.</w:t>
            </w:r>
          </w:p>
        </w:tc>
        <w:tc>
          <w:tcPr>
            <w:tcW w:w="2644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10-п</w:t>
            </w:r>
          </w:p>
        </w:tc>
        <w:tc>
          <w:tcPr>
            <w:tcW w:w="2814" w:type="dxa"/>
            <w:vAlign w:val="center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C7109">
              <w:rPr>
                <w:rFonts w:ascii="Times New Roman" w:hAnsi="Times New Roman"/>
                <w:sz w:val="24"/>
                <w:szCs w:val="24"/>
              </w:rPr>
              <w:t>Выдача разрешения на осуществление земляных работ.</w:t>
            </w:r>
          </w:p>
        </w:tc>
        <w:tc>
          <w:tcPr>
            <w:tcW w:w="2644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16.01.2019 № 2-п</w:t>
            </w:r>
          </w:p>
        </w:tc>
        <w:tc>
          <w:tcPr>
            <w:tcW w:w="2814" w:type="dxa"/>
            <w:vAlign w:val="center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Предоставление права на размещение нестационарных торговых объектов.</w:t>
            </w:r>
          </w:p>
        </w:tc>
        <w:tc>
          <w:tcPr>
            <w:tcW w:w="2644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24-п</w:t>
            </w:r>
          </w:p>
        </w:tc>
        <w:tc>
          <w:tcPr>
            <w:tcW w:w="2814" w:type="dxa"/>
            <w:vAlign w:val="center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0773A" w:rsidRPr="00A8083A" w:rsidTr="00CC4F38">
        <w:trPr>
          <w:trHeight w:val="627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Выдача разрешения на вступление в брак лицам, достигшим 16 лет.</w:t>
            </w:r>
          </w:p>
        </w:tc>
        <w:tc>
          <w:tcPr>
            <w:tcW w:w="2644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11-п</w:t>
            </w:r>
          </w:p>
        </w:tc>
        <w:tc>
          <w:tcPr>
            <w:tcW w:w="2814" w:type="dxa"/>
            <w:vAlign w:val="center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Назначение пенсии за выслугу лет муниципальным служащим.</w:t>
            </w:r>
          </w:p>
        </w:tc>
        <w:tc>
          <w:tcPr>
            <w:tcW w:w="2644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25-п</w:t>
            </w:r>
          </w:p>
        </w:tc>
        <w:tc>
          <w:tcPr>
            <w:tcW w:w="2814" w:type="dxa"/>
            <w:vAlign w:val="center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0773A" w:rsidRPr="00A8083A" w:rsidTr="00CC4F38">
        <w:trPr>
          <w:trHeight w:val="627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241F31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Выдача копий муниципальных правовых актов.</w:t>
            </w:r>
          </w:p>
          <w:p w:rsidR="0050773A" w:rsidRPr="00241F31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</w:tcPr>
          <w:p w:rsidR="0050773A" w:rsidRPr="00241F31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1F31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20-п</w:t>
            </w:r>
          </w:p>
        </w:tc>
        <w:tc>
          <w:tcPr>
            <w:tcW w:w="2814" w:type="dxa"/>
            <w:vAlign w:val="center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Регистрация устава территориального общественного самоуправления.</w:t>
            </w:r>
          </w:p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26-п</w:t>
            </w:r>
          </w:p>
        </w:tc>
        <w:tc>
          <w:tcPr>
            <w:tcW w:w="2814" w:type="dxa"/>
            <w:vAlign w:val="center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Согласование проведения перепланировки и (или) переустройства жилого  помещения.</w:t>
            </w:r>
          </w:p>
        </w:tc>
        <w:tc>
          <w:tcPr>
            <w:tcW w:w="2644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27-п</w:t>
            </w:r>
          </w:p>
        </w:tc>
        <w:tc>
          <w:tcPr>
            <w:tcW w:w="2814" w:type="dxa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Исполнение запросов гр</w:t>
            </w:r>
            <w:r>
              <w:rPr>
                <w:rFonts w:ascii="Times New Roman" w:hAnsi="Times New Roman"/>
                <w:sz w:val="24"/>
                <w:szCs w:val="24"/>
              </w:rPr>
              <w:t>аждан и выдача выписок, справок</w:t>
            </w:r>
            <w:r w:rsidRPr="000F329E">
              <w:rPr>
                <w:rFonts w:ascii="Times New Roman" w:hAnsi="Times New Roman"/>
                <w:sz w:val="24"/>
                <w:szCs w:val="24"/>
              </w:rPr>
              <w:t>, оформление и предоставление копий документов</w:t>
            </w:r>
          </w:p>
        </w:tc>
        <w:tc>
          <w:tcPr>
            <w:tcW w:w="2644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28-п</w:t>
            </w:r>
          </w:p>
        </w:tc>
        <w:tc>
          <w:tcPr>
            <w:tcW w:w="2814" w:type="dxa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Выдача гражданам выписок, справок , оформление и предоставление копий документов; Отказ в предоставлении муниципальной услуги</w:t>
            </w: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D82F58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2F58">
              <w:rPr>
                <w:rFonts w:ascii="Times New Roman" w:hAnsi="Times New Roman"/>
                <w:sz w:val="24"/>
                <w:szCs w:val="24"/>
              </w:rPr>
              <w:t>Признание жилых помещений муниципального жилищного фонда непригодными для проживания</w:t>
            </w:r>
          </w:p>
        </w:tc>
        <w:tc>
          <w:tcPr>
            <w:tcW w:w="2644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Волче-Вражского сельсовета от 25.02.2019 № 3</w:t>
            </w:r>
            <w:r w:rsidRPr="004627F2">
              <w:rPr>
                <w:rFonts w:ascii="Times New Roman" w:hAnsi="Times New Roman"/>
                <w:sz w:val="24"/>
                <w:szCs w:val="24"/>
              </w:rPr>
              <w:t>8-п</w:t>
            </w:r>
          </w:p>
        </w:tc>
        <w:tc>
          <w:tcPr>
            <w:tcW w:w="2814" w:type="dxa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D82F58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2F58">
              <w:rPr>
                <w:rFonts w:ascii="Times New Roman" w:eastAsia="Batang" w:hAnsi="Times New Roman"/>
                <w:sz w:val="24"/>
                <w:szCs w:val="24"/>
              </w:rPr>
              <w:t>Признание частных жилых помещений пригодными (непригодными) для проживания граждан</w:t>
            </w:r>
          </w:p>
        </w:tc>
        <w:tc>
          <w:tcPr>
            <w:tcW w:w="2644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Волче-Вражского сельсовета от 25.02.2019 № 39</w:t>
            </w:r>
            <w:r w:rsidRPr="004627F2">
              <w:rPr>
                <w:rFonts w:ascii="Times New Roman" w:hAnsi="Times New Roman"/>
                <w:sz w:val="24"/>
                <w:szCs w:val="24"/>
              </w:rPr>
              <w:t>-п</w:t>
            </w:r>
          </w:p>
        </w:tc>
        <w:tc>
          <w:tcPr>
            <w:tcW w:w="2814" w:type="dxa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D82F58" w:rsidRDefault="0050773A" w:rsidP="00CC4F38">
            <w:pPr>
              <w:pStyle w:val="NoSpacing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Принятие решений об установлении публичного сервитута на земельных участках, находящихся в муниципальной собственности</w:t>
            </w:r>
          </w:p>
        </w:tc>
        <w:tc>
          <w:tcPr>
            <w:tcW w:w="2644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27F2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Волче-Вражского сельсовета от 22.04.2019 № 54</w:t>
            </w:r>
            <w:r w:rsidRPr="004627F2">
              <w:rPr>
                <w:rFonts w:ascii="Times New Roman" w:hAnsi="Times New Roman"/>
                <w:sz w:val="24"/>
                <w:szCs w:val="24"/>
              </w:rPr>
              <w:t>-п</w:t>
            </w:r>
          </w:p>
        </w:tc>
        <w:tc>
          <w:tcPr>
            <w:tcW w:w="2814" w:type="dxa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887D54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87D54">
              <w:rPr>
                <w:rFonts w:ascii="Times New Roman" w:hAnsi="Times New Roman"/>
                <w:sz w:val="24"/>
                <w:szCs w:val="24"/>
              </w:rPr>
              <w:t>Выдача разрешения на право организации розничного рынка.</w:t>
            </w:r>
          </w:p>
        </w:tc>
        <w:tc>
          <w:tcPr>
            <w:tcW w:w="2644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887D54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87D54">
              <w:rPr>
                <w:rFonts w:ascii="Times New Roman" w:hAnsi="Times New Roman"/>
                <w:sz w:val="24"/>
                <w:szCs w:val="24"/>
              </w:rPr>
              <w:t>Согласование создания места (площадки) накопления твердых коммунальных отходов.</w:t>
            </w:r>
          </w:p>
        </w:tc>
        <w:tc>
          <w:tcPr>
            <w:tcW w:w="2644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887D54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87D54">
              <w:rPr>
                <w:rFonts w:ascii="Times New Roman" w:hAnsi="Times New Roman"/>
                <w:sz w:val="24"/>
                <w:szCs w:val="24"/>
              </w:rPr>
              <w:t xml:space="preserve">Включение сведений о месте (площадке) накопления твердых коммунальных отходов в реестр. </w:t>
            </w:r>
          </w:p>
        </w:tc>
        <w:tc>
          <w:tcPr>
            <w:tcW w:w="2644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0773A" w:rsidRPr="00A8083A" w:rsidTr="00CC4F38">
        <w:trPr>
          <w:trHeight w:val="20"/>
        </w:trPr>
        <w:tc>
          <w:tcPr>
            <w:tcW w:w="1100" w:type="dxa"/>
            <w:vAlign w:val="center"/>
          </w:tcPr>
          <w:p w:rsidR="0050773A" w:rsidRPr="000F329E" w:rsidRDefault="0050773A" w:rsidP="00185F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50773A" w:rsidRPr="00887D54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87D54">
              <w:rPr>
                <w:rFonts w:ascii="Times New Roman" w:hAnsi="Times New Roman"/>
                <w:sz w:val="24"/>
                <w:szCs w:val="24"/>
              </w:rPr>
              <w:t>Признание садового дома жилым домом или жилого дома садовым домом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44" w:type="dxa"/>
          </w:tcPr>
          <w:p w:rsidR="0050773A" w:rsidRPr="000F329E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F329E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50773A" w:rsidRPr="004627F2" w:rsidRDefault="0050773A" w:rsidP="00CC4F3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:rsidR="0050773A" w:rsidRDefault="0050773A" w:rsidP="00CC4F38">
            <w:pPr>
              <w:pStyle w:val="NoSpacing"/>
              <w:rPr>
                <w:rFonts w:ascii="Times New Roman" w:hAnsi="Times New Roman"/>
              </w:rPr>
            </w:pPr>
          </w:p>
        </w:tc>
      </w:tr>
    </w:tbl>
    <w:p w:rsidR="0050773A" w:rsidRPr="00F82B23" w:rsidRDefault="0050773A" w:rsidP="00185F84">
      <w:pPr>
        <w:pStyle w:val="NoSpacing"/>
        <w:rPr>
          <w:sz w:val="28"/>
          <w:szCs w:val="28"/>
        </w:rPr>
      </w:pPr>
    </w:p>
    <w:p w:rsidR="0050773A" w:rsidRDefault="0050773A" w:rsidP="009E0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50773A" w:rsidRDefault="0050773A" w:rsidP="009E0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50773A" w:rsidRDefault="0050773A" w:rsidP="009E0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  <w:sectPr w:rsidR="0050773A" w:rsidSect="00185F84">
          <w:footerReference w:type="default" r:id="rId10"/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50773A" w:rsidRDefault="0050773A" w:rsidP="00185F8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50773A" w:rsidRDefault="0050773A" w:rsidP="00185F84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50773A" w:rsidRPr="00A8083A" w:rsidTr="00CC4F38">
        <w:trPr>
          <w:jc w:val="center"/>
        </w:trPr>
        <w:tc>
          <w:tcPr>
            <w:tcW w:w="284" w:type="dxa"/>
            <w:vAlign w:val="bottom"/>
          </w:tcPr>
          <w:p w:rsidR="0050773A" w:rsidRDefault="0050773A" w:rsidP="00CC4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0773A" w:rsidRDefault="0050773A" w:rsidP="00CC4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13.06.2019</w:t>
            </w:r>
          </w:p>
        </w:tc>
        <w:tc>
          <w:tcPr>
            <w:tcW w:w="397" w:type="dxa"/>
          </w:tcPr>
          <w:p w:rsidR="0050773A" w:rsidRDefault="0050773A" w:rsidP="00CC4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0773A" w:rsidRDefault="0050773A" w:rsidP="00CC4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82-п</w:t>
            </w:r>
          </w:p>
        </w:tc>
      </w:tr>
      <w:tr w:rsidR="0050773A" w:rsidRPr="00A8083A" w:rsidTr="00CC4F38">
        <w:trPr>
          <w:jc w:val="center"/>
        </w:trPr>
        <w:tc>
          <w:tcPr>
            <w:tcW w:w="4650" w:type="dxa"/>
            <w:gridSpan w:val="4"/>
          </w:tcPr>
          <w:p w:rsidR="0050773A" w:rsidRDefault="0050773A" w:rsidP="00CC4F3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50773A" w:rsidRDefault="0050773A" w:rsidP="009E0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50773A" w:rsidRDefault="0050773A" w:rsidP="009E0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50773A" w:rsidRPr="00E83FAB" w:rsidRDefault="0050773A" w:rsidP="00185F8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83FA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 утверждении административного </w:t>
      </w:r>
      <w:r w:rsidRPr="00E83FAB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регламента</w:t>
      </w:r>
      <w:r w:rsidRPr="00E83FA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 предоставления муниципальной услуги «Согласование создания места (площадки) накопления твердых коммунальных отходов».</w:t>
      </w:r>
    </w:p>
    <w:p w:rsidR="0050773A" w:rsidRPr="00E83FAB" w:rsidRDefault="0050773A" w:rsidP="00185F84">
      <w:pPr>
        <w:spacing w:after="0" w:line="240" w:lineRule="auto"/>
        <w:ind w:firstLine="736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83FAB">
        <w:rPr>
          <w:rFonts w:ascii="Arial" w:hAnsi="Arial" w:cs="Arial"/>
          <w:color w:val="000000"/>
          <w:sz w:val="24"/>
          <w:szCs w:val="24"/>
          <w:lang w:eastAsia="ru-RU"/>
        </w:rPr>
        <w:t> </w:t>
      </w:r>
    </w:p>
    <w:p w:rsidR="0050773A" w:rsidRDefault="0050773A" w:rsidP="00185F84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E83FAB">
        <w:rPr>
          <w:rFonts w:ascii="Times New Roman" w:hAnsi="Times New Roman"/>
          <w:sz w:val="24"/>
          <w:szCs w:val="24"/>
        </w:rPr>
        <w:t>В соответствии с Федеральным законом от 27.07.2010 №210-ФЗ «Об организации предоставления государственных и муниципальных услуг», руководствуясь постановлениями администрации Волче-Вражского сельсовета  Тамалинского  района Пензенской области от 13.06.2019 № 80-п «О разработке и утверждении административных регламентов предоставления муниципальных услуг администрацией Волче-Вражского сельсовета Тамалинского района Пензенской области», от 24.12.2018 № 82-п  «Об утверждении Реестра муниципальных услуг Волче-Вражского сельсовета Тамалинского района Пензенской области»</w:t>
      </w:r>
      <w:r>
        <w:rPr>
          <w:rFonts w:ascii="Times New Roman" w:hAnsi="Times New Roman"/>
          <w:sz w:val="24"/>
          <w:szCs w:val="24"/>
        </w:rPr>
        <w:t xml:space="preserve"> (с последующими изменениями)</w:t>
      </w:r>
      <w:r w:rsidRPr="00E83FAB">
        <w:rPr>
          <w:rFonts w:ascii="Times New Roman" w:hAnsi="Times New Roman"/>
          <w:sz w:val="24"/>
          <w:szCs w:val="24"/>
        </w:rPr>
        <w:t>, Уставом Волче-Вражского сельсовета  Тамалинского района Пензенской области</w:t>
      </w:r>
      <w:r>
        <w:rPr>
          <w:rFonts w:ascii="Times New Roman" w:hAnsi="Times New Roman"/>
          <w:sz w:val="24"/>
          <w:szCs w:val="24"/>
        </w:rPr>
        <w:t>,</w:t>
      </w:r>
    </w:p>
    <w:p w:rsidR="0050773A" w:rsidRPr="00E83FAB" w:rsidRDefault="0050773A" w:rsidP="00185F84">
      <w:pPr>
        <w:pStyle w:val="NoSpacing"/>
        <w:jc w:val="both"/>
        <w:rPr>
          <w:rFonts w:ascii="Times New Roman" w:hAnsi="Times New Roman"/>
          <w:color w:val="00000A"/>
          <w:sz w:val="16"/>
          <w:szCs w:val="16"/>
          <w:lang w:eastAsia="ar-SA"/>
        </w:rPr>
      </w:pPr>
    </w:p>
    <w:p w:rsidR="0050773A" w:rsidRPr="00E83FAB" w:rsidRDefault="0050773A" w:rsidP="00185F8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83FAB">
        <w:rPr>
          <w:rFonts w:ascii="Times New Roman" w:hAnsi="Times New Roman"/>
          <w:b/>
          <w:color w:val="000000"/>
          <w:sz w:val="24"/>
          <w:szCs w:val="24"/>
          <w:lang w:eastAsia="ru-RU"/>
        </w:rPr>
        <w:t>администрация Волче-Вражского сельсовета  Тамалинского района Пензенской области постановляет:</w:t>
      </w:r>
    </w:p>
    <w:p w:rsidR="0050773A" w:rsidRPr="00E83FAB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/>
          <w:color w:val="000000"/>
          <w:sz w:val="16"/>
          <w:szCs w:val="16"/>
          <w:lang w:eastAsia="ru-RU"/>
        </w:rPr>
      </w:pPr>
      <w:r w:rsidRPr="00E83FAB">
        <w:rPr>
          <w:rFonts w:ascii="Times New Roman" w:hAnsi="Times New Roman"/>
          <w:b/>
          <w:color w:val="000000"/>
          <w:sz w:val="24"/>
          <w:szCs w:val="24"/>
          <w:lang w:eastAsia="ru-RU"/>
        </w:rPr>
        <w:t> </w:t>
      </w:r>
    </w:p>
    <w:p w:rsidR="0050773A" w:rsidRPr="00E83FAB" w:rsidRDefault="0050773A" w:rsidP="00185F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83FA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1. Утвердить прилагаемый административный регламент  предоставления муниципальной услуги «Согласование создания места (площадки) накопления твердых коммунальных отходов».</w:t>
      </w:r>
    </w:p>
    <w:p w:rsidR="0050773A" w:rsidRPr="00E83FAB" w:rsidRDefault="0050773A" w:rsidP="00185F84">
      <w:pPr>
        <w:pStyle w:val="BodyText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3FAB">
        <w:rPr>
          <w:rFonts w:ascii="Times New Roman" w:hAnsi="Times New Roman"/>
          <w:sz w:val="24"/>
          <w:szCs w:val="24"/>
        </w:rPr>
        <w:t xml:space="preserve">     2. Настоящее постановление вступает в силу на следующий день после дня его официального опубликования.</w:t>
      </w:r>
    </w:p>
    <w:p w:rsidR="0050773A" w:rsidRPr="00E83FAB" w:rsidRDefault="0050773A" w:rsidP="00185F8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E83FAB">
        <w:rPr>
          <w:rFonts w:ascii="Times New Roman" w:hAnsi="Times New Roman"/>
          <w:sz w:val="24"/>
          <w:szCs w:val="24"/>
        </w:rPr>
        <w:t xml:space="preserve">     3. Опубликовать настоящее постановление в информационном бюллетене «Сельский вестник» и на официальном сайте администрации Волче-Вражского сельсовета Тамалинского района Пензенской области в информационно-телекоммуникационной сети «Интернет».</w:t>
      </w:r>
    </w:p>
    <w:p w:rsidR="0050773A" w:rsidRPr="00E83FAB" w:rsidRDefault="0050773A" w:rsidP="00185F84">
      <w:pPr>
        <w:pStyle w:val="ListParagraph"/>
        <w:spacing w:after="0" w:line="240" w:lineRule="auto"/>
        <w:ind w:left="0" w:right="140"/>
        <w:jc w:val="both"/>
        <w:rPr>
          <w:rFonts w:ascii="Times New Roman" w:hAnsi="Times New Roman"/>
          <w:sz w:val="24"/>
          <w:szCs w:val="24"/>
        </w:rPr>
      </w:pPr>
      <w:r w:rsidRPr="00E83FAB">
        <w:rPr>
          <w:rFonts w:ascii="Times New Roman" w:hAnsi="Times New Roman"/>
          <w:sz w:val="24"/>
          <w:szCs w:val="24"/>
        </w:rPr>
        <w:t xml:space="preserve">    4. Контроль исполнения настоящего постановления возложить на главу администарции Волче-Вражского сельсовета Тамалинского района Пензенской области.</w:t>
      </w:r>
    </w:p>
    <w:p w:rsidR="0050773A" w:rsidRDefault="0050773A" w:rsidP="00185F84">
      <w:pPr>
        <w:pStyle w:val="BodyText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773A" w:rsidRDefault="0050773A" w:rsidP="00185F84">
      <w:pPr>
        <w:pStyle w:val="BodyText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773A" w:rsidRPr="00E83FAB" w:rsidRDefault="0050773A" w:rsidP="00185F84">
      <w:pPr>
        <w:pStyle w:val="BodyText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773A" w:rsidRPr="00E83FAB" w:rsidRDefault="0050773A" w:rsidP="00185F84">
      <w:pPr>
        <w:pStyle w:val="BodyText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3FAB">
        <w:rPr>
          <w:rFonts w:ascii="Times New Roman" w:hAnsi="Times New Roman"/>
          <w:sz w:val="24"/>
          <w:szCs w:val="24"/>
        </w:rPr>
        <w:t>Глава администрации Волче-Вражского сельсовета</w:t>
      </w:r>
    </w:p>
    <w:p w:rsidR="0050773A" w:rsidRPr="00E83FAB" w:rsidRDefault="0050773A" w:rsidP="00185F84">
      <w:pPr>
        <w:pStyle w:val="BodyText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3FAB">
        <w:rPr>
          <w:rFonts w:ascii="Times New Roman" w:hAnsi="Times New Roman"/>
          <w:sz w:val="24"/>
          <w:szCs w:val="24"/>
        </w:rPr>
        <w:t xml:space="preserve">Тамалинского района Пензенской области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E83FAB">
        <w:rPr>
          <w:rFonts w:ascii="Times New Roman" w:hAnsi="Times New Roman"/>
          <w:sz w:val="24"/>
          <w:szCs w:val="24"/>
        </w:rPr>
        <w:t xml:space="preserve">        Т.А. Легонькова</w:t>
      </w:r>
    </w:p>
    <w:p w:rsidR="0050773A" w:rsidRPr="00E83FAB" w:rsidRDefault="0050773A" w:rsidP="00185F84">
      <w:pPr>
        <w:spacing w:after="0" w:line="240" w:lineRule="auto"/>
        <w:ind w:firstLine="736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83FAB">
        <w:rPr>
          <w:rFonts w:ascii="Arial" w:hAnsi="Arial" w:cs="Arial"/>
          <w:color w:val="000000"/>
          <w:sz w:val="24"/>
          <w:szCs w:val="24"/>
          <w:lang w:eastAsia="ru-RU"/>
        </w:rPr>
        <w:t> </w:t>
      </w:r>
    </w:p>
    <w:p w:rsidR="0050773A" w:rsidRDefault="0050773A" w:rsidP="00185F84">
      <w:pPr>
        <w:spacing w:after="0" w:line="240" w:lineRule="auto"/>
        <w:ind w:firstLine="736"/>
        <w:jc w:val="right"/>
        <w:rPr>
          <w:rFonts w:ascii="Arial" w:hAnsi="Arial" w:cs="Arial"/>
          <w:color w:val="000000"/>
          <w:sz w:val="31"/>
          <w:szCs w:val="31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right"/>
        <w:rPr>
          <w:rFonts w:ascii="Arial" w:hAnsi="Arial" w:cs="Arial"/>
          <w:color w:val="000000"/>
          <w:sz w:val="31"/>
          <w:szCs w:val="31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right"/>
        <w:rPr>
          <w:rFonts w:ascii="Arial" w:hAnsi="Arial" w:cs="Arial"/>
          <w:color w:val="000000"/>
          <w:sz w:val="31"/>
          <w:szCs w:val="31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right"/>
        <w:rPr>
          <w:rFonts w:ascii="Arial" w:hAnsi="Arial" w:cs="Arial"/>
          <w:color w:val="000000"/>
          <w:sz w:val="31"/>
          <w:szCs w:val="31"/>
          <w:lang w:eastAsia="ru-RU"/>
        </w:rPr>
      </w:pPr>
    </w:p>
    <w:p w:rsidR="0050773A" w:rsidRPr="00456E5D" w:rsidRDefault="0050773A" w:rsidP="00185F84">
      <w:pPr>
        <w:spacing w:after="0" w:line="240" w:lineRule="auto"/>
        <w:ind w:firstLine="736"/>
        <w:jc w:val="right"/>
        <w:rPr>
          <w:rFonts w:ascii="Times New Roman" w:hAnsi="Times New Roman"/>
          <w:color w:val="000000"/>
          <w:lang w:eastAsia="ru-RU"/>
        </w:rPr>
      </w:pPr>
      <w:r w:rsidRPr="00456E5D">
        <w:rPr>
          <w:rFonts w:ascii="Times New Roman" w:hAnsi="Times New Roman"/>
          <w:color w:val="000000"/>
          <w:lang w:eastAsia="ru-RU"/>
        </w:rPr>
        <w:t>УТВЕРЖДЕН</w:t>
      </w:r>
    </w:p>
    <w:p w:rsidR="0050773A" w:rsidRPr="00456E5D" w:rsidRDefault="0050773A" w:rsidP="00185F84">
      <w:pPr>
        <w:spacing w:after="0" w:line="240" w:lineRule="auto"/>
        <w:ind w:firstLine="736"/>
        <w:jc w:val="right"/>
        <w:rPr>
          <w:rFonts w:ascii="Times New Roman" w:hAnsi="Times New Roman"/>
          <w:color w:val="000000"/>
          <w:lang w:eastAsia="ru-RU"/>
        </w:rPr>
      </w:pPr>
      <w:r w:rsidRPr="00456E5D">
        <w:rPr>
          <w:rFonts w:ascii="Times New Roman" w:hAnsi="Times New Roman"/>
          <w:color w:val="000000"/>
          <w:lang w:eastAsia="ru-RU"/>
        </w:rPr>
        <w:t>постановлением администрации </w:t>
      </w:r>
    </w:p>
    <w:p w:rsidR="0050773A" w:rsidRDefault="0050773A" w:rsidP="00185F84">
      <w:pPr>
        <w:spacing w:after="0" w:line="240" w:lineRule="auto"/>
        <w:ind w:firstLine="736"/>
        <w:jc w:val="right"/>
        <w:rPr>
          <w:rFonts w:ascii="Times New Roman" w:hAnsi="Times New Roman"/>
          <w:color w:val="000000"/>
          <w:lang w:eastAsia="ru-RU"/>
        </w:rPr>
      </w:pPr>
      <w:r w:rsidRPr="00456E5D">
        <w:rPr>
          <w:rFonts w:ascii="Times New Roman" w:hAnsi="Times New Roman"/>
        </w:rPr>
        <w:t>Волче-Вражского сельсовета</w:t>
      </w:r>
      <w:r w:rsidRPr="00456E5D">
        <w:rPr>
          <w:rFonts w:ascii="Times New Roman" w:hAnsi="Times New Roman"/>
          <w:color w:val="000000"/>
          <w:lang w:eastAsia="ru-RU"/>
        </w:rPr>
        <w:t xml:space="preserve"> </w:t>
      </w:r>
    </w:p>
    <w:p w:rsidR="0050773A" w:rsidRPr="00456E5D" w:rsidRDefault="0050773A" w:rsidP="00185F84">
      <w:pPr>
        <w:spacing w:after="0" w:line="240" w:lineRule="auto"/>
        <w:ind w:firstLine="736"/>
        <w:jc w:val="right"/>
        <w:rPr>
          <w:rFonts w:ascii="Times New Roman" w:hAnsi="Times New Roman"/>
          <w:color w:val="000000"/>
          <w:lang w:eastAsia="ru-RU"/>
        </w:rPr>
      </w:pPr>
      <w:r w:rsidRPr="00456E5D">
        <w:rPr>
          <w:rFonts w:ascii="Times New Roman" w:hAnsi="Times New Roman"/>
          <w:color w:val="000000"/>
          <w:lang w:eastAsia="ru-RU"/>
        </w:rPr>
        <w:t>Тамалинского района</w:t>
      </w:r>
    </w:p>
    <w:p w:rsidR="0050773A" w:rsidRPr="00456E5D" w:rsidRDefault="0050773A" w:rsidP="00185F84">
      <w:pPr>
        <w:spacing w:after="0" w:line="240" w:lineRule="auto"/>
        <w:ind w:firstLine="736"/>
        <w:jc w:val="right"/>
        <w:rPr>
          <w:rFonts w:ascii="Times New Roman" w:hAnsi="Times New Roman"/>
          <w:color w:val="000000"/>
          <w:lang w:eastAsia="ru-RU"/>
        </w:rPr>
      </w:pPr>
      <w:r w:rsidRPr="00456E5D">
        <w:rPr>
          <w:rFonts w:ascii="Times New Roman" w:hAnsi="Times New Roman"/>
          <w:color w:val="000000"/>
          <w:lang w:eastAsia="ru-RU"/>
        </w:rPr>
        <w:t>Пензенской области</w:t>
      </w:r>
    </w:p>
    <w:p w:rsidR="0050773A" w:rsidRPr="00456E5D" w:rsidRDefault="0050773A" w:rsidP="00185F84">
      <w:pPr>
        <w:spacing w:after="0" w:line="240" w:lineRule="auto"/>
        <w:ind w:firstLine="736"/>
        <w:jc w:val="right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от  13.06.2019  № 82-п</w:t>
      </w:r>
    </w:p>
    <w:p w:rsidR="0050773A" w:rsidRPr="00456E5D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color w:val="000000"/>
          <w:lang w:eastAsia="ru-RU"/>
        </w:rPr>
      </w:pPr>
      <w:r w:rsidRPr="00456E5D">
        <w:rPr>
          <w:rFonts w:ascii="Times New Roman" w:hAnsi="Times New Roman"/>
          <w:color w:val="000000"/>
          <w:lang w:eastAsia="ru-RU"/>
        </w:rPr>
        <w:t> 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0773A" w:rsidRPr="00B06AA6" w:rsidRDefault="0050773A" w:rsidP="00185F8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АДМИНИСТРАТИВНЫЙ </w:t>
      </w:r>
      <w:r w:rsidRPr="00B06AA6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РЕГЛАМЕНТ</w:t>
      </w:r>
    </w:p>
    <w:p w:rsidR="0050773A" w:rsidRPr="00B06AA6" w:rsidRDefault="0050773A" w:rsidP="00185F8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предоставления муниципальной услуги «Согласование создания места (площадки) накопления твердых коммунальных отходов»</w:t>
      </w:r>
    </w:p>
    <w:p w:rsidR="0050773A" w:rsidRPr="00B06AA6" w:rsidRDefault="0050773A" w:rsidP="00185F84">
      <w:pPr>
        <w:spacing w:after="0" w:line="240" w:lineRule="auto"/>
        <w:ind w:firstLine="736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</w:p>
    <w:p w:rsidR="0050773A" w:rsidRPr="00B06AA6" w:rsidRDefault="0050773A" w:rsidP="00185F84">
      <w:pPr>
        <w:spacing w:after="0" w:line="240" w:lineRule="auto"/>
        <w:ind w:firstLine="736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I. Общие положения</w:t>
      </w:r>
    </w:p>
    <w:p w:rsidR="0050773A" w:rsidRPr="00B06AA6" w:rsidRDefault="0050773A" w:rsidP="00185F84">
      <w:pPr>
        <w:spacing w:after="0" w:line="240" w:lineRule="auto"/>
        <w:ind w:firstLine="736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 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Предмет регулирования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1.1. Административный регламент предоставления муниципальной услуги «Согласование создания места (площадки) накопления твердых коммунальных отходов» (далее - Административный регламент) устанавливает порядок и стандарт предоставления муниципальной услуги «Согласование создания места (площадки) накопления твердых коммунальных отходов» (далее - муниципальная услуга), определяет сроки и последовательность административных процедур (действий) администрации </w:t>
      </w:r>
      <w:r w:rsidRPr="00B06AA6">
        <w:rPr>
          <w:rFonts w:ascii="Times New Roman" w:hAnsi="Times New Roman"/>
          <w:sz w:val="24"/>
          <w:szCs w:val="24"/>
        </w:rPr>
        <w:t>Волче-Вражского сельсовета</w:t>
      </w:r>
      <w:r w:rsidRPr="00B06AA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Тамалинского</w:t>
      </w: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района Пензенской области (далее - Администрация) при предоставлении муниципальной услуги.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Круг заявителей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1.2. Заявителями при предоставлении муниципальной услуги являются следующие лица (далее – заявители):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1.2.1. лица, на которых в соответствии с законодательством Российской Федерации возложена обязанность по созданию места (площадки) накопления твердых коммунальных отходов 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1.2.2. их уполномоченные представители.</w:t>
      </w:r>
    </w:p>
    <w:p w:rsidR="0050773A" w:rsidRPr="00B06AA6" w:rsidRDefault="0050773A" w:rsidP="00185F84">
      <w:pPr>
        <w:pStyle w:val="ConsPlusNormal"/>
        <w:ind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B06AA6">
        <w:rPr>
          <w:rFonts w:ascii="Times New Roman" w:hAnsi="Times New Roman"/>
          <w:sz w:val="24"/>
          <w:szCs w:val="24"/>
        </w:rPr>
        <w:t>1.3. Требования к порядку информирования о предоставлении муниципальной услуги:</w:t>
      </w:r>
    </w:p>
    <w:p w:rsidR="0050773A" w:rsidRPr="00B06AA6" w:rsidRDefault="0050773A" w:rsidP="00185F84">
      <w:pPr>
        <w:tabs>
          <w:tab w:val="left" w:pos="1134"/>
          <w:tab w:val="left" w:pos="1627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06AA6">
        <w:rPr>
          <w:rFonts w:ascii="Times New Roman" w:hAnsi="Times New Roman"/>
          <w:sz w:val="24"/>
          <w:szCs w:val="24"/>
        </w:rPr>
        <w:t xml:space="preserve">1.3.1. Подробную информацию о предоставляемой муниципальной услуге, а также о порядке ее предоставления, можно получить на официальном сайте Администрации в информационно-телекоммуникационной сети «Интернет» test.volchevrazhsky.tamala.pnzreg.ru (далее – официальный сайт), в федеральной государственной информационной системе «Единый портал государственных и муниципальных услуг (функций)» </w:t>
      </w:r>
      <w:r w:rsidRPr="00B06AA6">
        <w:rPr>
          <w:rFonts w:ascii="Times New Roman" w:hAnsi="Times New Roman"/>
          <w:sz w:val="24"/>
          <w:szCs w:val="24"/>
          <w:lang w:eastAsia="ru-RU"/>
        </w:rPr>
        <w:t>(</w:t>
      </w:r>
      <w:r w:rsidRPr="00B06AA6">
        <w:rPr>
          <w:rFonts w:ascii="Times New Roman" w:hAnsi="Times New Roman"/>
          <w:sz w:val="24"/>
          <w:szCs w:val="24"/>
          <w:lang w:val="en-US"/>
        </w:rPr>
        <w:t>https</w:t>
      </w:r>
      <w:r w:rsidRPr="00B06AA6">
        <w:rPr>
          <w:rFonts w:ascii="Times New Roman" w:hAnsi="Times New Roman"/>
          <w:sz w:val="24"/>
          <w:szCs w:val="24"/>
        </w:rPr>
        <w:t>://</w:t>
      </w:r>
      <w:r w:rsidRPr="00B06AA6">
        <w:rPr>
          <w:rFonts w:ascii="Times New Roman" w:hAnsi="Times New Roman"/>
          <w:sz w:val="24"/>
          <w:szCs w:val="24"/>
          <w:lang w:val="en-US"/>
        </w:rPr>
        <w:t>gos</w:t>
      </w:r>
      <w:r w:rsidRPr="00B06AA6">
        <w:rPr>
          <w:rFonts w:ascii="Times New Roman" w:hAnsi="Times New Roman"/>
          <w:sz w:val="24"/>
          <w:szCs w:val="24"/>
        </w:rPr>
        <w:t xml:space="preserve">uslugi.ru) (далее –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</w:t>
      </w:r>
      <w:r w:rsidRPr="00B06AA6">
        <w:rPr>
          <w:rFonts w:ascii="Times New Roman" w:hAnsi="Times New Roman"/>
          <w:sz w:val="24"/>
          <w:szCs w:val="24"/>
          <w:lang w:eastAsia="ru-RU"/>
        </w:rPr>
        <w:t>(</w:t>
      </w:r>
      <w:r w:rsidRPr="00B06AA6">
        <w:rPr>
          <w:rFonts w:ascii="Times New Roman" w:hAnsi="Times New Roman"/>
          <w:sz w:val="24"/>
          <w:szCs w:val="24"/>
          <w:lang w:val="en-US"/>
        </w:rPr>
        <w:t>https</w:t>
      </w:r>
      <w:r w:rsidRPr="00B06AA6">
        <w:rPr>
          <w:rFonts w:ascii="Times New Roman" w:hAnsi="Times New Roman"/>
          <w:sz w:val="24"/>
          <w:szCs w:val="24"/>
        </w:rPr>
        <w:t>://</w:t>
      </w:r>
      <w:r w:rsidRPr="00B06AA6">
        <w:rPr>
          <w:rFonts w:ascii="Times New Roman" w:hAnsi="Times New Roman"/>
          <w:sz w:val="24"/>
          <w:szCs w:val="24"/>
          <w:lang w:val="en-US"/>
        </w:rPr>
        <w:t>gos</w:t>
      </w:r>
      <w:r w:rsidRPr="00B06AA6">
        <w:rPr>
          <w:rFonts w:ascii="Times New Roman" w:hAnsi="Times New Roman"/>
          <w:sz w:val="24"/>
          <w:szCs w:val="24"/>
        </w:rPr>
        <w:t>uslugi.pnzreg.ru</w:t>
      </w:r>
      <w:r w:rsidRPr="00B06AA6">
        <w:rPr>
          <w:rFonts w:ascii="Times New Roman" w:hAnsi="Times New Roman"/>
          <w:sz w:val="24"/>
          <w:szCs w:val="24"/>
          <w:lang w:eastAsia="ru-RU"/>
        </w:rPr>
        <w:t>)</w:t>
      </w:r>
      <w:r w:rsidRPr="00B06AA6">
        <w:rPr>
          <w:rFonts w:ascii="Times New Roman" w:hAnsi="Times New Roman"/>
          <w:sz w:val="24"/>
          <w:szCs w:val="24"/>
        </w:rPr>
        <w:t xml:space="preserve"> (далее – Региональный портал), непосредственно в здании Администрации, посредством средств наглядной информации, в том числе информационных стендов, средств информирования с использованием информационно-коммуникационных технологий.</w:t>
      </w:r>
    </w:p>
    <w:p w:rsidR="0050773A" w:rsidRPr="00B06AA6" w:rsidRDefault="0050773A" w:rsidP="00185F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6AA6">
        <w:rPr>
          <w:rFonts w:ascii="Times New Roman" w:hAnsi="Times New Roman"/>
          <w:sz w:val="24"/>
          <w:szCs w:val="24"/>
        </w:rPr>
        <w:t>На Едином портале и Региональном портале, официальном сайте Администрации, средствах наглядного информирования размещается следующая информация:</w:t>
      </w:r>
    </w:p>
    <w:p w:rsidR="0050773A" w:rsidRPr="00B06AA6" w:rsidRDefault="0050773A" w:rsidP="00185F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6AA6">
        <w:rPr>
          <w:rFonts w:ascii="Times New Roman" w:hAnsi="Times New Roman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50773A" w:rsidRPr="00B06AA6" w:rsidRDefault="0050773A" w:rsidP="00185F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6AA6">
        <w:rPr>
          <w:rFonts w:ascii="Times New Roman" w:hAnsi="Times New Roman"/>
          <w:sz w:val="24"/>
          <w:szCs w:val="24"/>
        </w:rPr>
        <w:t>2) круг заявителей;</w:t>
      </w:r>
    </w:p>
    <w:p w:rsidR="0050773A" w:rsidRPr="00B06AA6" w:rsidRDefault="0050773A" w:rsidP="00185F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6AA6">
        <w:rPr>
          <w:rFonts w:ascii="Times New Roman" w:hAnsi="Times New Roman"/>
          <w:sz w:val="24"/>
          <w:szCs w:val="24"/>
        </w:rPr>
        <w:t>3) срок предоставления муниципальной услуги;</w:t>
      </w:r>
    </w:p>
    <w:p w:rsidR="0050773A" w:rsidRPr="00B06AA6" w:rsidRDefault="0050773A" w:rsidP="00185F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6AA6">
        <w:rPr>
          <w:rFonts w:ascii="Times New Roman" w:hAnsi="Times New Roman"/>
          <w:sz w:val="24"/>
          <w:szCs w:val="24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50773A" w:rsidRPr="00B06AA6" w:rsidRDefault="0050773A" w:rsidP="00185F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6AA6">
        <w:rPr>
          <w:rFonts w:ascii="Times New Roman" w:hAnsi="Times New Roman"/>
          <w:sz w:val="24"/>
          <w:szCs w:val="24"/>
        </w:rPr>
        <w:t>5) исчерпывающий перечень оснований для приостановления или отказа в предоставлении муниципальной услуги;</w:t>
      </w:r>
    </w:p>
    <w:p w:rsidR="0050773A" w:rsidRPr="00B06AA6" w:rsidRDefault="0050773A" w:rsidP="00185F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6AA6">
        <w:rPr>
          <w:rFonts w:ascii="Times New Roman" w:hAnsi="Times New Roman"/>
          <w:sz w:val="24"/>
          <w:szCs w:val="24"/>
        </w:rPr>
        <w:t>6) размер государственной пошлины, взимаемой за предоставление муниципальной услуги;</w:t>
      </w:r>
    </w:p>
    <w:p w:rsidR="0050773A" w:rsidRPr="00B06AA6" w:rsidRDefault="0050773A" w:rsidP="00185F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6AA6">
        <w:rPr>
          <w:rFonts w:ascii="Times New Roman" w:hAnsi="Times New Roman"/>
          <w:sz w:val="24"/>
          <w:szCs w:val="24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50773A" w:rsidRPr="00B06AA6" w:rsidRDefault="0050773A" w:rsidP="00185F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6AA6">
        <w:rPr>
          <w:rFonts w:ascii="Times New Roman" w:hAnsi="Times New Roman"/>
          <w:sz w:val="24"/>
          <w:szCs w:val="24"/>
        </w:rPr>
        <w:t xml:space="preserve">8) формы заявлений (уведомлений, сообщений), используемые при предоставлении муниципальной услуги. </w:t>
      </w:r>
    </w:p>
    <w:p w:rsidR="0050773A" w:rsidRPr="00B06AA6" w:rsidRDefault="0050773A" w:rsidP="00185F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6AA6">
        <w:rPr>
          <w:rFonts w:ascii="Times New Roman" w:hAnsi="Times New Roman"/>
          <w:sz w:val="24"/>
          <w:szCs w:val="24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предоставляется заявителю бесплатно.</w:t>
      </w:r>
    </w:p>
    <w:p w:rsidR="0050773A" w:rsidRPr="00B06AA6" w:rsidRDefault="0050773A" w:rsidP="00185F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6AA6">
        <w:rPr>
          <w:rFonts w:ascii="Times New Roman" w:hAnsi="Times New Roman"/>
          <w:sz w:val="24"/>
          <w:szCs w:val="24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50773A" w:rsidRPr="00B06AA6" w:rsidRDefault="0050773A" w:rsidP="00185F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AA6">
        <w:rPr>
          <w:rFonts w:ascii="Times New Roman" w:hAnsi="Times New Roman"/>
          <w:sz w:val="24"/>
          <w:szCs w:val="24"/>
        </w:rPr>
        <w:t xml:space="preserve">        1.3.2. Справочная информация (место нахождения, график (режим работы) Администрации, справочные телефоны Администрации, адрес официального сайта Администрации и адрес электронной почты) размещается на официальном сайте Администрации, на Едином портале и Региональном портале, средствах наглядного информирования.</w:t>
      </w:r>
    </w:p>
    <w:p w:rsidR="0050773A" w:rsidRPr="00B06AA6" w:rsidRDefault="0050773A" w:rsidP="00185F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06AA6">
        <w:rPr>
          <w:rFonts w:ascii="Times New Roman" w:hAnsi="Times New Roman"/>
          <w:sz w:val="24"/>
          <w:szCs w:val="24"/>
        </w:rPr>
        <w:t>1.3.3.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(далее - МФЦ) путем размещения информации, в том числе о графике приема заявителей и номерах телефонов для справок (консультаций), на информационных стендах, средствах наглядного информирования в помещениях МФЦ.</w:t>
      </w:r>
    </w:p>
    <w:p w:rsidR="0050773A" w:rsidRPr="00B06AA6" w:rsidRDefault="0050773A" w:rsidP="00185F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6AA6">
        <w:rPr>
          <w:rFonts w:ascii="Times New Roman" w:hAnsi="Times New Roman"/>
          <w:sz w:val="24"/>
          <w:szCs w:val="24"/>
        </w:rPr>
        <w:t>1.3.4. Заявители вправе получить муниципальную услугу через МФЦ в соответствии с соглашением о взаимодействии, заключенным между МФЦ и Администрацией, предоставляющей муниципальную услугу (далее - Соглашение о взаимодействии), с момента вступления в силу Соглашения о взаимодействии, а также через официальный сайт, Региональный портал и (или) Единый портал.</w:t>
      </w:r>
    </w:p>
    <w:p w:rsidR="0050773A" w:rsidRPr="00B06AA6" w:rsidRDefault="0050773A" w:rsidP="00185F84">
      <w:pPr>
        <w:spacing w:after="0" w:line="240" w:lineRule="auto"/>
        <w:ind w:firstLine="736"/>
        <w:jc w:val="center"/>
        <w:rPr>
          <w:rFonts w:ascii="Times New Roman" w:hAnsi="Times New Roman"/>
          <w:b/>
          <w:bCs/>
          <w:color w:val="000000"/>
          <w:sz w:val="16"/>
          <w:szCs w:val="16"/>
          <w:lang w:eastAsia="ru-RU"/>
        </w:rPr>
      </w:pPr>
    </w:p>
    <w:p w:rsidR="0050773A" w:rsidRPr="00B06AA6" w:rsidRDefault="0050773A" w:rsidP="00185F84">
      <w:pPr>
        <w:spacing w:after="0" w:line="240" w:lineRule="auto"/>
        <w:ind w:firstLine="736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II. Стандарт предоставления муниципальной услуги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16"/>
          <w:szCs w:val="16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 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Наименование муниципальной услуги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2.1. Наименование муниципальной услуги - Согласование создания места (площадки) накопления твердых коммунальных отходов.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Краткое наименование муниципальной услуги не предусмотрено.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Наименование органа местного самоуправления, предоставляющего муниципальную услугу 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2.2. Предоставление муниципальной услуги осуществляет Администрация.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Результат предоставления муниципальной услуги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2.3. Результатом предоставления муниципальной услуги является: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- решение о согласовании создания места (площадки) накопления твердых коммунальных отходов;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- мотивированное решение об отказе в согласовании создания места (площадки) накопления твердых коммунальных отходов.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Срок предоставления муниципальной услуги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2.4. Максимальный срок предоставления муниципальной услуги составляет 10 календарных дней, исчисляемых со дня регистрации заявки о согласовании создания места (площадки) накопления твердых коммунальных отходов в Администрации.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2.5. В случае направления запроса о соблюдении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 в ТО Управления Роспотребнадзора по Пензенской области срок рассмотрения заявки может быть увеличен по решению уполномоченного органа до 20 календарных дней, при этом заявителю не позднее 3 календарных дней со дня принятия такого решения уполномоченным органом направляется соответствующее уведомление.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Правовые основания для предоставления муниципальной услуги</w:t>
      </w:r>
    </w:p>
    <w:p w:rsidR="0050773A" w:rsidRPr="00B06AA6" w:rsidRDefault="0050773A" w:rsidP="00185F8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</w:rPr>
        <w:t xml:space="preserve">2.5. </w:t>
      </w:r>
      <w:r w:rsidRPr="00B06AA6">
        <w:rPr>
          <w:rFonts w:ascii="Times New Roman" w:hAnsi="Times New Roman"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способы их представления.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bookmarkStart w:id="3" w:name="P148"/>
      <w:bookmarkEnd w:id="3"/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bookmarkStart w:id="4" w:name="P150"/>
      <w:bookmarkEnd w:id="4"/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2.6.1. заявка, составленная по форме согласно приложению 1 к настоящему Административному регламенту.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2.6.2. документ, удостоверяющий личность заявителя;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2.6.3. документ, подтверждающий полномочия представителя физического или юридического лица, действовать от его имени;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Исчерпывающий перечень документов, необходимых в соответствии с нормативными правовыми актами для предоставления муниципальной услуги, которые 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 по собственной инициативе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2.7. Документы, которые необходимы в соответствии с законодательными или иными нормативными правовыми актами для предоставления муниципальной услуги, которые находятся в распоряжении органов исполнительной власти, органов местного самоуправления и подведомственных им организаций, и которые заявитель вправе представить по собственной инициативе - отсутствуют.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Муниципальная услуга не предусматривает представления заявителем документов, необходимых в соответствии с законодательством или иными нормативными правовыми актами для предоставления муниципальной услуги, находящихся в распоряжении государственных органов, органов местного самоуправления и подведомственных им организаций.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Исчерпывающий перечень оснований для отказа в приеме документов, необходимых для предоставления муниципальной услуги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2.8. Основания для отказа в приеме документов, необходимых для предоставления муниципальной услуги: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2.8.1. отсутствие или неполное представление документов, предусмотренных пунктом 2.6 Административного регламента;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2.8.2. принятие решения о согласовании создания места (площадки) накопления твердых коммунальных отходов на территории, указанной заявителем, не относится к компетенции Администрации.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2.9. Оснований для приостановления предоставления муниципальной услуги не предусмотрено.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2.10. </w:t>
      </w:r>
      <w:bookmarkStart w:id="5" w:name="P206"/>
      <w:bookmarkEnd w:id="5"/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Основанием для отказа в предоставлении муниципальной услуги является: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2.10.1.  несоответствие заявки установленной форме;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2.10.2. несоответствие места (площадки) накопления твердых коммунальных отходов требованиям правил благоустройства  муниципального образования, требованиям законодательства Российской Федерации в области санитарно-эпидемиологического благополучия населения, иного законодательства Российской Федерации, устанавливающего требования к местам (площадкам) накопления твердых коммунальных отходов.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Перечень услуг, которые являются необходимыми и обязательными для предоставления муниципальной услуги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2.11. Для предоставления государственной услуги не требуется предоставления иных государственных или муниципальных услуг.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Arial" w:hAnsi="Arial" w:cs="Arial"/>
          <w:color w:val="000000"/>
          <w:sz w:val="24"/>
          <w:szCs w:val="24"/>
          <w:lang w:eastAsia="ru-RU"/>
        </w:rPr>
        <w:t> </w:t>
      </w: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Порядок, размер и основания взимания платы за предоставление муниципальной услуги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2.12. Муниципальная услуга предоставляется бесплатно.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Arial" w:hAnsi="Arial" w:cs="Arial"/>
          <w:color w:val="000000"/>
          <w:sz w:val="24"/>
          <w:szCs w:val="24"/>
          <w:lang w:eastAsia="ru-RU"/>
        </w:rPr>
        <w:t> </w:t>
      </w: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2.13. Время ожидания в очереди не должно превышать: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- при подаче заявки и (или) документов - 15 минут;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-при получении результата предоставления муниципальной услуги - 15 минут.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Arial" w:hAnsi="Arial" w:cs="Arial"/>
          <w:b/>
          <w:color w:val="000000"/>
          <w:sz w:val="24"/>
          <w:szCs w:val="24"/>
          <w:lang w:eastAsia="ru-RU"/>
        </w:rPr>
        <w:t> </w:t>
      </w: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Срок регистрации запроса заявителя о предоставлении муниципальной услуги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2.14. Регистрация запроса заявителя о предоставлении муниципальной услуги осуществляется в день его получения.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2.15.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2.16. Здания, в котором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2.17. Предоставление муниципальной услуги осуществляется в специально выделенных для этой цели помещениях.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2.18. Помещения, в которых осуществляется предоставление муниципальной услуги, оборудуются: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- информационными стендами, содержащими визуальную и текстовую информацию;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- стульями и столами для возможности оформления документов.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2.19. Количество мест ожидания определяется исходя из фактической нагрузки и возможностей для их размещения в здании.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2.20. 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2.21. Кабинеты приема заявителей должны иметь информационные таблички (вывески) с указанием: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- номера кабинета;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- фамилии, имени, отчества (при наличии) и должности специалиста.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2.22.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2.23.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Помещения для предоставления муниципальной услуги размещаются на нижних этажах зданий, оборудованных отдельным входом, или отдельно стоящих зданиях. На территории, прилегающей к месторасположению Администрации, МФЦ выделяются не менее 10 процентов мест (но не менее одного места) для бесплатной парковки транспортных средств, управляемых инвалидами I,II групп, а также инвалидами III группы в порядке, установленном Правительством Российской Федерации, и транспортных средств, перевозящих таких инвалидов и (или) детей-инвалидов (указанные места для парковки не должны занимать иные транспортные средства).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Рабочее место специалиста Администрации, МФЦ оснащается настенной вывеской или настольной табличкой с указанием фамилии, имени, отчества (при наличии) 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Специалисты Администрации, МФЦ обеспечиваются личными нагрудными карточками (бейджами) с указанием фамилии, имени, отчества (при наличии) и должности.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Показатели доступности и качества муниципальной услуги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2.24. Показателями доступности предоставления муниципальной услуги являются: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2.24.1. предоставление возможности получения муниципальной услуги в электронной форме или в МФЦ;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2.24.2. транспортная или пешая доступность к местам предоставления муниципальной услуги;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2.24.3.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2.24.4. соблюдение требований административного регламента о порядке информирования об оказании муниципальной услуги.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2.25. Показателями качества предоставления муниципальной услуги являются: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2.25.1. соблюдение сроков предоставления муниципальной услуги;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2.25.2. соблюдение установленного времени ожидания в очереди при подаче заявки и при получении результата предоставления муниципальной услуги;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2.25.3.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2.25.4.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2.26. В процессе предоставления муниципальной услуги заявитель взаимодействует с муниципальными служащими Администрации, МФЦ: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2.26.1. при подаче документов для получения муниципальной услуги;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2.26.2. при получении результата оказания муниципальной услуги.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Иные требования, в том числе учитывающие особенности предоставления муниципальной услуги в МФЦ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2.27. Для получения муниципальной услуги заявителю предоставляется возможность представить заявка в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2.28. По выбору заявителя результат предоставления муниципальной услуги, уведомления, в том числе о направлении на доработку документации по планировке территории, расписки направляются в виде: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2.28.1. документа на бумажном носителе, который заявитель (представитель заявителя) получает непосредственно при личном обращении в Администрации;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2.28.2. документа на бумажном носителе, который заявитель (представитель заявителя) получает непосредственно при личном обращении в МФЦ, в случае обращения за предоставлением муниципальной услуги через МФЦ;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2.28.2. документа на бумажном носителе, который направляется заявителю посредством почтового отправления.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16"/>
          <w:szCs w:val="16"/>
          <w:lang w:eastAsia="ru-RU"/>
        </w:rPr>
      </w:pPr>
    </w:p>
    <w:p w:rsidR="0050773A" w:rsidRPr="00B06AA6" w:rsidRDefault="0050773A" w:rsidP="00185F84">
      <w:pPr>
        <w:spacing w:after="0" w:line="240" w:lineRule="auto"/>
        <w:ind w:firstLine="736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многофункциональных центрах</w:t>
      </w:r>
    </w:p>
    <w:p w:rsidR="0050773A" w:rsidRPr="00B06AA6" w:rsidRDefault="0050773A" w:rsidP="00185F84">
      <w:pPr>
        <w:spacing w:after="0" w:line="240" w:lineRule="auto"/>
        <w:ind w:firstLine="736"/>
        <w:jc w:val="center"/>
        <w:rPr>
          <w:rFonts w:ascii="Times New Roman" w:hAnsi="Times New Roman"/>
          <w:b/>
          <w:bCs/>
          <w:color w:val="000000"/>
          <w:sz w:val="16"/>
          <w:szCs w:val="16"/>
          <w:lang w:eastAsia="ru-RU"/>
        </w:rPr>
      </w:pP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 (Блок - схема предоставления муниципальной услуги - приложение № 2 к Административному регламенту):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3.1.1. прием и регистрация заявки и документов, необходимых для предоставления муниципальной услуги, визирование главой Администрации заявки на предоставление муниципальной услуги (в день поступления);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3.1.2. рассмотрение заявки и документов, необходимых для предоставления муниципальной услуги;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3.1.3. направление заявки в целях ее оценки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 в ТО Управления Роспотребнадзора по Пензенской области (не является обязательной процедурой)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3.1.4. подготовка: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постановления о согласовании создания места (площадки) накопления твердых коммунальных отходов;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уведомления об отказе в согласовании создания места (площадки) накопления твердых коммунальных отходов.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3.1.5. выдача результата предоставления муниципальной услуги.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Прием и регистрация заявки и документов, необходимых для предоставления муниципальной услуги, визирование главой Администрации заявки на предоставление муниципальной услуги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3.2. Основанием для начала административной процедуры является обращение заявителя с заявкой о согласовании создания места (площадки) накопления твердых коммунальных отходов.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3.3. Заявка и документы, необходимые для предоставления муниципальной услуги, представляется заявителем (представителем заявителя) в Администрацию или МФЦ.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Заявка и документы, необходимые для предоставления муниципальной услуги, направляются заявителем (представителем заявителя) в Администрацию на бумажном носителе посредством почтового отправления или представляются лично.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Заявка подписывается заявителем либо представителем заявителя.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3.4. В случае представления заявки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заявки.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3.5. При поступлении заявки и документов, необходимых для предоставления муниципальной услуги, указанных в пункте 2.6 Административного регламента, специалист Администрации, ответственный за прием и регистрацию документов по предоставлению муниципальной услуги, обязан провести: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- проверку наличия (отсутствия) оснований для отказа в приеме документов, необходимых для предоставления муниципальной услуги, предусмотренных пунктом 2.8 Административного регламента;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- проверку правильности заполнения заявки;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- проверку действительности основного документа, удостоверяющего личность заявителя, и (или) доверенности от представителя заявителя;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- сверку сведений, указанных заявителем в заявлении, со сведениями, содержащимися в паспорте и других представленных документах.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3.6. Если в результате проверки будет выявлено наличие оснований, предусмотренных пунктом 2.8 Административного регламента, заявителю направляется отказ в приеме к рассмотрению документов по форме согласно приложению 3 к Административному регламенту с указанием таких оснований способом, указанным заявителем в его заявлении.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3.7. Поступившие заявка и документы, в том числе из МФЦ, регистрируются с присвоением входящего номера и указанием даты получения.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Если заявка и документы представляются заявителем (представителем заявителя) в Администрацию или МФЦ лично, то заявителю (представителю заявителя) выдается копия заявки с отметкой о получении.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3.8. В случае, если заявка и документы представлены в Администрацию посредством почтового отправления, копия заявки с отметкой о получении направляется Администрацией заявителю указанным в заявлении способом.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3.9. Заявка и документы (при их наличии), представленные заявителем (представителем заявителя) через МФЦ передаются МФЦ в Администрацию на бумажном носителе в срок, установленный соглашением, заключенным Администрацией с МФЦ.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3.10. Зарегистрированное заявка и документы при отсутствии оснований, предусмотренных пунктом 2.8 Административного регламента, передаются на рассмотрение главе Администрации, который определяет исполнителя, ответственного за работу с поступившей заявкой (далее – ответственный исполнитель).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3.11. Продолжительность административной процедуры (максимальный срок ее выполнения) составляет 1 день, а в случае наличия оснований, предусмотренных пунктом 2.8 Административного регламента, подготовки и направления заявителю отказа в приеме к рассмотрению документов продолжительность административной процедуры (максимальный срок ее выполнения) составляет 3 дня.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3.12. Результатом административной процедуры является регистрация поступившего заявки, а также уведомление заявителя (его представителя) о принятии заявки к рассмотрению либо направление заявителю отказа в приеме к рассмотрению документов.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Зарегистрированные в течение одного дня заявка и документы передаются ответственному исполнителю.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Рассмотрение (проверка) заявки и документов, необходимых для предоставления муниципальной услуги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3.13. Основанием для начала административной процедуры является поступление зарегистрированной заявки на рассмотрение ответственному исполнителю.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Фамилия, имя и отчество (при наличии) ответственного исполнителя, телефон сообщаются заявителю по его обращению.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3.14. Ответственный исполнитель осуществляет проверку: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3.14.1. полноты и достоверности сведений, содержащихся в представленных документах;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3.14.2. наличия (отсутствия) оснований для отказа в предоставлении муниципальной услуги, предусмотренных пунктом 2.9 Административного регламента;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3.14.3. наличия (отсутствия) оснований для оценки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3.15. В случае если принято решение о необходимости оценки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отходов, ответственный исполнитель готовит проект </w:t>
      </w:r>
      <w:r w:rsidRPr="00B06AA6">
        <w:rPr>
          <w:rFonts w:ascii="Times New Roman" w:hAnsi="Times New Roman"/>
          <w:sz w:val="24"/>
          <w:szCs w:val="24"/>
        </w:rPr>
        <w:t>запроса</w:t>
      </w: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в ТО Управления Роспотребнадзора по Пензенской области и передает на подпись главе Администрации.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Глава администрации рассматривает подготовленный проект запроса и подписывает его. В случае несогласия с подготовленным проектом документа,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3.16. Результатом административной процедуры является: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3.16.1. завершение процедуры рассмотрения (проверки) заявки и документов, необходимых для предоставления муниципальной услуги, когда не требуется оценка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3.16.2. направление </w:t>
      </w:r>
      <w:r w:rsidRPr="00B06AA6">
        <w:rPr>
          <w:rFonts w:ascii="Times New Roman" w:hAnsi="Times New Roman"/>
          <w:sz w:val="24"/>
          <w:szCs w:val="24"/>
        </w:rPr>
        <w:t>запроса</w:t>
      </w: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за подписью главы Администрации с приложением копии заявки о согласовании создания места (площадки) накопления твердых коммунальных отходов в ТО Управления Роспотребнадзора по Пензенской области, с одновременным уведомлением заявителя (его представителя) об этом способом, указанным в заявлении заявителя (его представителя), с соблюдением срока административной процедуры, предусмотренного в абзаце втором пункта 3.17 Административного регламента.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3.17. Максимальный срок выполнения административной процедуры, в случае, когда не требуется оценка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 — 5 календарных дней со дня поступления заявки в Администрацию.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Направление заявки в целях ее оценки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 в ТО Управления Роспотребнадзора по Пензенской области (не является обязательной процедурой)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3.18. Основанием для начала административной процедуры является принятие решения о наличия оснований для оценки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Подписанный главой Администрации запрос направляется в ТО Управления Роспотребнадзора по Пензенской области для уточнения позиции соответствующего территориального органа федерального органа исполнительной власти, уполномоченного осуществлять федеральный государственный санитарно-эпидемиологический надзор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В случае направления запроса главой Администрации решается вопрос об увеличении срока рассмотрения заявки. При принятии решения об увеличении срока заявителю не позднее 3 календарных дней со дня принятия такого решения уполномоченным органом направляется соответствующее уведомление.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3.19. Максимальный срок выполнения административной процедуры составляет не более 10 дней.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3.20. Результатом административной процедуры является поступление главе Администрации заключения ТО Управления Роспотребнадзора по Пензенской области о соблюдении (нарушении)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Подготовка постановления о согласовании создания места (площадки) накопления твердых коммунальных отходов или уведомления об отказе в согласовании создания места (площадки) накопления твердых коммунальных отходов.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3.21. Основанием для начала административной процедуры является: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- завершение процедуры рассмотрения (проверки) заявки и документов, необходимых для предоставления муниципальной услуги, когда не требуется оценка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либо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- поступление главе Администрации заключения ТО Управления Роспотребнадзора по Пензенской области о соблюдении (нарушении)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отходов, который в свою очередь в течение дня со дня поступления заключения в Администрацию передает его ответственному исполнителю для подготовки результата предоставления муниципальной услуги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3.24. Ответственный исполнитель с учетом оснований для отказа в предоставлении муниципальной услуги, предусмотренных пунктом 2.9 Административного регламента, подготавливает проект постановления о согласовании создания места (площадки) накопления твердых коммунальных отходов или уведомления об отказе в согласовании создания места (площадки) накопления твердых коммунальных отходов).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3.25. Проект постановления или уведомления, указанный в пункте 3.24 Административного регламента оформляется в двух экземплярах.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3.26. Подготовленные проекты документов вместе с документами, представленными заявителем (представителем заявителя), а в случаях  направления запроса в ТО Управления Роспотребнадзора по Пензенской области, с приложением заключения ТО Управления Роспотребнадзора по Пензенской области о соблюдении (нарушении)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отходов, направляются ответственным исполнителем на подпись главе Администрации.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Глава Администрации рассматривает подготовленные проекты документов и подписывает их.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В случае несогласия с подготовленным проектом документа,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3.27. Результатом административной процедуры является подписанное постановление о согласовании создания места (площадки) накопления твердых коммунальных отходов либо уведомление об отказе в согласовании создания места (площадки) накопления твердых коммунальных отходов и направлении ее на доработку.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3.28. Максимальный срок выполнения административной процедуры: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- два дня со дня получения заключения ТО Управления Роспотребнадзора по Пензенской области и поступления ответственному исполнителю указанного заключения;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- два дня, следующие за днем окончания срока процедуры рассмотрения (проверки) заявки и документов, необходимых для предоставления муниципальной услуги, когда не требуется оценка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3.29. Межведомственные запросы не предусмотрены.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Выдача результата муниципальной услуги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3.30. Основанием для начала административной процедуры является подписанное постановление о согласовании создания места (площадки) накопления твердых коммунальных отходов или уведомление об отказе в согласовании создания места (площадки) накопления твердых коммунальных отходов.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3.31. Ответственный исполнитель в течение одного дня извещает заявителя (представителя заявителя) о необходимости получения результата предоставления муниципальной услуги с указанием времени и места получения.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Один экземпляр постановления или уведомления, указанного в пункте 3.27 Административного регламента, со дня его регистрации выдается непосредственно заявителю (его представителю) либо направляется им способом, указанным в заявлении, в течение 2 дней после подписания постановления или уведомления, указанного в пункте 3.27 Административного регламента.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наличии в заявлении указания о выдаче результата предоставления муниципальной услуги через МФЦ по месту представления заявки Администрация обеспечивает передачу документа в МФЦ для выдачи заявителю (его представителю) не позднее рабочего дня, следующего за днем подписания постановления об утверждении документации по планировке территории или уведомления об отклонении документации по планировке территории и направлении ее на доработку.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3.32. Результатом административной процедуры является выдача заявителю постановления о согласовании создания места (площадки) накопления твердых коммунальных отходов или уведомления об отказе в согласовании создания места (площадки) накопления твердых коммунальных отходов.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3.33. Продолжительность административной процедуры (максимальный срок ее выполнения) составляет 2 дня.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16"/>
          <w:szCs w:val="16"/>
          <w:lang w:eastAsia="ru-RU"/>
        </w:rPr>
      </w:pPr>
    </w:p>
    <w:p w:rsidR="0050773A" w:rsidRPr="00B06AA6" w:rsidRDefault="0050773A" w:rsidP="00185F84">
      <w:pPr>
        <w:spacing w:after="0" w:line="240" w:lineRule="auto"/>
        <w:ind w:firstLine="736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IV. Формы контроля за исполнением Административного регламента</w:t>
      </w:r>
    </w:p>
    <w:p w:rsidR="0050773A" w:rsidRPr="00B06AA6" w:rsidRDefault="0050773A" w:rsidP="00185F84">
      <w:pPr>
        <w:spacing w:after="0" w:line="240" w:lineRule="auto"/>
        <w:ind w:firstLine="736"/>
        <w:jc w:val="center"/>
        <w:rPr>
          <w:rFonts w:ascii="Times New Roman" w:hAnsi="Times New Roman"/>
          <w:b/>
          <w:bCs/>
          <w:color w:val="000000"/>
          <w:sz w:val="16"/>
          <w:szCs w:val="16"/>
          <w:lang w:eastAsia="ru-RU"/>
        </w:rPr>
      </w:pP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главой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Периодичность осуществления проверок определяется главой Администрации.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Плановые и внеплановые проверки проводятся на основании распоряжений главы Администрации.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4.5. Ответственные исполнители несут персональную ответственность за: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4.5.2. соблюдение сроков выполнения административных процедур при предоставлении муниципальной услуги.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16"/>
          <w:szCs w:val="16"/>
          <w:lang w:eastAsia="ru-RU"/>
        </w:rPr>
      </w:pPr>
    </w:p>
    <w:p w:rsidR="0050773A" w:rsidRPr="00B06AA6" w:rsidRDefault="0050773A" w:rsidP="00185F84">
      <w:pPr>
        <w:spacing w:after="0" w:line="240" w:lineRule="auto"/>
        <w:ind w:firstLine="736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50773A" w:rsidRPr="00B06AA6" w:rsidRDefault="0050773A" w:rsidP="00185F84">
      <w:pPr>
        <w:spacing w:after="0" w:line="240" w:lineRule="auto"/>
        <w:ind w:firstLine="736"/>
        <w:jc w:val="center"/>
        <w:rPr>
          <w:rFonts w:ascii="Times New Roman" w:hAnsi="Times New Roman"/>
          <w:b/>
          <w:bCs/>
          <w:color w:val="000000"/>
          <w:sz w:val="16"/>
          <w:szCs w:val="16"/>
          <w:lang w:eastAsia="ru-RU"/>
        </w:rPr>
      </w:pP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в Едином портале, в Региональном портале.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Указанная информация также может быть сообщена заявителю в устной и (или) в письменной форме.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5.4.1. Заявитель может обратиться с жалобой, в том числе, в следующих случаях: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1) нарушение срока регистрации запроса о предоставлении муниципальной услуги;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5.4.4. Жалоба на решения и действия (бездействие) главы Администрации подается Главе администрации.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5.4.5. Жалоба на решения, принятые главой Администрации, подается в порядке, установленном действующим законодательством в уполномоченный исполнительный орган государственной власти Пензенской области, к компетенции которого относится осуществление контроля за соблюдением органами местного самоуправления законодательства о градостроительной деятельности.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Жалоба на решения и действия (бездействия) Администрации, должностных лиц Администрации, муниципальных служащих Администрации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ГрК РФ, может быть подана такими лицами в порядке, установленном статьей 11.2 ФЗ № 210-ФЗ, либо в порядке, установленном антимонопольным законодательством Российской Федерации, в антимонопольный орган.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Особенности подачи и рассмотрения жалобы на решения и действия (бездействие) Администрации, должностных лиц, муниципальных служащих при предоставлении муниципальной услуги устанавливаются Порядком подачи и рассмотрения жалоб на решения и действия (бездействие) органов местного самоуправления Волче-Вражского сельсовета </w:t>
      </w:r>
      <w:r w:rsidRPr="00B06AA6">
        <w:rPr>
          <w:rFonts w:ascii="Times New Roman" w:hAnsi="Times New Roman"/>
          <w:color w:val="000000"/>
          <w:sz w:val="24"/>
          <w:szCs w:val="24"/>
          <w:lang w:eastAsia="ru-RU"/>
        </w:rPr>
        <w:t>Тамалинского</w:t>
      </w: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района Пензенской области и их должностных лиц, муниципальных служащих, утвержденного </w:t>
      </w:r>
      <w:r w:rsidRPr="00B06AA6">
        <w:rPr>
          <w:rFonts w:ascii="Times New Roman" w:hAnsi="Times New Roman"/>
          <w:bCs/>
          <w:sz w:val="24"/>
          <w:szCs w:val="24"/>
          <w:lang w:eastAsia="ru-RU"/>
        </w:rPr>
        <w:t xml:space="preserve">постановлением администрации Волче-Вражского сельсовета </w:t>
      </w:r>
      <w:r w:rsidRPr="00B06AA6">
        <w:rPr>
          <w:rFonts w:ascii="Times New Roman" w:hAnsi="Times New Roman"/>
          <w:sz w:val="24"/>
          <w:szCs w:val="24"/>
          <w:lang w:eastAsia="ru-RU"/>
        </w:rPr>
        <w:t>Тамалинского</w:t>
      </w:r>
      <w:r w:rsidRPr="00B06AA6">
        <w:rPr>
          <w:rFonts w:ascii="Times New Roman" w:hAnsi="Times New Roman"/>
          <w:bCs/>
          <w:sz w:val="24"/>
          <w:szCs w:val="24"/>
          <w:lang w:eastAsia="ru-RU"/>
        </w:rPr>
        <w:t xml:space="preserve"> района Пензенской области от 19.09.2018 № 51-п «Об утверждении Порядка подачи и рассмотрения жалоб на решения и действия (бездействие) администрации Волче-Вражского сельсовета </w:t>
      </w:r>
      <w:r w:rsidRPr="00B06AA6">
        <w:rPr>
          <w:rFonts w:ascii="Times New Roman" w:hAnsi="Times New Roman"/>
          <w:sz w:val="24"/>
          <w:szCs w:val="24"/>
          <w:lang w:eastAsia="ru-RU"/>
        </w:rPr>
        <w:t>Тамалинского</w:t>
      </w:r>
      <w:r w:rsidRPr="00B06AA6">
        <w:rPr>
          <w:rFonts w:ascii="Times New Roman" w:hAnsi="Times New Roman"/>
          <w:bCs/>
          <w:sz w:val="24"/>
          <w:szCs w:val="24"/>
          <w:lang w:eastAsia="ru-RU"/>
        </w:rPr>
        <w:t xml:space="preserve"> района, должностных лиц, муниципальных служащих  администрации Волче-Вражского сельсовета Тамалинского района при предоставлении муниципальных услуг» и Порядка</w:t>
      </w: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подачи и рассмотрения жалоб на решения и действия (бездействие) многофункционального центра предоставления государственных и муниципальных услуг </w:t>
      </w:r>
      <w:r w:rsidRPr="00B06AA6">
        <w:rPr>
          <w:rFonts w:ascii="Times New Roman" w:hAnsi="Times New Roman"/>
          <w:color w:val="000000"/>
          <w:sz w:val="24"/>
          <w:szCs w:val="24"/>
          <w:lang w:eastAsia="ru-RU"/>
        </w:rPr>
        <w:t>Тамалинского</w:t>
      </w: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района Пензенской области и его работников при предоставлении муниципальных услуг.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Рассмотрение жалоб на решения и действия (бездействие) МФЦ, работников МФЦ осуществляется в соответствии с Порядком подачи и рассмотрения жалоб на решения и действия (бездействие) многофункционального центра </w:t>
      </w:r>
      <w:r w:rsidRPr="00B06AA6">
        <w:rPr>
          <w:rFonts w:ascii="Times New Roman" w:hAnsi="Times New Roman"/>
          <w:color w:val="000000"/>
          <w:sz w:val="24"/>
          <w:szCs w:val="24"/>
          <w:lang w:eastAsia="ru-RU"/>
        </w:rPr>
        <w:t>Тамалинского</w:t>
      </w: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района Пензенской области и его работников при предоставлении муниципальных услуг, утвержденным постановлением </w:t>
      </w:r>
      <w:r w:rsidRPr="00B06AA6">
        <w:rPr>
          <w:rFonts w:ascii="Times New Roman" w:hAnsi="Times New Roman"/>
          <w:bCs/>
          <w:sz w:val="24"/>
          <w:szCs w:val="24"/>
          <w:lang w:eastAsia="ru-RU"/>
        </w:rPr>
        <w:t xml:space="preserve">Администрации </w:t>
      </w:r>
      <w:r w:rsidRPr="00B06AA6">
        <w:rPr>
          <w:rFonts w:ascii="Times New Roman" w:hAnsi="Times New Roman"/>
          <w:sz w:val="24"/>
          <w:szCs w:val="24"/>
          <w:lang w:eastAsia="ru-RU"/>
        </w:rPr>
        <w:t>Тамалинского</w:t>
      </w:r>
      <w:r w:rsidRPr="00B06AA6">
        <w:rPr>
          <w:rFonts w:ascii="Times New Roman" w:hAnsi="Times New Roman"/>
          <w:bCs/>
          <w:sz w:val="24"/>
          <w:szCs w:val="24"/>
          <w:lang w:eastAsia="ru-RU"/>
        </w:rPr>
        <w:t xml:space="preserve"> района Пензенской области от 20.09.2018 № 886 «Об утверждении Порядка подачи и рассмотрения жалоб на решения и действия (бездействие) органов</w:t>
      </w: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местного самоуправления </w:t>
      </w:r>
      <w:r w:rsidRPr="00B06AA6">
        <w:rPr>
          <w:rFonts w:ascii="Times New Roman" w:hAnsi="Times New Roman"/>
          <w:color w:val="000000"/>
          <w:sz w:val="24"/>
          <w:szCs w:val="24"/>
          <w:lang w:eastAsia="ru-RU"/>
        </w:rPr>
        <w:t>Тамалинского</w:t>
      </w: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района Пензенской области и их должностных лиц, муниципальных служащих и Порядка подачи и рассмотрения жалоб на решения и действия (бездействие) многофункционального центра предоставления государственных и муниципальных услуг </w:t>
      </w:r>
      <w:r w:rsidRPr="00B06AA6">
        <w:rPr>
          <w:rFonts w:ascii="Times New Roman" w:hAnsi="Times New Roman"/>
          <w:color w:val="000000"/>
          <w:sz w:val="24"/>
          <w:szCs w:val="24"/>
          <w:lang w:eastAsia="ru-RU"/>
        </w:rPr>
        <w:t>Тамалинского</w:t>
      </w: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района Пензенской области и его работников при предоставлении муниципальных услуг».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5.4.6.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5.4.7.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5.4.8. В электронном виде жалоба может быть подана заявителем посредством: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а) официального сайта Администрации;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б) электронной почты Администрации;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в) Единого портала;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г) Регионального портала;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5.4.9. Подача жалобы и документов, предусмотренных подпунктами 5.4.5 и 5.4.6. настоящего пункта, в электронном виде осуществляется заявителем (уполномоченным представителем заявителя) в соответствии с законодательством Российской Федерации.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5.4.10.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5.4.11. Жалоба может быть подана заявителем через МФЦ.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этом срок рассмотрения жалобы исчисляется со дня регистрации жалобы в Администрации.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5.5. Жалоба должна содержать: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1) наименование Администрации, должностного лица Администрации, муниципального служащего, решения и действия (бездействие) которых обжалуются;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3) сведения об обжалуемых решениях и действиях (бездействии) Администрации, должностного лица Администрации, муниципального служащего;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5.8. Основания для приостановления рассмотрения жалобы законодательством не предусмотрены.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5.9. По результатам рассмотрения жалобы принимается одно из следующих решений: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- в удовлетворении жалобы отказывается.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5.10. Не позднее дня, следующего за днем принятия решения, указанного в пункте 5.9. настоящего раздела,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5.10.1. В случае признания жалобы подлежащей удовлетворению в ответе заявителю, указанном в пункте 5.10 Административного регламента,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5.10.2. В случае признания жалобы не подлежащей удовлетворению в ответе заявителю, указанном в пункте 5.10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Pr="00B06AA6" w:rsidRDefault="0050773A" w:rsidP="00185F84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lang w:eastAsia="ru-RU"/>
        </w:rPr>
      </w:pPr>
      <w:r w:rsidRPr="00B06AA6">
        <w:rPr>
          <w:rFonts w:ascii="Times New Roman" w:hAnsi="Times New Roman"/>
          <w:bCs/>
          <w:color w:val="000000"/>
          <w:lang w:eastAsia="ru-RU"/>
        </w:rPr>
        <w:t>Приложение 1</w:t>
      </w:r>
    </w:p>
    <w:p w:rsidR="0050773A" w:rsidRPr="00B06AA6" w:rsidRDefault="0050773A" w:rsidP="00185F84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lang w:eastAsia="ru-RU"/>
        </w:rPr>
      </w:pPr>
      <w:r w:rsidRPr="00B06AA6">
        <w:rPr>
          <w:rFonts w:ascii="Times New Roman" w:hAnsi="Times New Roman"/>
          <w:bCs/>
          <w:color w:val="000000"/>
          <w:lang w:eastAsia="ru-RU"/>
        </w:rPr>
        <w:t xml:space="preserve">к административному регламенту </w:t>
      </w:r>
    </w:p>
    <w:p w:rsidR="0050773A" w:rsidRPr="00B06AA6" w:rsidRDefault="0050773A" w:rsidP="00185F84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lang w:eastAsia="ru-RU"/>
        </w:rPr>
      </w:pPr>
      <w:r w:rsidRPr="00B06AA6">
        <w:rPr>
          <w:rFonts w:ascii="Times New Roman" w:hAnsi="Times New Roman"/>
          <w:bCs/>
          <w:color w:val="000000"/>
          <w:lang w:eastAsia="ru-RU"/>
        </w:rPr>
        <w:t>по представлению муниципальной услуги</w:t>
      </w:r>
    </w:p>
    <w:p w:rsidR="0050773A" w:rsidRPr="00B06AA6" w:rsidRDefault="0050773A" w:rsidP="00185F84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lang w:eastAsia="ru-RU"/>
        </w:rPr>
      </w:pPr>
      <w:r w:rsidRPr="00B06AA6">
        <w:rPr>
          <w:rFonts w:ascii="Times New Roman" w:hAnsi="Times New Roman"/>
          <w:bCs/>
          <w:color w:val="000000"/>
          <w:lang w:eastAsia="ru-RU"/>
        </w:rPr>
        <w:t xml:space="preserve">«Согласование создания места (площадки) </w:t>
      </w:r>
    </w:p>
    <w:p w:rsidR="0050773A" w:rsidRPr="00B06AA6" w:rsidRDefault="0050773A" w:rsidP="00185F84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lang w:eastAsia="ru-RU"/>
        </w:rPr>
      </w:pPr>
      <w:r w:rsidRPr="00B06AA6">
        <w:rPr>
          <w:rFonts w:ascii="Times New Roman" w:hAnsi="Times New Roman"/>
          <w:bCs/>
          <w:color w:val="000000"/>
          <w:lang w:eastAsia="ru-RU"/>
        </w:rPr>
        <w:t>накопления твердых коммунальных отходов»</w:t>
      </w:r>
    </w:p>
    <w:p w:rsidR="0050773A" w:rsidRPr="006A1BEA" w:rsidRDefault="0050773A" w:rsidP="00185F84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50773A" w:rsidRPr="00B06AA6" w:rsidRDefault="0050773A" w:rsidP="00185F84">
      <w:pPr>
        <w:spacing w:after="0" w:line="240" w:lineRule="auto"/>
        <w:ind w:firstLine="4395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Главе администрации </w:t>
      </w:r>
      <w:r w:rsidRPr="00B06AA6">
        <w:rPr>
          <w:rFonts w:ascii="Times New Roman" w:hAnsi="Times New Roman"/>
          <w:color w:val="000000"/>
          <w:sz w:val="24"/>
          <w:szCs w:val="24"/>
          <w:lang w:eastAsia="ru-RU"/>
        </w:rPr>
        <w:t>Тамалинского</w:t>
      </w: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района Пензенской области</w:t>
      </w:r>
    </w:p>
    <w:p w:rsidR="0050773A" w:rsidRPr="00B06AA6" w:rsidRDefault="0050773A" w:rsidP="00185F84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______________________________________________________________</w:t>
      </w:r>
    </w:p>
    <w:p w:rsidR="0050773A" w:rsidRPr="00B06AA6" w:rsidRDefault="0050773A" w:rsidP="00185F84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от _______________________________</w:t>
      </w:r>
    </w:p>
    <w:p w:rsidR="0050773A" w:rsidRPr="00B06AA6" w:rsidRDefault="0050773A" w:rsidP="00185F84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_______________________________</w:t>
      </w:r>
    </w:p>
    <w:p w:rsidR="0050773A" w:rsidRPr="00B06AA6" w:rsidRDefault="0050773A" w:rsidP="00185F84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(Ф.И.О. (отчество при наличии)) - для граждан,</w:t>
      </w:r>
    </w:p>
    <w:p w:rsidR="0050773A" w:rsidRPr="00B06AA6" w:rsidRDefault="0050773A" w:rsidP="00185F84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______________________________________________________________</w:t>
      </w:r>
    </w:p>
    <w:p w:rsidR="0050773A" w:rsidRPr="00B06AA6" w:rsidRDefault="0050773A" w:rsidP="00185F84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полное наименование организации </w:t>
      </w:r>
    </w:p>
    <w:p w:rsidR="0050773A" w:rsidRPr="00B06AA6" w:rsidRDefault="0050773A" w:rsidP="00185F84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- для юридических лиц),</w:t>
      </w:r>
    </w:p>
    <w:p w:rsidR="0050773A" w:rsidRPr="00B06AA6" w:rsidRDefault="0050773A" w:rsidP="00185F84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______________________________________________________________</w:t>
      </w:r>
    </w:p>
    <w:p w:rsidR="0050773A" w:rsidRPr="00B06AA6" w:rsidRDefault="0050773A" w:rsidP="00185F84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_______________________________</w:t>
      </w:r>
    </w:p>
    <w:p w:rsidR="0050773A" w:rsidRPr="00B06AA6" w:rsidRDefault="0050773A" w:rsidP="00185F84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почтовый индекс и адрес (по усмотрению заявителя номера факсов,</w:t>
      </w:r>
    </w:p>
    <w:p w:rsidR="0050773A" w:rsidRPr="00B06AA6" w:rsidRDefault="0050773A" w:rsidP="00185F84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телексов, адрес электронной почты)</w:t>
      </w:r>
    </w:p>
    <w:p w:rsidR="0050773A" w:rsidRPr="00B06AA6" w:rsidRDefault="0050773A" w:rsidP="00185F84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Контактные телефоны: _______________________________</w:t>
      </w:r>
    </w:p>
    <w:p w:rsidR="0050773A" w:rsidRPr="00B06AA6" w:rsidRDefault="0050773A" w:rsidP="00185F84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_______________________________</w:t>
      </w:r>
    </w:p>
    <w:p w:rsidR="0050773A" w:rsidRPr="00B06AA6" w:rsidRDefault="0050773A" w:rsidP="00185F84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50773A" w:rsidRPr="00B06AA6" w:rsidRDefault="0050773A" w:rsidP="00185F84">
      <w:pPr>
        <w:spacing w:after="0" w:line="240" w:lineRule="auto"/>
        <w:ind w:firstLine="736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ЗАЯВКА</w:t>
      </w:r>
    </w:p>
    <w:p w:rsidR="0050773A" w:rsidRPr="00B06AA6" w:rsidRDefault="0050773A" w:rsidP="00185F84">
      <w:pPr>
        <w:spacing w:after="0" w:line="240" w:lineRule="auto"/>
        <w:ind w:firstLine="736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на согласование создания места (площадки) накопления твердых коммунальных отходов</w:t>
      </w:r>
    </w:p>
    <w:p w:rsidR="0050773A" w:rsidRPr="00B06AA6" w:rsidRDefault="0050773A" w:rsidP="00185F84">
      <w:pPr>
        <w:spacing w:after="0" w:line="240" w:lineRule="auto"/>
        <w:ind w:firstLine="736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50773A" w:rsidRPr="00B06AA6" w:rsidRDefault="0050773A" w:rsidP="00185F84">
      <w:pPr>
        <w:spacing w:after="0" w:line="240" w:lineRule="auto"/>
        <w:ind w:firstLine="736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Прошу согласовать создание места (площадки) накопления твердых коммунальных отходов со следующим местонахождением: ____________________________________________________________________________________________________________________________________</w:t>
      </w:r>
    </w:p>
    <w:p w:rsidR="0050773A" w:rsidRPr="00B06AA6" w:rsidRDefault="0050773A" w:rsidP="00185F84">
      <w:pPr>
        <w:spacing w:after="0" w:line="240" w:lineRule="auto"/>
        <w:ind w:firstLine="736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(адрес, по которому предлагается создание места (площадки) накопления твердых коммунальных отходов)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Уведомления, расписки и иные результаты рассмотрения документов прошу (нужное отметить в квадрате):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  <w:t>выдать на бумажном носителе непосредственно при личном обращении заявителя (представителя заявителя) в Администрацию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  <w:t>выдать на бумажном носителе через многофункциональный центр, в случае обращения за предоставлением муниципальной услуги через многофункциональный центр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  <w:t>направлять на бумажном носителе посредством почтового отправления</w:t>
      </w:r>
    </w:p>
    <w:p w:rsidR="0050773A" w:rsidRPr="00B06AA6" w:rsidRDefault="0050773A" w:rsidP="00185F84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Заявитель __________________________ </w:t>
      </w: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</w: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</w: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</w: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  <w:t xml:space="preserve">     (подпись)</w:t>
      </w:r>
    </w:p>
    <w:p w:rsidR="0050773A" w:rsidRPr="00B06AA6" w:rsidRDefault="0050773A" w:rsidP="00185F8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(фамилия, имя, отчество (отчество при наличии))</w:t>
      </w:r>
    </w:p>
    <w:p w:rsidR="0050773A" w:rsidRPr="00B06AA6" w:rsidRDefault="0050773A" w:rsidP="00185F8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50773A" w:rsidRPr="00B06AA6" w:rsidRDefault="0050773A" w:rsidP="00185F84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«___» ____________ 20___г.</w:t>
      </w:r>
    </w:p>
    <w:p w:rsidR="0050773A" w:rsidRPr="00B06AA6" w:rsidRDefault="0050773A" w:rsidP="00185F84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  <w:sectPr w:rsidR="0050773A" w:rsidRPr="00B06AA6" w:rsidSect="00D9477A">
          <w:headerReference w:type="default" r:id="rId11"/>
          <w:pgSz w:w="11906" w:h="16838"/>
          <w:pgMar w:top="851" w:right="709" w:bottom="567" w:left="851" w:header="720" w:footer="720" w:gutter="0"/>
          <w:cols w:space="720"/>
          <w:docGrid w:linePitch="240" w:charSpace="-2049"/>
        </w:sectPr>
      </w:pPr>
    </w:p>
    <w:p w:rsidR="0050773A" w:rsidRPr="001F39D0" w:rsidRDefault="0050773A" w:rsidP="00185F84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1F39D0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Приложение 2</w:t>
      </w:r>
    </w:p>
    <w:p w:rsidR="0050773A" w:rsidRPr="001F39D0" w:rsidRDefault="0050773A" w:rsidP="00185F84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1F39D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к административному регламенту </w:t>
      </w:r>
    </w:p>
    <w:p w:rsidR="0050773A" w:rsidRPr="001F39D0" w:rsidRDefault="0050773A" w:rsidP="00185F84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1F39D0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 представлению муниципальной услуги</w:t>
      </w:r>
    </w:p>
    <w:p w:rsidR="0050773A" w:rsidRPr="001F39D0" w:rsidRDefault="0050773A" w:rsidP="00185F84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1F39D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«Согласование создания места (площадки) </w:t>
      </w:r>
    </w:p>
    <w:p w:rsidR="0050773A" w:rsidRPr="001F39D0" w:rsidRDefault="0050773A" w:rsidP="00185F84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1F39D0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накопления твердых коммунальных отходов»</w:t>
      </w:r>
    </w:p>
    <w:p w:rsidR="0050773A" w:rsidRPr="001F39D0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50773A" w:rsidRPr="00862EEB" w:rsidRDefault="0050773A" w:rsidP="00185F8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862EE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Блок-схема предоставления муниципальной услуги «Согласование создания места (площадки) накопления твердых коммунальных отходов»</w:t>
      </w: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23" o:spid="_x0000_s1026" style="position:absolute;left:0;text-align:left;margin-left:285.35pt;margin-top:6.25pt;width:172.2pt;height:31.1pt;z-index:251633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">
            <v:textbox>
              <w:txbxContent>
                <w:p w:rsidR="0050773A" w:rsidRPr="005E3550" w:rsidRDefault="0050773A" w:rsidP="00185F84">
                  <w:pPr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>Обращение заявителя</w:t>
                  </w:r>
                </w:p>
              </w:txbxContent>
            </v:textbox>
          </v:rect>
        </w:pict>
      </w: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7" o:spid="_x0000_s1027" type="#_x0000_t32" style="position:absolute;left:0;text-align:left;margin-left:374.15pt;margin-top:12.85pt;width:0;height:21.7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" strokeweight="2.25pt">
            <v:stroke endarrow="open"/>
          </v:shape>
        </w:pict>
      </w: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22" o:spid="_x0000_s1028" style="position:absolute;left:0;text-align:left;margin-left:22.05pt;margin-top:.25pt;width:709.9pt;height:29.25pt;z-index:251634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">
            <v:textbox>
              <w:txbxContent>
                <w:p w:rsidR="0050773A" w:rsidRPr="005E3550" w:rsidRDefault="0050773A" w:rsidP="00185F84">
                  <w:pPr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>Прием и регистрация заявки и документов, необходимых для предоставления муниципальной услуги (в день поступления)</w:t>
                  </w:r>
                </w:p>
              </w:txbxContent>
            </v:textbox>
          </v:rect>
        </w:pict>
      </w: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28" o:spid="_x0000_s1029" type="#_x0000_t32" style="position:absolute;left:0;text-align:left;margin-left:374.9pt;margin-top:2.05pt;width:0;height:21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" strokeweight="2.25pt">
            <v:stroke endarrow="open"/>
          </v:shape>
        </w:pict>
      </w: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21" o:spid="_x0000_s1030" style="position:absolute;left:0;text-align:left;margin-left:22.05pt;margin-top:7.45pt;width:709.85pt;height:40.5pt;z-index:251635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">
            <v:textbox>
              <w:txbxContent>
                <w:p w:rsidR="0050773A" w:rsidRPr="005E3550" w:rsidRDefault="0050773A" w:rsidP="00185F84">
                  <w:pPr>
                    <w:spacing w:after="0" w:line="240" w:lineRule="auto"/>
                    <w:ind w:firstLine="736"/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Визирование главой администрации заявки </w:t>
                  </w:r>
                  <w:r w:rsidRPr="005E3550">
                    <w:rPr>
                      <w:rFonts w:ascii="Times New Roman" w:hAnsi="Times New Roman"/>
                      <w:bCs/>
                      <w:color w:val="000000"/>
                      <w:sz w:val="24"/>
                      <w:szCs w:val="28"/>
                      <w:lang w:eastAsia="ru-RU"/>
                    </w:rPr>
                    <w:t>на согласование создания места (площадки) накопления твердых коммунальных отходов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 (день приема заявки)</w:t>
                  </w:r>
                </w:p>
              </w:txbxContent>
            </v:textbox>
          </v:rect>
        </w:pict>
      </w: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29" o:spid="_x0000_s1031" type="#_x0000_t32" style="position:absolute;left:0;text-align:left;margin-left:374.9pt;margin-top:6.6pt;width:0;height:21.7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" strokeweight="2.25pt">
            <v:stroke endarrow="open"/>
          </v:shape>
        </w:pict>
      </w: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20" o:spid="_x0000_s1032" style="position:absolute;left:0;text-align:left;margin-left:22.05pt;margin-top:12pt;width:709.85pt;height:39.9pt;z-index:251636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">
            <v:textbox>
              <w:txbxContent>
                <w:p w:rsidR="0050773A" w:rsidRPr="005E3550" w:rsidRDefault="0050773A" w:rsidP="00185F84">
                  <w:pPr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>Рассмотрение (проверка) заявки и документов, необходимых для предоставления муниципальной услуги (в течение 5 дней со дня принятия заявки)</w:t>
                  </w:r>
                </w:p>
              </w:txbxContent>
            </v:textbox>
          </v:rect>
        </w:pict>
      </w: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31" o:spid="_x0000_s1033" type="#_x0000_t32" style="position:absolute;left:0;text-align:left;margin-left:567.25pt;margin-top:12.3pt;width:0;height:21.7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" strokeweight="2.2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30" o:spid="_x0000_s1034" type="#_x0000_t32" style="position:absolute;left:0;text-align:left;margin-left:205pt;margin-top:10.95pt;width:0;height:21.7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" strokeweight="2.25pt">
            <v:stroke endarrow="open"/>
          </v:shape>
        </w:pict>
      </w: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18" o:spid="_x0000_s1035" style="position:absolute;left:0;text-align:left;margin-left:393.3pt;margin-top:1.65pt;width:338.6pt;height:65.25pt;z-index:251638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">
            <v:textbox>
              <w:txbxContent>
                <w:p w:rsidR="0050773A" w:rsidRPr="005E3550" w:rsidRDefault="0050773A" w:rsidP="00185F8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8"/>
                      <w:lang w:eastAsia="ru-RU"/>
                    </w:rPr>
                  </w:pP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Несоответствие документов предъявленным требованиям и (или) наличие </w:t>
                  </w:r>
                  <w:r w:rsidRPr="005E3550">
                    <w:rPr>
                      <w:rFonts w:ascii="Times New Roman" w:hAnsi="Times New Roman"/>
                      <w:bCs/>
                      <w:color w:val="000000"/>
                      <w:sz w:val="24"/>
                      <w:szCs w:val="28"/>
                      <w:lang w:eastAsia="ru-RU"/>
                    </w:rPr>
                    <w:t>оснований для отказа в предоставлении муниципальной услуги, предусмотренных пунктом 2.9 регламента</w:t>
                  </w:r>
                </w:p>
                <w:p w:rsidR="0050773A" w:rsidRPr="00862EEB" w:rsidRDefault="0050773A" w:rsidP="00185F84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9" o:spid="_x0000_s1036" style="position:absolute;left:0;text-align:left;margin-left:23.15pt;margin-top:.55pt;width:351pt;height:65.25pt;z-index:251637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">
            <v:textbox>
              <w:txbxContent>
                <w:p w:rsidR="0050773A" w:rsidRPr="005E3550" w:rsidRDefault="0050773A" w:rsidP="00185F8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8"/>
                      <w:lang w:eastAsia="ru-RU"/>
                    </w:rPr>
                  </w:pP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>Соответствие документов предъявленным требованиям</w:t>
                  </w:r>
                  <w:r w:rsidRPr="005E3550">
                    <w:rPr>
                      <w:rFonts w:ascii="Times New Roman" w:hAnsi="Times New Roman"/>
                      <w:bCs/>
                      <w:color w:val="000000"/>
                      <w:sz w:val="24"/>
                      <w:szCs w:val="28"/>
                      <w:lang w:eastAsia="ru-RU"/>
                    </w:rPr>
                    <w:t>, отсутствие оснований для отказа в предоставлении муниципальной услуги, предусмотренных пунктом 2.9 регламента</w:t>
                  </w:r>
                </w:p>
                <w:p w:rsidR="0050773A" w:rsidRDefault="0050773A" w:rsidP="00185F84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0773A" w:rsidRDefault="0050773A" w:rsidP="00185F84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0773A" w:rsidRPr="00862EEB" w:rsidRDefault="0050773A" w:rsidP="00185F84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34" o:spid="_x0000_s1037" type="#_x0000_t32" style="position:absolute;left:0;text-align:left;margin-left:634.8pt;margin-top:9.9pt;width:0;height:21.75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" strokeweight="2.2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33" o:spid="_x0000_s1038" type="#_x0000_t32" style="position:absolute;left:0;text-align:left;margin-left:347.9pt;margin-top:9.9pt;width:0;height:21.7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" strokeweight="2.2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32" o:spid="_x0000_s1039" type="#_x0000_t32" style="position:absolute;left:0;text-align:left;margin-left:135.25pt;margin-top:9.85pt;width:0;height:21.7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" strokeweight="2.25pt">
            <v:stroke endarrow="open"/>
          </v:shape>
        </w:pict>
      </w: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15" o:spid="_x0000_s1040" style="position:absolute;left:0;text-align:left;margin-left:272.95pt;margin-top:11.9pt;width:235.1pt;height:111.35pt;z-index:251642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">
            <v:textbox>
              <w:txbxContent>
                <w:p w:rsidR="0050773A" w:rsidRPr="005E3550" w:rsidRDefault="0050773A" w:rsidP="00185F84">
                  <w:pPr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5E3550">
                    <w:rPr>
                      <w:rFonts w:ascii="Times New Roman" w:hAnsi="Times New Roman"/>
                      <w:bCs/>
                      <w:color w:val="000000"/>
                      <w:sz w:val="24"/>
                      <w:szCs w:val="28"/>
                      <w:lang w:eastAsia="ru-RU"/>
                    </w:rPr>
                    <w:t>Не требуется оценка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ТКО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6" o:spid="_x0000_s1041" style="position:absolute;left:0;text-align:left;margin-left:24.3pt;margin-top:11.9pt;width:231.75pt;height:116.6pt;z-index:251639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">
            <v:textbox>
              <w:txbxContent>
                <w:p w:rsidR="0050773A" w:rsidRPr="005E3550" w:rsidRDefault="0050773A" w:rsidP="00185F84">
                  <w:pPr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5E3550">
                    <w:rPr>
                      <w:rFonts w:ascii="Times New Roman" w:hAnsi="Times New Roman"/>
                      <w:bCs/>
                      <w:color w:val="000000"/>
                      <w:sz w:val="24"/>
                      <w:szCs w:val="28"/>
                      <w:lang w:eastAsia="ru-RU"/>
                    </w:rPr>
                    <w:t>Требуется оценка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ТКО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7" o:spid="_x0000_s1042" style="position:absolute;left:0;text-align:left;margin-left:517.05pt;margin-top:11.9pt;width:215.25pt;height:111.35pt;z-index:251640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">
            <v:textbox>
              <w:txbxContent>
                <w:p w:rsidR="0050773A" w:rsidRPr="005E3550" w:rsidRDefault="0050773A" w:rsidP="00185F84">
                  <w:pPr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Подготовка и подписание </w:t>
                  </w:r>
                  <w:r w:rsidRPr="005E3550">
                    <w:rPr>
                      <w:rFonts w:ascii="Times New Roman" w:hAnsi="Times New Roman"/>
                      <w:bCs/>
                      <w:color w:val="000000"/>
                      <w:sz w:val="24"/>
                      <w:szCs w:val="28"/>
                      <w:lang w:eastAsia="ru-RU"/>
                    </w:rPr>
                    <w:t>уведомления об отказе в согласовании создания места (площадки) накопления твердых коммунальных отходов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(в течение 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>2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 дней со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>р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>ассмотрени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>я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 (проверка) заявки)</w:t>
                  </w:r>
                </w:p>
                <w:p w:rsidR="0050773A" w:rsidRPr="005E3550" w:rsidRDefault="0050773A" w:rsidP="00185F84">
                  <w:pPr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xbxContent>
            </v:textbox>
          </v:rect>
        </w:pict>
      </w: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36" o:spid="_x0000_s1043" type="#_x0000_t32" style="position:absolute;left:0;text-align:left;margin-left:621.25pt;margin-top:31.95pt;width:0;height:21.7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" strokeweight="2.2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38" o:spid="_x0000_s1044" type="#_x0000_t32" style="position:absolute;left:0;text-align:left;margin-left:394pt;margin-top:31.4pt;width:0;height:21.75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" strokeweight="2.2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37" o:spid="_x0000_s1045" type="#_x0000_t32" style="position:absolute;left:0;text-align:left;margin-left:135.25pt;margin-top:31.4pt;width:0;height:21.75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" strokeweight="2.25pt">
            <v:stroke endarrow="open"/>
          </v:shape>
        </w:pict>
      </w: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35" o:spid="_x0000_s1046" type="#_x0000_t32" style="position:absolute;left:0;text-align:left;margin-left:625.75pt;margin-top:-40.65pt;width:0;height:21.75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" strokeweight="2.2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39" o:spid="_x0000_s1047" type="#_x0000_t32" style="position:absolute;left:0;text-align:left;margin-left:395.85pt;margin-top:-37.65pt;width:0;height:21.75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" strokeweight="2.2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40" o:spid="_x0000_s1048" type="#_x0000_t32" style="position:absolute;left:0;text-align:left;margin-left:133.75pt;margin-top:-41.05pt;width:0;height:21.75pt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" strokeweight="2.25pt">
            <v:stroke endarrow="open"/>
          </v:shape>
        </w:pict>
      </w:r>
      <w:r>
        <w:rPr>
          <w:noProof/>
          <w:lang w:eastAsia="ru-RU"/>
        </w:rPr>
        <w:pict>
          <v:rect id="Прямоугольник 12" o:spid="_x0000_s1049" style="position:absolute;left:0;text-align:left;margin-left:517.05pt;margin-top:-27.05pt;width:213pt;height:126pt;z-index:2516413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">
            <v:textbox>
              <w:txbxContent>
                <w:p w:rsidR="0050773A" w:rsidRPr="005E3550" w:rsidRDefault="0050773A" w:rsidP="00185F84">
                  <w:pPr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Выдача заявителю уведомления 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 xml:space="preserve"> (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в течение 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>2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 дней со 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 xml:space="preserve">дня </w:t>
                  </w:r>
                  <w:r w:rsidRPr="00456A9F">
                    <w:rPr>
                      <w:rFonts w:ascii="Times New Roman" w:hAnsi="Times New Roman"/>
                      <w:sz w:val="24"/>
                      <w:szCs w:val="28"/>
                    </w:rPr>
                    <w:t>подписания постановления или уведомления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4" o:spid="_x0000_s1050" style="position:absolute;left:0;text-align:left;margin-left:272.9pt;margin-top:-27.05pt;width:226.75pt;height:126pt;z-index:2516433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">
            <v:textbox>
              <w:txbxContent>
                <w:p w:rsidR="0050773A" w:rsidRPr="005E3550" w:rsidRDefault="0050773A" w:rsidP="00185F84">
                  <w:pPr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Подготовка и подписание 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8"/>
                      <w:lang w:eastAsia="ru-RU"/>
                    </w:rPr>
                    <w:t>постановления о с</w:t>
                  </w:r>
                  <w:r w:rsidRPr="005E3550">
                    <w:rPr>
                      <w:rFonts w:ascii="Times New Roman" w:hAnsi="Times New Roman"/>
                      <w:bCs/>
                      <w:color w:val="000000"/>
                      <w:sz w:val="24"/>
                      <w:szCs w:val="28"/>
                      <w:lang w:eastAsia="ru-RU"/>
                    </w:rPr>
                    <w:t>огласовани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8"/>
                      <w:lang w:eastAsia="ru-RU"/>
                    </w:rPr>
                    <w:t>и</w:t>
                  </w:r>
                  <w:r w:rsidRPr="005E3550">
                    <w:rPr>
                      <w:rFonts w:ascii="Times New Roman" w:hAnsi="Times New Roman"/>
                      <w:bCs/>
                      <w:color w:val="000000"/>
                      <w:sz w:val="24"/>
                      <w:szCs w:val="28"/>
                      <w:lang w:eastAsia="ru-RU"/>
                    </w:rPr>
                    <w:t xml:space="preserve"> создания места (площадки) накопления твердых коммунальных отходов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(в течение 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>2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 дней со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>р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>ассмотрени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>я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 (проверка) заявки)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3" o:spid="_x0000_s1051" style="position:absolute;left:0;text-align:left;margin-left:31.05pt;margin-top:-24.75pt;width:228.35pt;height:123.75pt;z-index:251645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">
            <v:textbox>
              <w:txbxContent>
                <w:p w:rsidR="0050773A" w:rsidRPr="005E3550" w:rsidRDefault="0050773A" w:rsidP="00185F84">
                  <w:pPr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8"/>
                    </w:rPr>
                    <w:t>Н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>аправление запроса в ТО Управления Роспотребнадзора по Пензенской области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 xml:space="preserve"> и решение вопроса об увеличении срока рассмотрения заявки 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>(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 xml:space="preserve">максимальный срок  </w:t>
                  </w:r>
                  <w:r w:rsidRPr="00F05885">
                    <w:rPr>
                      <w:rFonts w:ascii="Times New Roman" w:hAnsi="Times New Roman"/>
                      <w:sz w:val="24"/>
                      <w:szCs w:val="28"/>
                    </w:rPr>
                    <w:t xml:space="preserve">выполнения административной процедуры составляет не более 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>10</w:t>
                  </w:r>
                  <w:r w:rsidRPr="00F05885">
                    <w:rPr>
                      <w:rFonts w:ascii="Times New Roman" w:hAnsi="Times New Roman"/>
                      <w:sz w:val="24"/>
                      <w:szCs w:val="28"/>
                    </w:rPr>
                    <w:t xml:space="preserve"> дней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>)</w:t>
                  </w:r>
                </w:p>
                <w:p w:rsidR="0050773A" w:rsidRPr="005E3550" w:rsidRDefault="0050773A" w:rsidP="00185F84">
                  <w:pPr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xbxContent>
            </v:textbox>
          </v:rect>
        </w:pict>
      </w: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44" o:spid="_x0000_s1052" type="#_x0000_t32" style="position:absolute;left:0;text-align:left;margin-left:481.05pt;margin-top:9.45pt;width:18.6pt;height:22.45pt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" strokeweight="2.2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43" o:spid="_x0000_s1053" type="#_x0000_t32" style="position:absolute;left:0;text-align:left;margin-left:241.45pt;margin-top:6.1pt;width:17.95pt;height:25.15pt;z-index:251672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" strokeweight="2.2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42" o:spid="_x0000_s1054" type="#_x0000_t32" style="position:absolute;left:0;text-align:left;margin-left:106.75pt;margin-top:9.7pt;width:0;height:21.75pt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" strokeweight="2.25pt">
            <v:stroke endarrow="open"/>
          </v:shape>
        </w:pict>
      </w: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11" o:spid="_x0000_s1055" style="position:absolute;left:0;text-align:left;margin-left:455.4pt;margin-top:-.2pt;width:284.75pt;height:56.25pt;z-index:251644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">
            <v:textbox>
              <w:txbxContent>
                <w:p w:rsidR="0050773A" w:rsidRPr="005E3550" w:rsidRDefault="0050773A" w:rsidP="00185F84">
                  <w:pPr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Выдача заявителю 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>постановления (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в течение 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>2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 дней со 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 xml:space="preserve">дня </w:t>
                  </w:r>
                  <w:r w:rsidRPr="00456A9F">
                    <w:rPr>
                      <w:rFonts w:ascii="Times New Roman" w:hAnsi="Times New Roman"/>
                      <w:sz w:val="24"/>
                      <w:szCs w:val="28"/>
                    </w:rPr>
                    <w:t>подписания постановления или уведомления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>)</w:t>
                  </w:r>
                </w:p>
                <w:p w:rsidR="0050773A" w:rsidRPr="005E3550" w:rsidRDefault="0050773A" w:rsidP="00185F84">
                  <w:pPr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0" o:spid="_x0000_s1056" style="position:absolute;left:0;text-align:left;margin-left:226.5pt;margin-top:-.4pt;width:187.4pt;height:45.7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">
            <v:textbox>
              <w:txbxContent>
                <w:p w:rsidR="0050773A" w:rsidRPr="005E3550" w:rsidRDefault="0050773A" w:rsidP="00185F84">
                  <w:pPr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8"/>
                    </w:rPr>
                    <w:t xml:space="preserve">Срок рассмотрения заявки не увеличивается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9" o:spid="_x0000_s1057" style="position:absolute;left:0;text-align:left;margin-left:1.8pt;margin-top:-.05pt;width:187.4pt;height:45.7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">
            <v:textbox>
              <w:txbxContent>
                <w:p w:rsidR="0050773A" w:rsidRPr="005E3550" w:rsidRDefault="0050773A" w:rsidP="00185F84">
                  <w:pPr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8"/>
                    </w:rPr>
                    <w:t xml:space="preserve">Срок рассмотрения заявки увеличивается </w:t>
                  </w:r>
                </w:p>
              </w:txbxContent>
            </v:textbox>
          </v:rect>
        </w:pict>
      </w: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47" o:spid="_x0000_s1058" type="#_x0000_t32" style="position:absolute;left:0;text-align:left;margin-left:325.4pt;margin-top:14pt;width:17.95pt;height:25.1pt;z-index:251676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" strokeweight="2.2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45" o:spid="_x0000_s1059" type="#_x0000_t32" style="position:absolute;left:0;text-align:left;margin-left:96.6pt;margin-top:11.7pt;width:0;height:21.75pt;z-index:251674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" strokeweight="2.25pt">
            <v:stroke endarrow="open"/>
          </v:shape>
        </w:pict>
      </w: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7" o:spid="_x0000_s1060" style="position:absolute;left:0;text-align:left;margin-left:291.4pt;margin-top:8.55pt;width:423.25pt;height:42.8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">
            <v:textbox>
              <w:txbxContent>
                <w:p w:rsidR="0050773A" w:rsidRPr="005E3550" w:rsidRDefault="0050773A" w:rsidP="00185F84">
                  <w:pPr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8"/>
                    </w:rPr>
                    <w:t xml:space="preserve">Поступление  </w:t>
                  </w:r>
                  <w:r w:rsidRPr="00F05885">
                    <w:rPr>
                      <w:rFonts w:ascii="Times New Roman" w:hAnsi="Times New Roman"/>
                      <w:sz w:val="24"/>
                      <w:szCs w:val="28"/>
                    </w:rPr>
                    <w:t>главе Администрации заключения ТО Управления Роспотребнадзора по Пензенской области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8" o:spid="_x0000_s1061" style="position:absolute;left:0;text-align:left;margin-left:2.25pt;margin-top:1.7pt;width:187.4pt;height:104.1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">
            <v:textbox>
              <w:txbxContent>
                <w:p w:rsidR="0050773A" w:rsidRPr="005E3550" w:rsidRDefault="0050773A" w:rsidP="00185F84">
                  <w:pPr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8"/>
                    </w:rPr>
                    <w:t>Направление заявителю уведомления об увеличении срока рассмотрения заявки (в течение 3 календарных дней со дня принятия указанного решения)</w:t>
                  </w:r>
                </w:p>
              </w:txbxContent>
            </v:textbox>
          </v:rect>
        </w:pict>
      </w: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53" o:spid="_x0000_s1062" type="#_x0000_t32" style="position:absolute;left:0;text-align:left;margin-left:188.55pt;margin-top:10.4pt;width:102.4pt;height:0;z-index:251682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" strokeweight="2.25pt">
            <v:stroke endarrow="open"/>
          </v:shape>
        </w:pict>
      </w: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48" o:spid="_x0000_s1063" type="#_x0000_t32" style="position:absolute;left:0;text-align:left;margin-left:648.6pt;margin-top:14.45pt;width:0;height:21.75pt;z-index:251677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" strokeweight="2.25pt">
            <v:stroke endarrow="open"/>
          </v:shape>
        </w:pict>
      </w: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46" o:spid="_x0000_s1064" type="#_x0000_t32" style="position:absolute;left:0;text-align:left;margin-left:353.1pt;margin-top:2.5pt;width:0;height:21.75pt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" strokeweight="2.25pt">
            <v:stroke endarrow="open"/>
          </v:shape>
        </w:pict>
      </w: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5" o:spid="_x0000_s1065" style="position:absolute;left:0;text-align:left;margin-left:541.35pt;margin-top:1.7pt;width:229.5pt;height:117.7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">
            <v:textbox>
              <w:txbxContent>
                <w:p w:rsidR="0050773A" w:rsidRPr="005E3550" w:rsidRDefault="0050773A" w:rsidP="00185F84">
                  <w:pPr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8"/>
                    </w:rPr>
                    <w:t>Заключение о</w:t>
                  </w:r>
                  <w:r w:rsidRPr="00F05885">
                    <w:rPr>
                      <w:rFonts w:ascii="Times New Roman" w:hAnsi="Times New Roman"/>
                      <w:sz w:val="24"/>
                      <w:szCs w:val="28"/>
                    </w:rPr>
                    <w:t xml:space="preserve"> нарушении требований законодательства Российской Федерации в области санитарно-эпидемиологического благополучия населения к местам (площадкам) накоплен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>ия твердых коммунальных отходов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6" o:spid="_x0000_s1066" style="position:absolute;left:0;text-align:left;margin-left:227.3pt;margin-top:3.25pt;width:228.65pt;height:117.7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">
            <v:textbox>
              <w:txbxContent>
                <w:p w:rsidR="0050773A" w:rsidRPr="005E3550" w:rsidRDefault="0050773A" w:rsidP="00185F84">
                  <w:pPr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8"/>
                    </w:rPr>
                    <w:t>Заключение о</w:t>
                  </w:r>
                  <w:r w:rsidRPr="00F05885">
                    <w:rPr>
                      <w:rFonts w:ascii="Times New Roman" w:hAnsi="Times New Roman"/>
                      <w:sz w:val="24"/>
                      <w:szCs w:val="28"/>
                    </w:rPr>
                    <w:t xml:space="preserve"> соблюдении требований законодательства Российской Федерации в области санитарно-эпидемиологического благополучия населения к местам (площадкам) накоплен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>ия твердых коммунальных отходов</w:t>
                  </w:r>
                </w:p>
              </w:txbxContent>
            </v:textbox>
          </v:rect>
        </w:pict>
      </w: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49" o:spid="_x0000_s1067" type="#_x0000_t32" style="position:absolute;left:0;text-align:left;margin-left:175.05pt;margin-top:1.25pt;width:51.75pt;height:21.75pt;flip:x;z-index:251678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" strokeweight="2.25pt">
            <v:stroke endarrow="open"/>
          </v:shape>
        </w:pict>
      </w: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3" o:spid="_x0000_s1068" style="position:absolute;left:0;text-align:left;margin-left:2.3pt;margin-top:6.25pt;width:187.4pt;height:117.7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">
            <v:textbox>
              <w:txbxContent>
                <w:p w:rsidR="0050773A" w:rsidRPr="005E3550" w:rsidRDefault="0050773A" w:rsidP="00185F84">
                  <w:pPr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Подготовка и подписание 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8"/>
                      <w:lang w:eastAsia="ru-RU"/>
                    </w:rPr>
                    <w:t>постановления о с</w:t>
                  </w:r>
                  <w:r w:rsidRPr="005E3550">
                    <w:rPr>
                      <w:rFonts w:ascii="Times New Roman" w:hAnsi="Times New Roman"/>
                      <w:bCs/>
                      <w:color w:val="000000"/>
                      <w:sz w:val="24"/>
                      <w:szCs w:val="28"/>
                      <w:lang w:eastAsia="ru-RU"/>
                    </w:rPr>
                    <w:t>огласовани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8"/>
                      <w:lang w:eastAsia="ru-RU"/>
                    </w:rPr>
                    <w:t>и</w:t>
                  </w:r>
                  <w:r w:rsidRPr="005E3550">
                    <w:rPr>
                      <w:rFonts w:ascii="Times New Roman" w:hAnsi="Times New Roman"/>
                      <w:bCs/>
                      <w:color w:val="000000"/>
                      <w:sz w:val="24"/>
                      <w:szCs w:val="28"/>
                      <w:lang w:eastAsia="ru-RU"/>
                    </w:rPr>
                    <w:t xml:space="preserve"> создания места (площадки) накопления твердых коммунальных отходов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(в течение 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>2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 дней со 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>дня получения заключения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>)</w:t>
                  </w:r>
                </w:p>
                <w:p w:rsidR="0050773A" w:rsidRPr="005E3550" w:rsidRDefault="0050773A" w:rsidP="00185F84">
                  <w:pPr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xbxContent>
            </v:textbox>
          </v:rect>
        </w:pict>
      </w: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51" o:spid="_x0000_s1069" type="#_x0000_t32" style="position:absolute;left:0;text-align:left;margin-left:555.3pt;margin-top:6.95pt;width:19.15pt;height:32.6pt;flip:x;z-index:251680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" strokeweight="2.2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50" o:spid="_x0000_s1070" type="#_x0000_t32" style="position:absolute;left:0;text-align:left;margin-left:186.3pt;margin-top:6.95pt;width:29.25pt;height:32.65pt;z-index:251679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" strokeweight="2.25pt">
            <v:stroke endarrow="open"/>
          </v:shape>
        </w:pict>
      </w: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4" o:spid="_x0000_s1071" style="position:absolute;left:0;text-align:left;margin-left:414.2pt;margin-top:7.4pt;width:211pt;height:116.4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">
            <v:textbox>
              <w:txbxContent>
                <w:p w:rsidR="0050773A" w:rsidRPr="005E3550" w:rsidRDefault="0050773A" w:rsidP="00185F84">
                  <w:pPr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Подготовка и подписание </w:t>
                  </w:r>
                  <w:r w:rsidRPr="005E3550">
                    <w:rPr>
                      <w:rFonts w:ascii="Times New Roman" w:hAnsi="Times New Roman"/>
                      <w:bCs/>
                      <w:color w:val="000000"/>
                      <w:sz w:val="24"/>
                      <w:szCs w:val="28"/>
                      <w:lang w:eastAsia="ru-RU"/>
                    </w:rPr>
                    <w:t>уведомления об отказе в согласовании создания места (площадки) накопления твердых коммунальных отходов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(в течение 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>2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 дней со 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>дня получения заключения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>)</w:t>
                  </w:r>
                </w:p>
                <w:p w:rsidR="0050773A" w:rsidRPr="005E3550" w:rsidRDefault="0050773A" w:rsidP="00185F84">
                  <w:pPr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" o:spid="_x0000_s1072" style="position:absolute;left:0;text-align:left;margin-left:201.45pt;margin-top:9pt;width:117.4pt;height:115.3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">
            <v:textbox>
              <w:txbxContent>
                <w:p w:rsidR="0050773A" w:rsidRPr="005E3550" w:rsidRDefault="0050773A" w:rsidP="00185F84">
                  <w:pPr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Выдача заявителю 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 xml:space="preserve">постановления 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(в течение 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>2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 дней со 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 xml:space="preserve">дня </w:t>
                  </w:r>
                  <w:r w:rsidRPr="00456A9F">
                    <w:rPr>
                      <w:rFonts w:ascii="Times New Roman" w:hAnsi="Times New Roman"/>
                      <w:sz w:val="24"/>
                      <w:szCs w:val="28"/>
                    </w:rPr>
                    <w:t>подписания постановления или уведомления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" o:spid="_x0000_s1073" style="position:absolute;left:0;text-align:left;margin-left:648.8pt;margin-top:10.1pt;width:117.4pt;height:102.9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">
            <v:textbox>
              <w:txbxContent>
                <w:p w:rsidR="0050773A" w:rsidRPr="005E3550" w:rsidRDefault="0050773A" w:rsidP="00185F84">
                  <w:pPr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Выдача заявителю 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>уведомления (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в течение 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>2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 xml:space="preserve"> дней со 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 xml:space="preserve">дня </w:t>
                  </w:r>
                  <w:r w:rsidRPr="00456A9F">
                    <w:rPr>
                      <w:rFonts w:ascii="Times New Roman" w:hAnsi="Times New Roman"/>
                      <w:sz w:val="24"/>
                      <w:szCs w:val="28"/>
                    </w:rPr>
                    <w:t>подписания постановления или уведомления</w:t>
                  </w:r>
                  <w:r w:rsidRPr="005E3550">
                    <w:rPr>
                      <w:rFonts w:ascii="Times New Roman" w:hAnsi="Times New Roman"/>
                      <w:sz w:val="24"/>
                      <w:szCs w:val="28"/>
                    </w:rPr>
                    <w:t>)</w:t>
                  </w:r>
                </w:p>
              </w:txbxContent>
            </v:textbox>
          </v:rect>
        </w:pict>
      </w: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52" o:spid="_x0000_s1074" type="#_x0000_t32" style="position:absolute;left:0;text-align:left;margin-left:626.15pt;margin-top:4.45pt;width:30.4pt;height:0;z-index:251681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" strokeweight="2.25pt">
            <v:stroke endarrow="open"/>
          </v:shape>
        </w:pict>
      </w: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Pr="006A1BE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50773A" w:rsidRDefault="0050773A" w:rsidP="00185F84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  <w:sectPr w:rsidR="0050773A" w:rsidSect="00CF2137">
          <w:pgSz w:w="16838" w:h="11906" w:orient="landscape"/>
          <w:pgMar w:top="709" w:right="567" w:bottom="851" w:left="851" w:header="720" w:footer="720" w:gutter="0"/>
          <w:cols w:space="720"/>
          <w:docGrid w:linePitch="240" w:charSpace="-2049"/>
        </w:sectPr>
      </w:pPr>
    </w:p>
    <w:p w:rsidR="0050773A" w:rsidRPr="00B06AA6" w:rsidRDefault="0050773A" w:rsidP="00185F84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Приложение 3</w:t>
      </w:r>
    </w:p>
    <w:p w:rsidR="0050773A" w:rsidRPr="00B06AA6" w:rsidRDefault="0050773A" w:rsidP="00185F84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к административному регламенту </w:t>
      </w:r>
    </w:p>
    <w:p w:rsidR="0050773A" w:rsidRPr="00B06AA6" w:rsidRDefault="0050773A" w:rsidP="00185F84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 представлению муниципальной услуги</w:t>
      </w:r>
    </w:p>
    <w:p w:rsidR="0050773A" w:rsidRPr="00B06AA6" w:rsidRDefault="0050773A" w:rsidP="00185F84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«Согласование создания места (площадки) </w:t>
      </w:r>
    </w:p>
    <w:p w:rsidR="0050773A" w:rsidRPr="00B06AA6" w:rsidRDefault="0050773A" w:rsidP="00185F84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накопления твердых коммунальных отходов»</w:t>
      </w:r>
    </w:p>
    <w:p w:rsidR="0050773A" w:rsidRPr="00B06AA6" w:rsidRDefault="0050773A" w:rsidP="00185F84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50773A" w:rsidRPr="00B06AA6" w:rsidRDefault="0050773A" w:rsidP="00185F84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______________________________________________________________</w:t>
      </w:r>
    </w:p>
    <w:p w:rsidR="0050773A" w:rsidRPr="00B06AA6" w:rsidRDefault="0050773A" w:rsidP="00185F84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(Ф.И.О. (отчество при наличии) заявителя, адрес регистрации </w:t>
      </w:r>
    </w:p>
    <w:p w:rsidR="0050773A" w:rsidRPr="00B06AA6" w:rsidRDefault="0050773A" w:rsidP="00185F84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– для граждан)</w:t>
      </w:r>
    </w:p>
    <w:p w:rsidR="0050773A" w:rsidRPr="00B06AA6" w:rsidRDefault="0050773A" w:rsidP="00185F84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______________________________________________________________</w:t>
      </w:r>
    </w:p>
    <w:p w:rsidR="0050773A" w:rsidRPr="00B06AA6" w:rsidRDefault="0050773A" w:rsidP="00185F84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наименование заявителя, место нахождения – для юридических лиц),</w:t>
      </w:r>
    </w:p>
    <w:p w:rsidR="0050773A" w:rsidRPr="00B06AA6" w:rsidRDefault="0050773A" w:rsidP="00185F84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50773A" w:rsidRPr="00B06AA6" w:rsidRDefault="0050773A" w:rsidP="00185F84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_______________________________</w:t>
      </w:r>
    </w:p>
    <w:p w:rsidR="0050773A" w:rsidRPr="00B06AA6" w:rsidRDefault="0050773A" w:rsidP="00185F84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50773A" w:rsidRPr="00B06AA6" w:rsidRDefault="0050773A" w:rsidP="00185F84">
      <w:pPr>
        <w:spacing w:after="0" w:line="240" w:lineRule="auto"/>
        <w:ind w:firstLine="736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Отказ в приеме к рассмотрению документов для предоставления муниципальной услуги «Согласование создания места (площадки) </w:t>
      </w:r>
    </w:p>
    <w:p w:rsidR="0050773A" w:rsidRPr="00B06AA6" w:rsidRDefault="0050773A" w:rsidP="00185F84">
      <w:pPr>
        <w:spacing w:after="0" w:line="240" w:lineRule="auto"/>
        <w:ind w:firstLine="736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накопления твердых коммунальных отходов»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Вам отказано в приеме к рассмотрению документов, представленных Вами для получения муниципальной услуги в __________________________________________________________________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(указать орган либо учреждение, в которое поданы документы)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 следующим основаниям _____________________________________________________________________________________________________________________________________________________________________________________________________</w:t>
      </w:r>
    </w:p>
    <w:p w:rsidR="0050773A" w:rsidRPr="00B06AA6" w:rsidRDefault="0050773A" w:rsidP="00185F84">
      <w:pPr>
        <w:spacing w:after="0" w:line="240" w:lineRule="auto"/>
        <w:ind w:firstLine="736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(указываются причины отказа в приеме к рассмотрению документов со ссылкой на правовой акт)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После устранения причин отказа  Вы имеете право вновь обратиться за предоставлением муниципальной услуги.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В соответствии с действующим законодательством Вы вправе обжаловать отказ в приеме к рассмотрению документов в досудебном порядке путем обращения с жалобой в ____________________________________________________________________________________________________________________________________,</w:t>
      </w:r>
    </w:p>
    <w:p w:rsidR="0050773A" w:rsidRPr="00B06AA6" w:rsidRDefault="0050773A" w:rsidP="00185F84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>а также обратиться за защитой своих законных прав и интересов в судебные органы.</w:t>
      </w:r>
    </w:p>
    <w:p w:rsidR="0050773A" w:rsidRPr="00B06AA6" w:rsidRDefault="0050773A" w:rsidP="00185F8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________________________________________ </w:t>
      </w: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</w: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</w: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  <w:t xml:space="preserve">     (подпись)</w:t>
      </w:r>
    </w:p>
    <w:p w:rsidR="0050773A" w:rsidRPr="00B06AA6" w:rsidRDefault="0050773A" w:rsidP="00185F8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(Ф.И.О. (отчество при наличии), должность сотрудника, </w:t>
      </w:r>
    </w:p>
    <w:p w:rsidR="0050773A" w:rsidRPr="00B06AA6" w:rsidRDefault="0050773A" w:rsidP="00185F84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осуществляющего прием документов) </w:t>
      </w: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</w: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</w: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</w:r>
    </w:p>
    <w:p w:rsidR="0050773A" w:rsidRPr="00185F84" w:rsidRDefault="0050773A" w:rsidP="00185F84">
      <w:pPr>
        <w:spacing w:after="0" w:line="240" w:lineRule="auto"/>
        <w:ind w:left="5664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06AA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  «___» ____________ 20___г. </w:t>
      </w:r>
    </w:p>
    <w:p w:rsidR="0050773A" w:rsidRDefault="0050773A" w:rsidP="009E0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50773A" w:rsidRDefault="0050773A" w:rsidP="000E59D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РАСПОРЯЖЕНИЕ</w:t>
      </w:r>
    </w:p>
    <w:p w:rsidR="0050773A" w:rsidRDefault="0050773A" w:rsidP="000E59DE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50773A" w:rsidRPr="00A8083A" w:rsidTr="00292DF8">
        <w:trPr>
          <w:jc w:val="center"/>
        </w:trPr>
        <w:tc>
          <w:tcPr>
            <w:tcW w:w="284" w:type="dxa"/>
            <w:vAlign w:val="bottom"/>
          </w:tcPr>
          <w:p w:rsidR="0050773A" w:rsidRDefault="0050773A" w:rsidP="00292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0773A" w:rsidRDefault="0050773A" w:rsidP="00292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13.06.2019</w:t>
            </w:r>
          </w:p>
        </w:tc>
        <w:tc>
          <w:tcPr>
            <w:tcW w:w="397" w:type="dxa"/>
          </w:tcPr>
          <w:p w:rsidR="0050773A" w:rsidRDefault="0050773A" w:rsidP="00292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0773A" w:rsidRDefault="0050773A" w:rsidP="00292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22-р</w:t>
            </w:r>
          </w:p>
        </w:tc>
      </w:tr>
      <w:tr w:rsidR="0050773A" w:rsidRPr="00A8083A" w:rsidTr="00292DF8">
        <w:trPr>
          <w:jc w:val="center"/>
        </w:trPr>
        <w:tc>
          <w:tcPr>
            <w:tcW w:w="4650" w:type="dxa"/>
            <w:gridSpan w:val="4"/>
          </w:tcPr>
          <w:p w:rsidR="0050773A" w:rsidRDefault="0050773A" w:rsidP="00292DF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50773A" w:rsidRPr="00185F84" w:rsidRDefault="0050773A" w:rsidP="000E59DE"/>
    <w:p w:rsidR="0050773A" w:rsidRPr="000E59DE" w:rsidRDefault="0050773A" w:rsidP="000E59DE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0E59DE">
        <w:rPr>
          <w:rFonts w:ascii="Times New Roman" w:hAnsi="Times New Roman"/>
          <w:b/>
          <w:sz w:val="24"/>
          <w:szCs w:val="24"/>
          <w:lang w:eastAsia="en-US"/>
        </w:rPr>
        <w:t xml:space="preserve">О внесении изменений в </w:t>
      </w:r>
      <w:r w:rsidRPr="000E59DE">
        <w:rPr>
          <w:rFonts w:ascii="Times New Roman" w:hAnsi="Times New Roman"/>
          <w:b/>
          <w:sz w:val="24"/>
          <w:szCs w:val="24"/>
        </w:rPr>
        <w:t>Правила внутреннего трудового распорядка администрации Волче-Вражского сельсовета Тамалинского района Пензенской области.</w:t>
      </w:r>
    </w:p>
    <w:p w:rsidR="0050773A" w:rsidRPr="000E59DE" w:rsidRDefault="0050773A" w:rsidP="000E59DE">
      <w:pPr>
        <w:pStyle w:val="NoSpacing"/>
        <w:rPr>
          <w:rFonts w:ascii="Times New Roman" w:hAnsi="Times New Roman"/>
          <w:i/>
          <w:sz w:val="24"/>
          <w:szCs w:val="24"/>
          <w:lang w:eastAsia="en-US"/>
        </w:rPr>
      </w:pPr>
    </w:p>
    <w:p w:rsidR="0050773A" w:rsidRPr="000E59DE" w:rsidRDefault="0050773A" w:rsidP="000E59DE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0E59DE">
        <w:rPr>
          <w:rFonts w:ascii="Times New Roman" w:hAnsi="Times New Roman"/>
          <w:sz w:val="24"/>
          <w:szCs w:val="24"/>
        </w:rPr>
        <w:t>В соответствии с подпунктом «б» пункта 12 Национального плана противодействия коррупции на 2018-2020 годы, утвержденного Указом Президента Российкой Федерации от 29.06.2018 № 3781, руководствуясь Уставом Волче-Вражского сельсовета Тамалинского района Пензенской области,</w:t>
      </w:r>
    </w:p>
    <w:p w:rsidR="0050773A" w:rsidRPr="000E59DE" w:rsidRDefault="0050773A" w:rsidP="000E59DE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0E59DE">
        <w:rPr>
          <w:rFonts w:ascii="Times New Roman" w:hAnsi="Times New Roman"/>
          <w:sz w:val="24"/>
          <w:szCs w:val="24"/>
        </w:rPr>
        <w:t>1. Внести в пункт 23 Правил внутреннего трудового распорядка администрации Волче-Вражского сельсовета Тамалинского района Пензенской области, утвержденные распоряжением администрации Волче-Вражского сельсовета Тамалинского района Пензенской области  от 24.10.2017 № 30-р, изменение, дополнив подпунктом 12 следующего содержания:</w:t>
      </w:r>
    </w:p>
    <w:p w:rsidR="0050773A" w:rsidRPr="000E59DE" w:rsidRDefault="0050773A" w:rsidP="000E59DE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0E59DE">
        <w:rPr>
          <w:rFonts w:ascii="Times New Roman" w:hAnsi="Times New Roman"/>
          <w:sz w:val="24"/>
          <w:szCs w:val="24"/>
        </w:rPr>
        <w:t>«12) уведомить ведущего специалиста администрации Волче-Вражского сельсовета Тамалинского района Пензенской области об изменении анкетно-биографических данных не позднее 5 рабочих дней со дня изменения (получения соответствующих документов) с проставлением документов, подтверждающих изменение, и их копий.».</w:t>
      </w:r>
    </w:p>
    <w:p w:rsidR="0050773A" w:rsidRPr="000E59DE" w:rsidRDefault="0050773A" w:rsidP="000E59DE">
      <w:pPr>
        <w:pStyle w:val="NoSpacing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</w:t>
      </w:r>
      <w:r w:rsidRPr="000E59DE">
        <w:rPr>
          <w:rFonts w:ascii="Times New Roman" w:hAnsi="Times New Roman"/>
          <w:iCs/>
          <w:sz w:val="24"/>
          <w:szCs w:val="24"/>
        </w:rPr>
        <w:t>2. Настоящее распоряжение</w:t>
      </w:r>
      <w:r w:rsidRPr="000E59DE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E59DE">
        <w:rPr>
          <w:rFonts w:ascii="Times New Roman" w:hAnsi="Times New Roman"/>
          <w:iCs/>
          <w:sz w:val="24"/>
          <w:szCs w:val="24"/>
        </w:rPr>
        <w:t>вступает в силу на следующий день после дня его официального опубликования.</w:t>
      </w:r>
    </w:p>
    <w:p w:rsidR="0050773A" w:rsidRPr="000E59DE" w:rsidRDefault="0050773A" w:rsidP="000E59DE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0E59DE">
        <w:rPr>
          <w:rFonts w:ascii="Times New Roman" w:hAnsi="Times New Roman"/>
          <w:sz w:val="24"/>
          <w:szCs w:val="24"/>
        </w:rPr>
        <w:t>3. Опубликовать настоящее распоряжение в информационном бюллетене «Сельский вестник».</w:t>
      </w:r>
    </w:p>
    <w:p w:rsidR="0050773A" w:rsidRPr="000E59DE" w:rsidRDefault="0050773A" w:rsidP="000E59DE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E59DE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0E59DE">
        <w:rPr>
          <w:rFonts w:ascii="Times New Roman" w:hAnsi="Times New Roman"/>
          <w:iCs/>
          <w:sz w:val="24"/>
          <w:szCs w:val="24"/>
        </w:rPr>
        <w:t xml:space="preserve"> 4. Контроль исполнения настоящего распоряжения возложить на </w:t>
      </w:r>
      <w:r w:rsidRPr="000E59DE">
        <w:rPr>
          <w:rFonts w:ascii="Times New Roman" w:hAnsi="Times New Roman"/>
          <w:sz w:val="24"/>
          <w:szCs w:val="24"/>
        </w:rPr>
        <w:t>главу администрации Волче-Вражского сельсовета Тамалинского района Пензенской области.</w:t>
      </w:r>
    </w:p>
    <w:p w:rsidR="0050773A" w:rsidRPr="000E59DE" w:rsidRDefault="0050773A" w:rsidP="000E59DE">
      <w:pPr>
        <w:pStyle w:val="NoSpacing"/>
        <w:jc w:val="both"/>
        <w:rPr>
          <w:rFonts w:ascii="Times New Roman" w:hAnsi="Times New Roman"/>
          <w:iCs/>
          <w:sz w:val="24"/>
          <w:szCs w:val="24"/>
        </w:rPr>
      </w:pPr>
    </w:p>
    <w:p w:rsidR="0050773A" w:rsidRPr="000E59DE" w:rsidRDefault="0050773A" w:rsidP="000E59DE">
      <w:pPr>
        <w:pStyle w:val="NoSpacing"/>
        <w:rPr>
          <w:rFonts w:ascii="Times New Roman" w:hAnsi="Times New Roman"/>
          <w:iCs/>
          <w:sz w:val="24"/>
          <w:szCs w:val="24"/>
        </w:rPr>
      </w:pPr>
    </w:p>
    <w:p w:rsidR="0050773A" w:rsidRPr="000E59DE" w:rsidRDefault="0050773A" w:rsidP="000E59DE">
      <w:pPr>
        <w:pStyle w:val="NoSpacing"/>
        <w:rPr>
          <w:rFonts w:ascii="Times New Roman" w:hAnsi="Times New Roman"/>
          <w:iCs/>
          <w:sz w:val="24"/>
          <w:szCs w:val="24"/>
        </w:rPr>
      </w:pPr>
    </w:p>
    <w:p w:rsidR="0050773A" w:rsidRPr="000E59DE" w:rsidRDefault="0050773A" w:rsidP="000E59DE">
      <w:pPr>
        <w:pStyle w:val="NoSpacing"/>
        <w:rPr>
          <w:rFonts w:ascii="Times New Roman" w:hAnsi="Times New Roman"/>
          <w:iCs/>
          <w:sz w:val="24"/>
          <w:szCs w:val="24"/>
        </w:rPr>
      </w:pPr>
      <w:r w:rsidRPr="000E59DE">
        <w:rPr>
          <w:rFonts w:ascii="Times New Roman" w:hAnsi="Times New Roman"/>
          <w:iCs/>
          <w:sz w:val="24"/>
          <w:szCs w:val="24"/>
        </w:rPr>
        <w:t>Глава администрации Волче-Вражского сельсовета</w:t>
      </w:r>
    </w:p>
    <w:p w:rsidR="0050773A" w:rsidRPr="000E59DE" w:rsidRDefault="0050773A" w:rsidP="000E59DE">
      <w:pPr>
        <w:pStyle w:val="NoSpacing"/>
        <w:rPr>
          <w:rFonts w:ascii="Times New Roman" w:hAnsi="Times New Roman"/>
          <w:iCs/>
          <w:sz w:val="24"/>
          <w:szCs w:val="24"/>
        </w:rPr>
      </w:pPr>
      <w:r w:rsidRPr="000E59DE">
        <w:rPr>
          <w:rFonts w:ascii="Times New Roman" w:hAnsi="Times New Roman"/>
          <w:iCs/>
          <w:sz w:val="24"/>
          <w:szCs w:val="24"/>
        </w:rPr>
        <w:t>Тамалинского района Пензенской области</w:t>
      </w:r>
      <w:r w:rsidRPr="000E59DE">
        <w:rPr>
          <w:rFonts w:ascii="Times New Roman" w:hAnsi="Times New Roman"/>
          <w:iCs/>
          <w:sz w:val="24"/>
          <w:szCs w:val="24"/>
        </w:rPr>
        <w:tab/>
        <w:t xml:space="preserve">    </w:t>
      </w:r>
      <w:r>
        <w:rPr>
          <w:rFonts w:ascii="Times New Roman" w:hAnsi="Times New Roman"/>
          <w:iCs/>
          <w:sz w:val="24"/>
          <w:szCs w:val="24"/>
        </w:rPr>
        <w:t xml:space="preserve">                                </w:t>
      </w:r>
      <w:r w:rsidRPr="000E59DE">
        <w:rPr>
          <w:rFonts w:ascii="Times New Roman" w:hAnsi="Times New Roman"/>
          <w:iCs/>
          <w:sz w:val="24"/>
          <w:szCs w:val="24"/>
        </w:rPr>
        <w:t xml:space="preserve">   Т.А. Легонькова</w:t>
      </w:r>
    </w:p>
    <w:p w:rsidR="0050773A" w:rsidRPr="000E59DE" w:rsidRDefault="0050773A" w:rsidP="000E59DE">
      <w:pPr>
        <w:pStyle w:val="NoSpacing"/>
        <w:rPr>
          <w:rFonts w:ascii="Times New Roman" w:hAnsi="Times New Roman"/>
          <w:i/>
          <w:iCs/>
          <w:sz w:val="24"/>
          <w:szCs w:val="24"/>
        </w:rPr>
      </w:pPr>
    </w:p>
    <w:p w:rsidR="0050773A" w:rsidRDefault="0050773A" w:rsidP="009E0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50773A" w:rsidRDefault="0050773A" w:rsidP="009E0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50773A" w:rsidRDefault="0050773A" w:rsidP="009E0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50773A" w:rsidRDefault="0050773A" w:rsidP="009E0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50773A" w:rsidRPr="00185F84" w:rsidRDefault="0050773A" w:rsidP="00185F84">
      <w:pPr>
        <w:jc w:val="both"/>
        <w:rPr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  <w:r w:rsidRPr="009E0F64">
        <w:rPr>
          <w:sz w:val="24"/>
          <w:szCs w:val="24"/>
        </w:rPr>
        <w:tab/>
      </w:r>
    </w:p>
    <w:sectPr w:rsidR="0050773A" w:rsidRPr="00185F84" w:rsidSect="009E0F6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73A" w:rsidRDefault="0050773A" w:rsidP="00B5574F">
      <w:pPr>
        <w:spacing w:after="0" w:line="240" w:lineRule="auto"/>
      </w:pPr>
      <w:r>
        <w:separator/>
      </w:r>
    </w:p>
  </w:endnote>
  <w:endnote w:type="continuationSeparator" w:id="0">
    <w:p w:rsidR="0050773A" w:rsidRDefault="0050773A" w:rsidP="00B55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73A" w:rsidRDefault="0050773A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50773A" w:rsidRDefault="0050773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73A" w:rsidRDefault="0050773A">
    <w:pPr>
      <w:pStyle w:val="Footer"/>
      <w:jc w:val="right"/>
    </w:pPr>
    <w:fldSimple w:instr=" PAGE   \* MERGEFORMAT ">
      <w:r>
        <w:rPr>
          <w:noProof/>
        </w:rPr>
        <w:t>41</w:t>
      </w:r>
    </w:fldSimple>
  </w:p>
  <w:p w:rsidR="0050773A" w:rsidRDefault="005077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73A" w:rsidRDefault="0050773A" w:rsidP="00B5574F">
      <w:pPr>
        <w:spacing w:after="0" w:line="240" w:lineRule="auto"/>
      </w:pPr>
      <w:r>
        <w:separator/>
      </w:r>
    </w:p>
  </w:footnote>
  <w:footnote w:type="continuationSeparator" w:id="0">
    <w:p w:rsidR="0050773A" w:rsidRDefault="0050773A" w:rsidP="00B55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73A" w:rsidRDefault="0050773A">
    <w:pPr>
      <w:pStyle w:val="Header"/>
      <w:jc w:val="center"/>
    </w:pPr>
    <w:fldSimple w:instr="PAGE   \* MERGEFORMAT">
      <w:r>
        <w:rPr>
          <w:noProof/>
        </w:rPr>
        <w:t>41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07122E4"/>
    <w:multiLevelType w:val="multilevel"/>
    <w:tmpl w:val="DCDA106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44334D0"/>
    <w:multiLevelType w:val="multilevel"/>
    <w:tmpl w:val="7A80156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51B72DDA"/>
    <w:multiLevelType w:val="multilevel"/>
    <w:tmpl w:val="855CBB0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67D354F6"/>
    <w:multiLevelType w:val="hybridMultilevel"/>
    <w:tmpl w:val="3326BA1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6D8E3C3B"/>
    <w:multiLevelType w:val="hybridMultilevel"/>
    <w:tmpl w:val="8EE4625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DF14C8A"/>
    <w:multiLevelType w:val="multilevel"/>
    <w:tmpl w:val="40A45FC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0F64"/>
    <w:rsid w:val="00043F57"/>
    <w:rsid w:val="00062101"/>
    <w:rsid w:val="000E59DE"/>
    <w:rsid w:val="000F329E"/>
    <w:rsid w:val="000F50E2"/>
    <w:rsid w:val="00166294"/>
    <w:rsid w:val="00185F84"/>
    <w:rsid w:val="001E2D6F"/>
    <w:rsid w:val="001F39D0"/>
    <w:rsid w:val="00241F31"/>
    <w:rsid w:val="00292DF8"/>
    <w:rsid w:val="00403D8C"/>
    <w:rsid w:val="00456A9F"/>
    <w:rsid w:val="00456E5D"/>
    <w:rsid w:val="004627F2"/>
    <w:rsid w:val="00480F4A"/>
    <w:rsid w:val="004A2307"/>
    <w:rsid w:val="0050773A"/>
    <w:rsid w:val="00523D39"/>
    <w:rsid w:val="0059291C"/>
    <w:rsid w:val="005970C7"/>
    <w:rsid w:val="005E3550"/>
    <w:rsid w:val="006570A9"/>
    <w:rsid w:val="006A1BEA"/>
    <w:rsid w:val="0074317C"/>
    <w:rsid w:val="007C320E"/>
    <w:rsid w:val="00832889"/>
    <w:rsid w:val="00862EEB"/>
    <w:rsid w:val="00887D54"/>
    <w:rsid w:val="008C4745"/>
    <w:rsid w:val="00916670"/>
    <w:rsid w:val="00921EA7"/>
    <w:rsid w:val="009363A3"/>
    <w:rsid w:val="009D1E1E"/>
    <w:rsid w:val="009E0F64"/>
    <w:rsid w:val="00A8083A"/>
    <w:rsid w:val="00B054AE"/>
    <w:rsid w:val="00B06AA6"/>
    <w:rsid w:val="00B5574F"/>
    <w:rsid w:val="00BC7910"/>
    <w:rsid w:val="00CC4F38"/>
    <w:rsid w:val="00CF2137"/>
    <w:rsid w:val="00CF7449"/>
    <w:rsid w:val="00D058E8"/>
    <w:rsid w:val="00D82F58"/>
    <w:rsid w:val="00D9477A"/>
    <w:rsid w:val="00E83FAB"/>
    <w:rsid w:val="00EC7109"/>
    <w:rsid w:val="00EE5396"/>
    <w:rsid w:val="00F05885"/>
    <w:rsid w:val="00F07DB6"/>
    <w:rsid w:val="00F82B23"/>
    <w:rsid w:val="00FD6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F64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85F8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85F8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16629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Heading4">
    <w:name w:val="heading 4"/>
    <w:basedOn w:val="Normal"/>
    <w:next w:val="Normal"/>
    <w:link w:val="Heading4Char1"/>
    <w:uiPriority w:val="99"/>
    <w:qFormat/>
    <w:rsid w:val="00916670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85F8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85F84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916670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916670"/>
    <w:rPr>
      <w:rFonts w:ascii="Times New Roman" w:hAnsi="Times New Roman"/>
      <w:b/>
      <w:sz w:val="24"/>
    </w:rPr>
  </w:style>
  <w:style w:type="paragraph" w:customStyle="1" w:styleId="ConsPlusTitle">
    <w:name w:val="ConsPlusTitle"/>
    <w:uiPriority w:val="99"/>
    <w:rsid w:val="009E0F6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9E0F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9E0F64"/>
    <w:rPr>
      <w:rFonts w:ascii="Arial" w:hAnsi="Arial"/>
      <w:sz w:val="22"/>
      <w:lang w:eastAsia="ru-RU"/>
    </w:rPr>
  </w:style>
  <w:style w:type="paragraph" w:styleId="NoSpacing">
    <w:name w:val="No Spacing"/>
    <w:uiPriority w:val="99"/>
    <w:qFormat/>
    <w:rsid w:val="009E0F64"/>
    <w:rPr>
      <w:rFonts w:eastAsia="Times New Roman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166294"/>
    <w:rPr>
      <w:rFonts w:ascii="Times New Roman" w:hAnsi="Times New Roman" w:cs="Times New Roman"/>
      <w:b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166294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66294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16629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66294"/>
    <w:rPr>
      <w:rFonts w:ascii="Calibri" w:hAnsi="Calibri" w:cs="Times New Roman"/>
      <w:lang w:eastAsia="ru-RU"/>
    </w:rPr>
  </w:style>
  <w:style w:type="paragraph" w:styleId="BalloonText">
    <w:name w:val="Balloon Text"/>
    <w:basedOn w:val="Normal"/>
    <w:link w:val="BalloonTextChar1"/>
    <w:uiPriority w:val="99"/>
    <w:semiHidden/>
    <w:rsid w:val="0016629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16670"/>
    <w:rPr>
      <w:rFonts w:ascii="Times New Roman" w:hAnsi="Times New Roman"/>
      <w:color w:val="00000A"/>
      <w:sz w:val="2"/>
    </w:rPr>
  </w:style>
  <w:style w:type="character" w:customStyle="1" w:styleId="BalloonTextChar1">
    <w:name w:val="Balloon Text Char1"/>
    <w:basedOn w:val="DefaultParagraphFont"/>
    <w:link w:val="BalloonText"/>
    <w:uiPriority w:val="99"/>
    <w:locked/>
    <w:rsid w:val="00166294"/>
    <w:rPr>
      <w:rFonts w:ascii="Tahoma" w:hAnsi="Tahoma" w:cs="Tahoma"/>
      <w:sz w:val="16"/>
      <w:szCs w:val="16"/>
      <w:lang w:eastAsia="ru-RU"/>
    </w:rPr>
  </w:style>
  <w:style w:type="character" w:customStyle="1" w:styleId="Heading4Char1">
    <w:name w:val="Heading 4 Char1"/>
    <w:basedOn w:val="DefaultParagraphFont"/>
    <w:link w:val="Heading4"/>
    <w:uiPriority w:val="99"/>
    <w:locked/>
    <w:rsid w:val="00916670"/>
    <w:rPr>
      <w:rFonts w:ascii="Cambria" w:hAnsi="Cambria" w:cs="Times New Roman"/>
      <w:b/>
      <w:bCs/>
      <w:i/>
      <w:iCs/>
      <w:color w:val="4F81BD"/>
    </w:rPr>
  </w:style>
  <w:style w:type="character" w:customStyle="1" w:styleId="1">
    <w:name w:val="Основной шрифт абзаца1"/>
    <w:uiPriority w:val="99"/>
    <w:rsid w:val="00916670"/>
  </w:style>
  <w:style w:type="character" w:styleId="Hyperlink">
    <w:name w:val="Hyperlink"/>
    <w:basedOn w:val="DefaultParagraphFont"/>
    <w:uiPriority w:val="99"/>
    <w:rsid w:val="00916670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916670"/>
  </w:style>
  <w:style w:type="character" w:customStyle="1" w:styleId="BodyTextChar">
    <w:name w:val="Body Text Char"/>
    <w:uiPriority w:val="99"/>
    <w:rsid w:val="00916670"/>
    <w:rPr>
      <w:color w:val="00000A"/>
    </w:rPr>
  </w:style>
  <w:style w:type="character" w:customStyle="1" w:styleId="TitleChar">
    <w:name w:val="Title Char"/>
    <w:uiPriority w:val="99"/>
    <w:rsid w:val="00916670"/>
    <w:rPr>
      <w:rFonts w:ascii="Cambria" w:hAnsi="Cambria"/>
      <w:b/>
      <w:color w:val="00000A"/>
      <w:kern w:val="1"/>
      <w:sz w:val="32"/>
    </w:rPr>
  </w:style>
  <w:style w:type="character" w:customStyle="1" w:styleId="apple-converted-space">
    <w:name w:val="apple-converted-space"/>
    <w:uiPriority w:val="99"/>
    <w:rsid w:val="00916670"/>
  </w:style>
  <w:style w:type="character" w:customStyle="1" w:styleId="ListLabel2">
    <w:name w:val="ListLabel 2"/>
    <w:uiPriority w:val="99"/>
    <w:rsid w:val="00916670"/>
  </w:style>
  <w:style w:type="paragraph" w:customStyle="1" w:styleId="a">
    <w:name w:val="Стиль"/>
    <w:basedOn w:val="Normal"/>
    <w:next w:val="Subtitle"/>
    <w:uiPriority w:val="99"/>
    <w:rsid w:val="00916670"/>
    <w:pPr>
      <w:suppressLineNumbers/>
      <w:suppressAutoHyphens/>
      <w:spacing w:before="120" w:after="120"/>
    </w:pPr>
    <w:rPr>
      <w:rFonts w:ascii="Cambria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paragraph" w:styleId="BodyText">
    <w:name w:val="Body Text"/>
    <w:basedOn w:val="Normal"/>
    <w:link w:val="BodyTextChar1"/>
    <w:uiPriority w:val="99"/>
    <w:rsid w:val="00916670"/>
    <w:pPr>
      <w:suppressAutoHyphens/>
      <w:spacing w:after="140" w:line="288" w:lineRule="auto"/>
    </w:pPr>
    <w:rPr>
      <w:color w:val="00000A"/>
      <w:sz w:val="20"/>
      <w:szCs w:val="20"/>
      <w:lang w:eastAsia="ar-SA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916670"/>
    <w:rPr>
      <w:rFonts w:ascii="Calibri" w:eastAsia="Times New Roman" w:hAnsi="Calibri" w:cs="Times New Roman"/>
      <w:color w:val="00000A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916670"/>
    <w:rPr>
      <w:rFonts w:cs="Mangal"/>
    </w:rPr>
  </w:style>
  <w:style w:type="paragraph" w:customStyle="1" w:styleId="10">
    <w:name w:val="Название1"/>
    <w:basedOn w:val="Normal"/>
    <w:uiPriority w:val="99"/>
    <w:rsid w:val="00916670"/>
    <w:pPr>
      <w:suppressLineNumbers/>
      <w:suppressAutoHyphens/>
      <w:spacing w:before="120" w:after="120"/>
    </w:pPr>
    <w:rPr>
      <w:rFonts w:cs="Mangal"/>
      <w:i/>
      <w:iCs/>
      <w:color w:val="00000A"/>
      <w:sz w:val="24"/>
      <w:szCs w:val="24"/>
      <w:lang w:eastAsia="ar-SA"/>
    </w:rPr>
  </w:style>
  <w:style w:type="paragraph" w:customStyle="1" w:styleId="11">
    <w:name w:val="Указатель1"/>
    <w:basedOn w:val="Normal"/>
    <w:uiPriority w:val="99"/>
    <w:rsid w:val="00916670"/>
    <w:pPr>
      <w:suppressLineNumbers/>
      <w:suppressAutoHyphens/>
    </w:pPr>
    <w:rPr>
      <w:rFonts w:cs="Mangal"/>
      <w:color w:val="00000A"/>
      <w:lang w:eastAsia="ar-SA"/>
    </w:rPr>
  </w:style>
  <w:style w:type="paragraph" w:styleId="Subtitle">
    <w:name w:val="Subtitle"/>
    <w:basedOn w:val="Title"/>
    <w:next w:val="BodyText"/>
    <w:link w:val="SubtitleChar"/>
    <w:uiPriority w:val="99"/>
    <w:qFormat/>
    <w:rsid w:val="00916670"/>
    <w:pPr>
      <w:keepNext/>
      <w:pBdr>
        <w:bottom w:val="none" w:sz="0" w:space="0" w:color="auto"/>
      </w:pBdr>
      <w:spacing w:before="240" w:after="120" w:line="276" w:lineRule="auto"/>
      <w:contextualSpacing w:val="0"/>
      <w:jc w:val="center"/>
    </w:pPr>
    <w:rPr>
      <w:rFonts w:ascii="Liberation Sans" w:eastAsia="Microsoft YaHei" w:hAnsi="Liberation Sans" w:cs="Mangal"/>
      <w:i/>
      <w:iCs/>
      <w:color w:val="00000A"/>
      <w:spacing w:val="0"/>
      <w:kern w:val="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16670"/>
    <w:rPr>
      <w:rFonts w:ascii="Liberation Sans" w:eastAsia="Microsoft YaHei" w:hAnsi="Liberation Sans" w:cs="Mangal"/>
      <w:i/>
      <w:iCs/>
      <w:color w:val="00000A"/>
      <w:sz w:val="28"/>
      <w:szCs w:val="28"/>
      <w:lang w:eastAsia="ar-SA" w:bidi="ar-SA"/>
    </w:rPr>
  </w:style>
  <w:style w:type="paragraph" w:customStyle="1" w:styleId="110">
    <w:name w:val="Указатель 11"/>
    <w:basedOn w:val="Normal"/>
    <w:uiPriority w:val="99"/>
    <w:rsid w:val="00916670"/>
    <w:pPr>
      <w:suppressAutoHyphens/>
      <w:ind w:left="220" w:hanging="220"/>
    </w:pPr>
    <w:rPr>
      <w:rFonts w:cs="Calibri"/>
      <w:color w:val="00000A"/>
      <w:lang w:eastAsia="ar-SA"/>
    </w:rPr>
  </w:style>
  <w:style w:type="paragraph" w:customStyle="1" w:styleId="2">
    <w:name w:val="Указатель2"/>
    <w:basedOn w:val="Normal"/>
    <w:uiPriority w:val="99"/>
    <w:rsid w:val="00916670"/>
    <w:pPr>
      <w:suppressLineNumbers/>
      <w:suppressAutoHyphens/>
    </w:pPr>
    <w:rPr>
      <w:rFonts w:cs="Mangal"/>
      <w:color w:val="00000A"/>
      <w:lang w:eastAsia="ar-SA"/>
    </w:rPr>
  </w:style>
  <w:style w:type="paragraph" w:customStyle="1" w:styleId="ConsPlusNonformat">
    <w:name w:val="ConsPlusNonformat"/>
    <w:uiPriority w:val="99"/>
    <w:rsid w:val="00916670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Cell">
    <w:name w:val="ConsPlusCell"/>
    <w:uiPriority w:val="99"/>
    <w:rsid w:val="00916670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DocList">
    <w:name w:val="ConsPlusDocList"/>
    <w:uiPriority w:val="99"/>
    <w:rsid w:val="00916670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TitlePage">
    <w:name w:val="ConsPlusTitlePage"/>
    <w:uiPriority w:val="99"/>
    <w:rsid w:val="00916670"/>
    <w:pPr>
      <w:widowControl w:val="0"/>
      <w:suppressAutoHyphens/>
    </w:pPr>
    <w:rPr>
      <w:rFonts w:ascii="Tahoma" w:eastAsia="Times New Roman" w:hAnsi="Tahoma" w:cs="Tahoma"/>
      <w:color w:val="00000A"/>
      <w:szCs w:val="20"/>
      <w:lang w:eastAsia="ar-SA"/>
    </w:rPr>
  </w:style>
  <w:style w:type="paragraph" w:customStyle="1" w:styleId="ConsPlusJurTerm">
    <w:name w:val="ConsPlusJurTerm"/>
    <w:uiPriority w:val="99"/>
    <w:rsid w:val="00916670"/>
    <w:pPr>
      <w:widowControl w:val="0"/>
      <w:suppressAutoHyphens/>
    </w:pPr>
    <w:rPr>
      <w:rFonts w:ascii="Tahoma" w:eastAsia="Times New Roman" w:hAnsi="Tahoma" w:cs="Tahoma"/>
      <w:color w:val="00000A"/>
      <w:sz w:val="26"/>
      <w:szCs w:val="20"/>
      <w:lang w:eastAsia="ar-SA"/>
    </w:rPr>
  </w:style>
  <w:style w:type="paragraph" w:customStyle="1" w:styleId="ConsPlusTextList">
    <w:name w:val="ConsPlusTextList"/>
    <w:uiPriority w:val="99"/>
    <w:rsid w:val="00916670"/>
    <w:pPr>
      <w:widowControl w:val="0"/>
      <w:suppressAutoHyphens/>
    </w:pPr>
    <w:rPr>
      <w:rFonts w:ascii="Arial" w:eastAsia="Times New Roman" w:hAnsi="Arial" w:cs="Arial"/>
      <w:color w:val="00000A"/>
      <w:szCs w:val="20"/>
      <w:lang w:eastAsia="ar-SA"/>
    </w:rPr>
  </w:style>
  <w:style w:type="paragraph" w:customStyle="1" w:styleId="a0">
    <w:name w:val="Содержимое врезки"/>
    <w:basedOn w:val="Normal"/>
    <w:uiPriority w:val="99"/>
    <w:rsid w:val="00916670"/>
    <w:pPr>
      <w:suppressAutoHyphens/>
    </w:pPr>
    <w:rPr>
      <w:rFonts w:cs="Calibri"/>
      <w:color w:val="00000A"/>
      <w:lang w:eastAsia="ar-SA"/>
    </w:rPr>
  </w:style>
  <w:style w:type="paragraph" w:customStyle="1" w:styleId="12">
    <w:name w:val="Текст выноски1"/>
    <w:basedOn w:val="Normal"/>
    <w:uiPriority w:val="99"/>
    <w:rsid w:val="00916670"/>
    <w:pPr>
      <w:suppressAutoHyphens/>
      <w:spacing w:after="0" w:line="100" w:lineRule="atLeast"/>
    </w:pPr>
    <w:rPr>
      <w:rFonts w:ascii="Times New Roman" w:hAnsi="Times New Roman"/>
      <w:color w:val="00000A"/>
      <w:sz w:val="2"/>
      <w:szCs w:val="20"/>
      <w:lang w:eastAsia="ar-SA"/>
    </w:rPr>
  </w:style>
  <w:style w:type="paragraph" w:customStyle="1" w:styleId="formattext">
    <w:name w:val="formattext"/>
    <w:basedOn w:val="Normal"/>
    <w:uiPriority w:val="99"/>
    <w:rsid w:val="00916670"/>
    <w:pPr>
      <w:spacing w:before="100" w:after="100" w:line="100" w:lineRule="atLeast"/>
    </w:pPr>
    <w:rPr>
      <w:rFonts w:ascii="Times New Roman" w:eastAsia="Times New Roman" w:hAnsi="Times New Roman"/>
      <w:color w:val="00000A"/>
      <w:sz w:val="24"/>
      <w:szCs w:val="24"/>
      <w:lang w:eastAsia="ar-SA"/>
    </w:rPr>
  </w:style>
  <w:style w:type="paragraph" w:customStyle="1" w:styleId="13">
    <w:name w:val="нум список 1"/>
    <w:uiPriority w:val="99"/>
    <w:rsid w:val="00916670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  <w:style w:type="paragraph" w:customStyle="1" w:styleId="a1">
    <w:name w:val="Содержимое таблицы"/>
    <w:basedOn w:val="Normal"/>
    <w:uiPriority w:val="99"/>
    <w:rsid w:val="00916670"/>
    <w:pPr>
      <w:suppressAutoHyphens/>
      <w:spacing w:after="0" w:line="240" w:lineRule="auto"/>
    </w:pPr>
    <w:rPr>
      <w:rFonts w:ascii="Times New Roman" w:eastAsia="SimSun" w:hAnsi="Times New Roman"/>
      <w:color w:val="000000"/>
      <w:kern w:val="1"/>
      <w:sz w:val="28"/>
      <w:szCs w:val="20"/>
      <w:lang w:eastAsia="zh-CN" w:bidi="hi-IN"/>
    </w:rPr>
  </w:style>
  <w:style w:type="paragraph" w:customStyle="1" w:styleId="a2">
    <w:name w:val="Заголовок таблицы"/>
    <w:basedOn w:val="a1"/>
    <w:uiPriority w:val="99"/>
    <w:rsid w:val="00916670"/>
    <w:pPr>
      <w:jc w:val="center"/>
    </w:pPr>
    <w:rPr>
      <w:b/>
    </w:rPr>
  </w:style>
  <w:style w:type="table" w:styleId="TableGrid">
    <w:name w:val="Table Grid"/>
    <w:basedOn w:val="TableNormal"/>
    <w:uiPriority w:val="99"/>
    <w:rsid w:val="0091667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Нижний колонтитул Знак1"/>
    <w:uiPriority w:val="99"/>
    <w:locked/>
    <w:rsid w:val="00916670"/>
    <w:rPr>
      <w:rFonts w:ascii="Calibri" w:eastAsia="Times New Roman" w:hAnsi="Calibri"/>
      <w:color w:val="00000A"/>
      <w:lang w:eastAsia="en-US"/>
    </w:rPr>
  </w:style>
  <w:style w:type="character" w:customStyle="1" w:styleId="15">
    <w:name w:val="Текст выноски Знак1"/>
    <w:basedOn w:val="DefaultParagraphFont"/>
    <w:uiPriority w:val="99"/>
    <w:semiHidden/>
    <w:rsid w:val="00916670"/>
    <w:rPr>
      <w:rFonts w:ascii="Tahoma" w:eastAsia="Times New Roman" w:hAnsi="Tahoma" w:cs="Times New Roman"/>
      <w:color w:val="00000A"/>
      <w:sz w:val="16"/>
      <w:szCs w:val="16"/>
      <w:lang w:eastAsia="ar-SA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916670"/>
    <w:pPr>
      <w:suppressAutoHyphens/>
    </w:pPr>
    <w:rPr>
      <w:color w:val="00000A"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16670"/>
    <w:rPr>
      <w:rFonts w:ascii="Calibri" w:eastAsia="Times New Roman" w:hAnsi="Calibri" w:cs="Times New Roman"/>
      <w:color w:val="00000A"/>
      <w:sz w:val="20"/>
      <w:szCs w:val="20"/>
      <w:lang w:eastAsia="ar-SA" w:bidi="ar-SA"/>
    </w:rPr>
  </w:style>
  <w:style w:type="character" w:styleId="FootnoteReference">
    <w:name w:val="footnote reference"/>
    <w:basedOn w:val="DefaultParagraphFont"/>
    <w:uiPriority w:val="99"/>
    <w:semiHidden/>
    <w:rsid w:val="00916670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916670"/>
    <w:pPr>
      <w:ind w:left="720"/>
      <w:contextualSpacing/>
    </w:pPr>
  </w:style>
  <w:style w:type="paragraph" w:styleId="Title">
    <w:name w:val="Title"/>
    <w:basedOn w:val="Normal"/>
    <w:next w:val="Normal"/>
    <w:link w:val="TitleChar1"/>
    <w:uiPriority w:val="99"/>
    <w:qFormat/>
    <w:rsid w:val="00916670"/>
    <w:pPr>
      <w:pBdr>
        <w:bottom w:val="single" w:sz="8" w:space="4" w:color="4F81BD"/>
      </w:pBdr>
      <w:suppressAutoHyphens/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ar-SA"/>
    </w:rPr>
  </w:style>
  <w:style w:type="character" w:customStyle="1" w:styleId="TitleChar1">
    <w:name w:val="Title Char1"/>
    <w:basedOn w:val="DefaultParagraphFont"/>
    <w:link w:val="Title"/>
    <w:uiPriority w:val="99"/>
    <w:locked/>
    <w:rsid w:val="00916670"/>
    <w:rPr>
      <w:rFonts w:ascii="Cambria" w:hAnsi="Cambria" w:cs="Times New Roman"/>
      <w:color w:val="17365D"/>
      <w:spacing w:val="5"/>
      <w:kern w:val="28"/>
      <w:sz w:val="52"/>
      <w:szCs w:val="52"/>
      <w:lang w:eastAsia="ar-SA" w:bidi="ar-SA"/>
    </w:rPr>
  </w:style>
  <w:style w:type="paragraph" w:styleId="BodyText3">
    <w:name w:val="Body Text 3"/>
    <w:basedOn w:val="Normal"/>
    <w:link w:val="BodyText3Char"/>
    <w:uiPriority w:val="99"/>
    <w:semiHidden/>
    <w:rsid w:val="00185F8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185F84"/>
    <w:rPr>
      <w:rFonts w:cs="Times New Roman"/>
      <w:sz w:val="16"/>
      <w:szCs w:val="16"/>
    </w:rPr>
  </w:style>
  <w:style w:type="paragraph" w:customStyle="1" w:styleId="cef1edeee2edeee9f2e5eaf1f2">
    <w:name w:val="Оceсf1нedоeeвe2нedоeeйe9 тf2еe5кeaсf1тf2"/>
    <w:basedOn w:val="Normal"/>
    <w:uiPriority w:val="99"/>
    <w:rsid w:val="00185F84"/>
    <w:pPr>
      <w:suppressAutoHyphens/>
      <w:autoSpaceDE w:val="0"/>
      <w:autoSpaceDN w:val="0"/>
      <w:adjustRightInd w:val="0"/>
      <w:spacing w:after="140" w:line="288" w:lineRule="auto"/>
    </w:pPr>
    <w:rPr>
      <w:rFonts w:eastAsia="Times New Roman" w:hAnsi="Liberation Serif" w:cs="Calibri"/>
      <w:color w:val="00000A"/>
      <w:kern w:val="1"/>
      <w:sz w:val="20"/>
      <w:szCs w:val="20"/>
      <w:lang w:eastAsia="ru-RU"/>
    </w:rPr>
  </w:style>
  <w:style w:type="character" w:customStyle="1" w:styleId="FontStyle20">
    <w:name w:val="Font Style20"/>
    <w:basedOn w:val="DefaultParagraphFont"/>
    <w:uiPriority w:val="99"/>
    <w:rsid w:val="00185F84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53E8EFCA01094944FA021553634D5F9A60BEF219B4341624FF2BFF840A6E28E58ADED3A4DAC5DFEEA0B1EE3AC6828E677569A3C599DE313EF7BE965C51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7C9C682920FDFD4C9C2866BBDD7ECA1B7CB78F56F977EC99160357A50C830638C692F8FAA6A26DBF67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41</Pages>
  <Words>14479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31 от 14 июня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2020-03-18T14:39:00Z</dcterms:created>
  <dcterms:modified xsi:type="dcterms:W3CDTF">2020-03-18T14:39:00Z</dcterms:modified>
</cp:coreProperties>
</file>