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1C" w:rsidRDefault="0078541C" w:rsidP="002B6294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38 от 08 августа 2019  года                                  село  Волчий Враг   «Бесплатно»</w:t>
      </w:r>
    </w:p>
    <w:p w:rsidR="0078541C" w:rsidRDefault="0078541C" w:rsidP="002B6294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78541C" w:rsidRDefault="0078541C" w:rsidP="002B6294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78541C" w:rsidRDefault="0078541C" w:rsidP="002B6294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78541C" w:rsidRDefault="0078541C" w:rsidP="002B6294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78541C" w:rsidRDefault="0078541C" w:rsidP="002B6294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78541C" w:rsidRDefault="0078541C" w:rsidP="002B6294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78541C" w:rsidRDefault="0078541C" w:rsidP="002B629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8541C" w:rsidRDefault="0078541C" w:rsidP="002B62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78541C" w:rsidRDefault="0078541C" w:rsidP="002B62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78541C" w:rsidRDefault="0078541C" w:rsidP="002B62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8541C" w:rsidRDefault="0078541C" w:rsidP="002B62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78541C" w:rsidRDefault="0078541C" w:rsidP="002B629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78541C" w:rsidRPr="00654415" w:rsidTr="002B6294">
        <w:trPr>
          <w:jc w:val="center"/>
        </w:trPr>
        <w:tc>
          <w:tcPr>
            <w:tcW w:w="284" w:type="dxa"/>
            <w:vAlign w:val="bottom"/>
          </w:tcPr>
          <w:p w:rsidR="0078541C" w:rsidRDefault="00785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541C" w:rsidRDefault="00785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07.08.2019</w:t>
            </w:r>
          </w:p>
        </w:tc>
        <w:tc>
          <w:tcPr>
            <w:tcW w:w="397" w:type="dxa"/>
          </w:tcPr>
          <w:p w:rsidR="0078541C" w:rsidRDefault="0078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541C" w:rsidRDefault="00785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101-п</w:t>
            </w:r>
          </w:p>
        </w:tc>
      </w:tr>
      <w:tr w:rsidR="0078541C" w:rsidRPr="00654415" w:rsidTr="002B6294">
        <w:trPr>
          <w:jc w:val="center"/>
        </w:trPr>
        <w:tc>
          <w:tcPr>
            <w:tcW w:w="4650" w:type="dxa"/>
            <w:gridSpan w:val="4"/>
          </w:tcPr>
          <w:p w:rsidR="0078541C" w:rsidRDefault="0078541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78541C" w:rsidRPr="003A4218" w:rsidRDefault="0078541C" w:rsidP="00D80A0D">
      <w:pPr>
        <w:pStyle w:val="NoSpacing"/>
        <w:rPr>
          <w:b/>
          <w:sz w:val="16"/>
          <w:szCs w:val="16"/>
        </w:rPr>
      </w:pPr>
    </w:p>
    <w:p w:rsidR="0078541C" w:rsidRPr="001B19CF" w:rsidRDefault="0078541C" w:rsidP="00D80A0D">
      <w:pPr>
        <w:pStyle w:val="NoSpacing"/>
        <w:jc w:val="center"/>
        <w:rPr>
          <w:b/>
        </w:rPr>
      </w:pPr>
      <w:r w:rsidRPr="001B19CF">
        <w:rPr>
          <w:b/>
        </w:rPr>
        <w:t>О внесении изменений в постановление администрации Волче-Вражского сельсовета Тамалинского района Пензенской области от 17.01.2019 № 20-п «Об утверждении административного регламента предоставления муниципальной услуги  «Выдача  копий муниципальных правовых актов»</w:t>
      </w:r>
    </w:p>
    <w:p w:rsidR="0078541C" w:rsidRPr="00AB13C1" w:rsidRDefault="0078541C" w:rsidP="00D80A0D">
      <w:pPr>
        <w:pStyle w:val="ConsPlusNormal"/>
        <w:widowControl/>
        <w:ind w:left="284"/>
        <w:rPr>
          <w:b/>
        </w:rPr>
      </w:pPr>
    </w:p>
    <w:p w:rsidR="0078541C" w:rsidRPr="001B19CF" w:rsidRDefault="0078541C" w:rsidP="00D80A0D">
      <w:pPr>
        <w:pStyle w:val="NoSpacing"/>
        <w:jc w:val="both"/>
      </w:pPr>
      <w:r w:rsidRPr="00066396">
        <w:t xml:space="preserve">   </w:t>
      </w:r>
      <w:r w:rsidRPr="001B19CF">
        <w:t>В соответствии с Федеральным законом от 27.07.2010 № 210-ФЗ «Об организации предоставления государственных и муниципальных услуг», руководствуясь постановлениями администрации Волче-Вражского сельсовета  Тамалинского  района Пензенской области от 13.06.2019 № 80-п «О разработке и утверждении административных регламентов предоставления муниципальных услуг администрацией Волче-Вражского сельсовета  Тамалинского района Пензенской области», от 24.12.2018 № 82-п «Об утверждении Реестра муниципальных услуг Волче-Вражского сельсовета Тамалинского района Пензенской области» (с последующими изменениями), Уставом Волче-Вражского сельсовета  Тамалинского района Пензенской области,</w:t>
      </w:r>
    </w:p>
    <w:p w:rsidR="0078541C" w:rsidRPr="000D3B06" w:rsidRDefault="0078541C" w:rsidP="00D80A0D">
      <w:pPr>
        <w:pStyle w:val="NoSpacing"/>
        <w:jc w:val="both"/>
        <w:rPr>
          <w:sz w:val="16"/>
          <w:szCs w:val="16"/>
        </w:rPr>
      </w:pPr>
    </w:p>
    <w:p w:rsidR="0078541C" w:rsidRPr="00AB13C1" w:rsidRDefault="0078541C" w:rsidP="00D80A0D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AB13C1">
        <w:rPr>
          <w:rFonts w:ascii="Times New Roman" w:hAnsi="Times New Roman"/>
          <w:b/>
          <w:sz w:val="24"/>
          <w:szCs w:val="24"/>
        </w:rPr>
        <w:t xml:space="preserve">администрация Волче-Вражского сельсовета Тамалинского района </w:t>
      </w:r>
    </w:p>
    <w:p w:rsidR="0078541C" w:rsidRPr="00AB13C1" w:rsidRDefault="0078541C" w:rsidP="00D80A0D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AB13C1">
        <w:rPr>
          <w:rFonts w:ascii="Times New Roman" w:hAnsi="Times New Roman"/>
          <w:b/>
          <w:sz w:val="24"/>
          <w:szCs w:val="24"/>
        </w:rPr>
        <w:t>Пензенской области постановляет:</w:t>
      </w:r>
    </w:p>
    <w:p w:rsidR="0078541C" w:rsidRPr="000D3B06" w:rsidRDefault="0078541C" w:rsidP="00D80A0D">
      <w:pPr>
        <w:spacing w:after="0" w:line="240" w:lineRule="auto"/>
        <w:ind w:left="-284"/>
        <w:jc w:val="center"/>
        <w:rPr>
          <w:rFonts w:ascii="Times New Roman" w:hAnsi="Times New Roman"/>
          <w:b/>
          <w:sz w:val="16"/>
          <w:szCs w:val="16"/>
        </w:rPr>
      </w:pPr>
    </w:p>
    <w:p w:rsidR="0078541C" w:rsidRPr="00AB13C1" w:rsidRDefault="0078541C" w:rsidP="00D80A0D">
      <w:pPr>
        <w:pStyle w:val="NoSpacing"/>
        <w:jc w:val="both"/>
        <w:rPr>
          <w:color w:val="222222"/>
        </w:rPr>
      </w:pPr>
      <w:r w:rsidRPr="00AB13C1">
        <w:t xml:space="preserve">     1. Внести изменения в а</w:t>
      </w:r>
      <w:r w:rsidRPr="00AB13C1">
        <w:rPr>
          <w:lang w:eastAsia="ar-SA"/>
        </w:rPr>
        <w:t xml:space="preserve">дминистративный регламент </w:t>
      </w:r>
      <w:r w:rsidRPr="00AB13C1">
        <w:rPr>
          <w:color w:val="222222"/>
          <w:lang w:eastAsia="ar-SA"/>
        </w:rPr>
        <w:t>предоставления  муниципальной услуги «</w:t>
      </w:r>
      <w:r w:rsidRPr="001B19CF">
        <w:t>Выдача  копий муниципальных правовых актов</w:t>
      </w:r>
      <w:r w:rsidRPr="00AB13C1">
        <w:rPr>
          <w:color w:val="222222"/>
          <w:lang w:eastAsia="ar-SA"/>
        </w:rPr>
        <w:t>»,</w:t>
      </w:r>
      <w:r w:rsidRPr="00AB13C1">
        <w:rPr>
          <w:color w:val="222222"/>
        </w:rPr>
        <w:t xml:space="preserve"> </w:t>
      </w:r>
      <w:r w:rsidRPr="00AB13C1">
        <w:rPr>
          <w:lang w:eastAsia="ar-SA"/>
        </w:rPr>
        <w:t>утвержденный постановлением администрации</w:t>
      </w:r>
      <w:r w:rsidRPr="00AB13C1">
        <w:t xml:space="preserve"> Волче-Вражского сельсовета Тамалинского</w:t>
      </w:r>
      <w:r>
        <w:t xml:space="preserve"> района Пензенской области от 17.01</w:t>
      </w:r>
      <w:r w:rsidRPr="00AB13C1">
        <w:t xml:space="preserve">.2019 </w:t>
      </w:r>
      <w:r>
        <w:t>№ 20</w:t>
      </w:r>
      <w:r w:rsidRPr="00AB13C1">
        <w:t xml:space="preserve">-п, </w:t>
      </w:r>
      <w:r w:rsidRPr="00AB13C1">
        <w:rPr>
          <w:kern w:val="1"/>
        </w:rPr>
        <w:t>изложив его в новой редакции согласно приложению к настоящему постановлению</w:t>
      </w:r>
      <w:r w:rsidRPr="00AB13C1">
        <w:rPr>
          <w:lang w:eastAsia="ar-SA"/>
        </w:rPr>
        <w:t>.</w:t>
      </w:r>
    </w:p>
    <w:p w:rsidR="0078541C" w:rsidRPr="00AB13C1" w:rsidRDefault="0078541C" w:rsidP="00D80A0D">
      <w:pPr>
        <w:pStyle w:val="NoSpacing"/>
        <w:jc w:val="both"/>
      </w:pPr>
      <w:r w:rsidRPr="00AB13C1">
        <w:rPr>
          <w:spacing w:val="-2"/>
        </w:rPr>
        <w:t xml:space="preserve">      2. </w:t>
      </w:r>
      <w:r w:rsidRPr="00AB13C1">
        <w:t>Настоящее постановление опубликовать в информационном бюллетене «Сельский вестник» и разместить на официальном сайте администрации Волче-Вражского сельсовета Тамалинского района Пензенской области в информационно-телекоммуникационной сети «Интернет».</w:t>
      </w:r>
    </w:p>
    <w:p w:rsidR="0078541C" w:rsidRPr="00AB13C1" w:rsidRDefault="0078541C" w:rsidP="00D80A0D">
      <w:pPr>
        <w:pStyle w:val="NoSpacing"/>
        <w:jc w:val="both"/>
        <w:rPr>
          <w:spacing w:val="-2"/>
        </w:rPr>
      </w:pPr>
      <w:r w:rsidRPr="00AB13C1">
        <w:t xml:space="preserve">      3. </w:t>
      </w:r>
      <w:r w:rsidRPr="00AB13C1">
        <w:rPr>
          <w:spacing w:val="-2"/>
        </w:rPr>
        <w:t>Настоящее постановление вступает в силу  на следующий день после дня его официального опубликования.</w:t>
      </w:r>
    </w:p>
    <w:p w:rsidR="0078541C" w:rsidRPr="00AB13C1" w:rsidRDefault="0078541C" w:rsidP="00D80A0D">
      <w:pPr>
        <w:pStyle w:val="NoSpacing"/>
        <w:jc w:val="both"/>
      </w:pPr>
      <w:r w:rsidRPr="00AB13C1">
        <w:t xml:space="preserve">  </w:t>
      </w:r>
      <w:r>
        <w:t xml:space="preserve">    </w:t>
      </w:r>
      <w:r w:rsidRPr="00AB13C1">
        <w:t>4. Контроль  исполнения настоящего постановления возложить на  главу администрации Волче-Вражского сельсовета Тамалинского района Пензенской области.</w:t>
      </w:r>
    </w:p>
    <w:p w:rsidR="0078541C" w:rsidRPr="00AB13C1" w:rsidRDefault="0078541C" w:rsidP="00D80A0D">
      <w:pPr>
        <w:pStyle w:val="NoSpacing"/>
      </w:pPr>
    </w:p>
    <w:p w:rsidR="0078541C" w:rsidRPr="00AB13C1" w:rsidRDefault="0078541C" w:rsidP="00D80A0D">
      <w:pPr>
        <w:pStyle w:val="NoSpacing"/>
      </w:pPr>
    </w:p>
    <w:p w:rsidR="0078541C" w:rsidRPr="00AB13C1" w:rsidRDefault="0078541C" w:rsidP="00D80A0D">
      <w:pPr>
        <w:pStyle w:val="NoSpacing"/>
        <w:ind w:left="-142" w:hanging="142"/>
      </w:pPr>
      <w:r w:rsidRPr="00AB13C1">
        <w:t>Глава администрации Волче-Вражского сельсовета</w:t>
      </w:r>
    </w:p>
    <w:p w:rsidR="0078541C" w:rsidRPr="00F53F27" w:rsidRDefault="0078541C" w:rsidP="00D80A0D">
      <w:pPr>
        <w:pStyle w:val="NoSpacing"/>
        <w:ind w:left="-142" w:hanging="142"/>
      </w:pPr>
      <w:r w:rsidRPr="00AB13C1">
        <w:t xml:space="preserve">Тамалинского района  Пензенской области                                 </w:t>
      </w:r>
      <w:r>
        <w:t xml:space="preserve">                          Т.А. Легонькова</w:t>
      </w:r>
    </w:p>
    <w:p w:rsidR="0078541C" w:rsidRDefault="0078541C" w:rsidP="00D80A0D">
      <w:pPr>
        <w:pStyle w:val="NoSpacing"/>
      </w:pPr>
    </w:p>
    <w:p w:rsidR="0078541C" w:rsidRDefault="0078541C" w:rsidP="00D80A0D">
      <w:pPr>
        <w:pStyle w:val="NoSpacing"/>
        <w:jc w:val="right"/>
      </w:pPr>
    </w:p>
    <w:p w:rsidR="0078541C" w:rsidRDefault="0078541C" w:rsidP="00D80A0D">
      <w:pPr>
        <w:pStyle w:val="NoSpacing"/>
        <w:jc w:val="right"/>
      </w:pPr>
    </w:p>
    <w:p w:rsidR="0078541C" w:rsidRPr="00AB13C1" w:rsidRDefault="0078541C" w:rsidP="00D80A0D">
      <w:pPr>
        <w:pStyle w:val="NoSpacing"/>
        <w:jc w:val="right"/>
      </w:pPr>
      <w:r w:rsidRPr="00AB13C1">
        <w:t>Приложение</w:t>
      </w:r>
    </w:p>
    <w:p w:rsidR="0078541C" w:rsidRPr="00AB13C1" w:rsidRDefault="0078541C" w:rsidP="00D80A0D">
      <w:pPr>
        <w:pStyle w:val="NoSpacing"/>
        <w:jc w:val="right"/>
      </w:pPr>
      <w:r w:rsidRPr="00AB13C1">
        <w:t xml:space="preserve"> к постановлению администрации</w:t>
      </w:r>
    </w:p>
    <w:p w:rsidR="0078541C" w:rsidRPr="00AB13C1" w:rsidRDefault="0078541C" w:rsidP="00D80A0D">
      <w:pPr>
        <w:pStyle w:val="NoSpacing"/>
        <w:jc w:val="right"/>
      </w:pPr>
      <w:r w:rsidRPr="00AB13C1">
        <w:t xml:space="preserve">Волче-Вражского сельсовета </w:t>
      </w:r>
    </w:p>
    <w:p w:rsidR="0078541C" w:rsidRPr="00AB13C1" w:rsidRDefault="0078541C" w:rsidP="00D80A0D">
      <w:pPr>
        <w:pStyle w:val="NoSpacing"/>
        <w:jc w:val="right"/>
      </w:pPr>
      <w:r w:rsidRPr="00AB13C1">
        <w:t>Тамалинского района</w:t>
      </w:r>
    </w:p>
    <w:p w:rsidR="0078541C" w:rsidRPr="00AB13C1" w:rsidRDefault="0078541C" w:rsidP="00D80A0D">
      <w:pPr>
        <w:pStyle w:val="NoSpacing"/>
        <w:jc w:val="right"/>
      </w:pPr>
      <w:r w:rsidRPr="00AB13C1">
        <w:t>Пензенской области</w:t>
      </w:r>
    </w:p>
    <w:p w:rsidR="0078541C" w:rsidRDefault="0078541C" w:rsidP="00D80A0D">
      <w:pPr>
        <w:pStyle w:val="NoSpacing"/>
        <w:jc w:val="right"/>
      </w:pPr>
      <w:r w:rsidRPr="00AB13C1">
        <w:t xml:space="preserve">                                                                      </w:t>
      </w:r>
      <w:r>
        <w:t xml:space="preserve">                            от 07</w:t>
      </w:r>
      <w:r w:rsidRPr="00AB13C1">
        <w:t>.0</w:t>
      </w:r>
      <w:r>
        <w:t>8.2019  № 101</w:t>
      </w:r>
      <w:r w:rsidRPr="00AB13C1">
        <w:t>-п</w:t>
      </w:r>
    </w:p>
    <w:p w:rsidR="0078541C" w:rsidRPr="00AB13C1" w:rsidRDefault="0078541C" w:rsidP="00D80A0D">
      <w:pPr>
        <w:pStyle w:val="NoSpacing"/>
        <w:jc w:val="right"/>
      </w:pPr>
    </w:p>
    <w:p w:rsidR="0078541C" w:rsidRDefault="0078541C" w:rsidP="00D80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89302C">
        <w:rPr>
          <w:rFonts w:ascii="Times New Roman" w:hAnsi="Times New Roman"/>
        </w:rPr>
        <w:t>Приложение</w:t>
      </w:r>
    </w:p>
    <w:p w:rsidR="0078541C" w:rsidRPr="0089302C" w:rsidRDefault="0078541C" w:rsidP="00D80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89302C">
        <w:rPr>
          <w:rFonts w:ascii="Times New Roman" w:hAnsi="Times New Roman"/>
        </w:rPr>
        <w:t xml:space="preserve">                                                                                               УТВЕРЖДЕНО</w:t>
      </w:r>
    </w:p>
    <w:p w:rsidR="0078541C" w:rsidRPr="0089302C" w:rsidRDefault="0078541C" w:rsidP="00D80A0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89302C">
        <w:rPr>
          <w:rFonts w:ascii="Times New Roman" w:hAnsi="Times New Roman"/>
        </w:rPr>
        <w:t>постановлением администрации</w:t>
      </w:r>
    </w:p>
    <w:p w:rsidR="0078541C" w:rsidRPr="0089302C" w:rsidRDefault="0078541C" w:rsidP="00D80A0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89302C">
        <w:rPr>
          <w:rFonts w:ascii="Times New Roman" w:hAnsi="Times New Roman"/>
        </w:rPr>
        <w:t>Волче-Вражского сельсовета</w:t>
      </w:r>
    </w:p>
    <w:p w:rsidR="0078541C" w:rsidRPr="0089302C" w:rsidRDefault="0078541C" w:rsidP="00D80A0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89302C">
        <w:rPr>
          <w:rFonts w:ascii="Times New Roman" w:hAnsi="Times New Roman"/>
        </w:rPr>
        <w:t>Тамалинского района</w:t>
      </w:r>
    </w:p>
    <w:p w:rsidR="0078541C" w:rsidRPr="0089302C" w:rsidRDefault="0078541C" w:rsidP="00D80A0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89302C">
        <w:rPr>
          <w:rFonts w:ascii="Times New Roman" w:hAnsi="Times New Roman"/>
        </w:rPr>
        <w:t xml:space="preserve">Пензенской области                                                                                                      </w:t>
      </w:r>
    </w:p>
    <w:p w:rsidR="0078541C" w:rsidRPr="0089302C" w:rsidRDefault="0078541C" w:rsidP="00D80A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 17.01.2019  №  20</w:t>
      </w:r>
      <w:r w:rsidRPr="0089302C">
        <w:rPr>
          <w:rFonts w:ascii="Times New Roman" w:hAnsi="Times New Roman"/>
        </w:rPr>
        <w:t>-п</w:t>
      </w:r>
    </w:p>
    <w:p w:rsidR="0078541C" w:rsidRPr="00040D35" w:rsidRDefault="0078541C" w:rsidP="00D80A0D">
      <w:pPr>
        <w:spacing w:after="0" w:line="240" w:lineRule="auto"/>
        <w:ind w:left="-284" w:right="113" w:firstLine="284"/>
        <w:jc w:val="right"/>
        <w:rPr>
          <w:rFonts w:ascii="Times New Roman" w:hAnsi="Times New Roman"/>
          <w:sz w:val="28"/>
          <w:szCs w:val="28"/>
        </w:rPr>
      </w:pPr>
    </w:p>
    <w:p w:rsidR="0078541C" w:rsidRPr="001B19CF" w:rsidRDefault="0078541C" w:rsidP="00D80A0D">
      <w:pPr>
        <w:pStyle w:val="FirstParagraph"/>
        <w:jc w:val="center"/>
        <w:rPr>
          <w:rFonts w:ascii="Times New Roman" w:hAnsi="Times New Roman"/>
          <w:b/>
          <w:lang w:val="ru-RU"/>
        </w:rPr>
      </w:pPr>
      <w:r w:rsidRPr="001B19CF">
        <w:rPr>
          <w:rFonts w:ascii="Times New Roman" w:hAnsi="Times New Roman"/>
          <w:b/>
          <w:lang w:val="ru-RU"/>
        </w:rPr>
        <w:t>Административный регламент предоставления муниципальной услуги «Выдача копий муниципальных правовых актов»</w:t>
      </w:r>
    </w:p>
    <w:p w:rsidR="0078541C" w:rsidRPr="001B19CF" w:rsidRDefault="0078541C" w:rsidP="00D80A0D">
      <w:pPr>
        <w:pStyle w:val="FirstParagraph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  <w:lang w:val="ru-RU"/>
        </w:rPr>
        <w:t xml:space="preserve">. </w:t>
      </w:r>
      <w:r w:rsidRPr="001B19CF">
        <w:rPr>
          <w:rFonts w:ascii="Times New Roman" w:hAnsi="Times New Roman"/>
          <w:b/>
          <w:lang w:val="ru-RU"/>
        </w:rPr>
        <w:t>Общие  положения.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1.1. Предмет регулирования регламента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</w:t>
      </w:r>
      <w:r w:rsidRPr="001B19CF">
        <w:rPr>
          <w:rFonts w:ascii="Times New Roman" w:hAnsi="Times New Roman"/>
          <w:lang w:val="ru-RU"/>
        </w:rPr>
        <w:t xml:space="preserve">Административный регламент по предоставлению муниципальной услуги «Выдача копий муниципальных правовых актов» (далее - Административный регламент, муниципальная услуга) устанавливает порядок и стандарт предоставления муниципальной услуги, определяет сроки и последовательность административных процедур (действий) администрации Волче-Вражского сельсовета Тамалинского района Пензенской области (далее - Администрация) при предоставлении копий муниципальных правовых актов </w:t>
      </w:r>
      <w:r>
        <w:rPr>
          <w:rFonts w:ascii="Times New Roman" w:hAnsi="Times New Roman"/>
          <w:lang w:val="ru-RU"/>
        </w:rPr>
        <w:t xml:space="preserve">Волче-Вражского сельсовета </w:t>
      </w:r>
      <w:r w:rsidRPr="001B19CF">
        <w:rPr>
          <w:rFonts w:ascii="Times New Roman" w:hAnsi="Times New Roman"/>
          <w:lang w:val="ru-RU"/>
        </w:rPr>
        <w:t>Тамалинского района Пензенской области до передачи их на постоянное хранение.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1.2. Круг заявителей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</w:t>
      </w:r>
      <w:r w:rsidRPr="001B19CF">
        <w:rPr>
          <w:rFonts w:ascii="Times New Roman" w:hAnsi="Times New Roman"/>
          <w:lang w:val="ru-RU"/>
        </w:rPr>
        <w:t xml:space="preserve">Заявителями на предоставление муниципальной услуги являются физические лица, юридические лица, а также их уполномоченные представители, обратившиеся в Администрацию за предоставлением им копий муниципальных правовых актов </w:t>
      </w:r>
      <w:r>
        <w:rPr>
          <w:rFonts w:ascii="Times New Roman" w:hAnsi="Times New Roman"/>
          <w:lang w:val="ru-RU"/>
        </w:rPr>
        <w:t xml:space="preserve">Волче-Вражского сельсовета </w:t>
      </w:r>
      <w:r w:rsidRPr="001B19CF">
        <w:rPr>
          <w:rFonts w:ascii="Times New Roman" w:hAnsi="Times New Roman"/>
          <w:lang w:val="ru-RU"/>
        </w:rPr>
        <w:t>Тамалинского района Пензенской области, чьи права и интересы непосредственно затрагиваются в запрашиваемых муниципальных правовых актах.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1.3. Требования к порядку информирования о предоставлении муниципальной услуги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1.3.1. Информирование о предоставлении Администрацией муниципальной услуги осуществляется: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-непосредственно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-в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 коммуникационных технологий;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-посредством использования телефонной, почтовой связи, а также электронной почты;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BC4F35">
        <w:rPr>
          <w:rFonts w:ascii="Times New Roman" w:hAnsi="Times New Roman"/>
          <w:lang w:val="ru-RU"/>
        </w:rPr>
        <w:t xml:space="preserve">-посредством размещения информации на официальном сайте Администрации в информационно-телекоммуникационной сети «Интернет» </w:t>
      </w:r>
      <w:r w:rsidRPr="00F44020">
        <w:rPr>
          <w:rFonts w:ascii="Times New Roman" w:hAnsi="Times New Roman"/>
          <w:u w:val="single"/>
          <w:lang w:eastAsia="ru-RU"/>
        </w:rPr>
        <w:t>test</w:t>
      </w:r>
      <w:r w:rsidRPr="00BC4F35">
        <w:rPr>
          <w:rFonts w:ascii="Times New Roman" w:hAnsi="Times New Roman"/>
          <w:u w:val="single"/>
          <w:lang w:val="ru-RU" w:eastAsia="ru-RU"/>
        </w:rPr>
        <w:t>.</w:t>
      </w:r>
      <w:r w:rsidRPr="00F44020">
        <w:rPr>
          <w:rFonts w:ascii="Times New Roman" w:hAnsi="Times New Roman"/>
          <w:u w:val="single"/>
          <w:lang w:eastAsia="ru-RU"/>
        </w:rPr>
        <w:t>volchevrazhsky</w:t>
      </w:r>
      <w:r w:rsidRPr="00BC4F35">
        <w:rPr>
          <w:rFonts w:ascii="Times New Roman" w:hAnsi="Times New Roman"/>
          <w:u w:val="single"/>
          <w:lang w:val="ru-RU" w:eastAsia="ru-RU"/>
        </w:rPr>
        <w:t>.</w:t>
      </w:r>
      <w:r w:rsidRPr="00F44020">
        <w:rPr>
          <w:rFonts w:ascii="Times New Roman" w:hAnsi="Times New Roman"/>
          <w:u w:val="single"/>
          <w:lang w:eastAsia="ru-RU"/>
        </w:rPr>
        <w:t>tamala</w:t>
      </w:r>
      <w:r w:rsidRPr="00BC4F35">
        <w:rPr>
          <w:rFonts w:ascii="Times New Roman" w:hAnsi="Times New Roman"/>
          <w:u w:val="single"/>
          <w:lang w:val="ru-RU" w:eastAsia="ru-RU"/>
        </w:rPr>
        <w:t>.</w:t>
      </w:r>
      <w:r w:rsidRPr="00F44020">
        <w:rPr>
          <w:rFonts w:ascii="Times New Roman" w:hAnsi="Times New Roman"/>
          <w:u w:val="single"/>
          <w:lang w:eastAsia="ru-RU"/>
        </w:rPr>
        <w:t>pnzreg</w:t>
      </w:r>
      <w:r w:rsidRPr="00BC4F35">
        <w:rPr>
          <w:rFonts w:ascii="Times New Roman" w:hAnsi="Times New Roman"/>
          <w:u w:val="single"/>
          <w:lang w:val="ru-RU" w:eastAsia="ru-RU"/>
        </w:rPr>
        <w:t>.</w:t>
      </w:r>
      <w:r w:rsidRPr="00F44020">
        <w:rPr>
          <w:rFonts w:ascii="Times New Roman" w:hAnsi="Times New Roman"/>
          <w:u w:val="single"/>
          <w:lang w:eastAsia="ru-RU"/>
        </w:rPr>
        <w:t>ru</w:t>
      </w:r>
      <w:r w:rsidRPr="00BC4F35">
        <w:rPr>
          <w:rFonts w:ascii="Times New Roman" w:hAnsi="Times New Roman"/>
          <w:lang w:val="ru-RU"/>
        </w:rPr>
        <w:t xml:space="preserve">  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r w:rsidRPr="00BC4F35">
        <w:rPr>
          <w:rFonts w:ascii="Times New Roman" w:hAnsi="Times New Roman"/>
          <w:lang w:val="ru-RU" w:eastAsia="ru-RU"/>
        </w:rPr>
        <w:t>(</w:t>
      </w:r>
      <w:r w:rsidRPr="001B19CF">
        <w:rPr>
          <w:rFonts w:ascii="Times New Roman" w:hAnsi="Times New Roman"/>
        </w:rPr>
        <w:t>https</w:t>
      </w:r>
      <w:r w:rsidRPr="00BC4F35">
        <w:rPr>
          <w:rFonts w:ascii="Times New Roman" w:hAnsi="Times New Roman"/>
          <w:lang w:val="ru-RU"/>
        </w:rPr>
        <w:t>://</w:t>
      </w:r>
      <w:r w:rsidRPr="001B19CF">
        <w:rPr>
          <w:rFonts w:ascii="Times New Roman" w:hAnsi="Times New Roman"/>
        </w:rPr>
        <w:t>gosuslugi</w:t>
      </w:r>
      <w:r w:rsidRPr="00BC4F35">
        <w:rPr>
          <w:rFonts w:ascii="Times New Roman" w:hAnsi="Times New Roman"/>
          <w:lang w:val="ru-RU"/>
        </w:rPr>
        <w:t>.</w:t>
      </w:r>
      <w:r w:rsidRPr="001B19CF">
        <w:rPr>
          <w:rFonts w:ascii="Times New Roman" w:hAnsi="Times New Roman"/>
        </w:rPr>
        <w:t>ru</w:t>
      </w:r>
      <w:r w:rsidRPr="00BC4F35">
        <w:rPr>
          <w:rFonts w:ascii="Times New Roman" w:hAnsi="Times New Roman"/>
          <w:lang w:val="ru-RU"/>
        </w:rPr>
        <w:t xml:space="preserve">) (далее - Единый портал) и (или) в информационной системе «Региональный портал государственных и муниципальных услуг Пензенской области» </w:t>
      </w:r>
      <w:r w:rsidRPr="00BC4F35">
        <w:rPr>
          <w:rFonts w:ascii="Times New Roman" w:hAnsi="Times New Roman"/>
          <w:lang w:val="ru-RU" w:eastAsia="ru-RU"/>
        </w:rPr>
        <w:t>(</w:t>
      </w:r>
      <w:r w:rsidRPr="001B19CF">
        <w:rPr>
          <w:rFonts w:ascii="Times New Roman" w:hAnsi="Times New Roman"/>
        </w:rPr>
        <w:t>https</w:t>
      </w:r>
      <w:r w:rsidRPr="00BC4F35">
        <w:rPr>
          <w:rFonts w:ascii="Times New Roman" w:hAnsi="Times New Roman"/>
          <w:lang w:val="ru-RU"/>
        </w:rPr>
        <w:t>://</w:t>
      </w:r>
      <w:r w:rsidRPr="001B19CF">
        <w:rPr>
          <w:rFonts w:ascii="Times New Roman" w:hAnsi="Times New Roman"/>
        </w:rPr>
        <w:t>gosuslugi</w:t>
      </w:r>
      <w:r w:rsidRPr="00BC4F35">
        <w:rPr>
          <w:rFonts w:ascii="Times New Roman" w:hAnsi="Times New Roman"/>
          <w:lang w:val="ru-RU"/>
        </w:rPr>
        <w:t>.</w:t>
      </w:r>
      <w:r w:rsidRPr="001B19CF">
        <w:rPr>
          <w:rFonts w:ascii="Times New Roman" w:hAnsi="Times New Roman"/>
        </w:rPr>
        <w:t>pnzreg</w:t>
      </w:r>
      <w:r w:rsidRPr="00BC4F35">
        <w:rPr>
          <w:rFonts w:ascii="Times New Roman" w:hAnsi="Times New Roman"/>
          <w:lang w:val="ru-RU"/>
        </w:rPr>
        <w:t>.</w:t>
      </w:r>
      <w:r w:rsidRPr="001B19CF">
        <w:rPr>
          <w:rFonts w:ascii="Times New Roman" w:hAnsi="Times New Roman"/>
        </w:rPr>
        <w:t>ru</w:t>
      </w:r>
      <w:r w:rsidRPr="00BC4F35">
        <w:rPr>
          <w:rFonts w:ascii="Times New Roman" w:hAnsi="Times New Roman"/>
          <w:lang w:val="ru-RU" w:eastAsia="ru-RU"/>
        </w:rPr>
        <w:t>)</w:t>
      </w:r>
      <w:r w:rsidRPr="00BC4F35">
        <w:rPr>
          <w:rFonts w:ascii="Times New Roman" w:hAnsi="Times New Roman"/>
          <w:lang w:val="ru-RU"/>
        </w:rPr>
        <w:t xml:space="preserve"> (далее — Региональный портал).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 xml:space="preserve">1.3.2. Справочная информация (место нахождения Администрации, график работы, телефоны, адрес официального сайта, электронной почты) размещается на информационных стендах в помещениях Администрации, на официальном сайте </w:t>
      </w:r>
      <w:r w:rsidRPr="00BC4F35">
        <w:rPr>
          <w:rFonts w:ascii="Times New Roman" w:hAnsi="Times New Roman"/>
          <w:lang w:val="ru-RU"/>
        </w:rPr>
        <w:t>Администрации в информационно-телекоммуникационной сети «Интернет», на Едином портале, на Региональном портале.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1.3.3.На Едином портале и Региональном портале, официальном сайте размещается следующая информация: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1) </w:t>
      </w:r>
      <w:r w:rsidRPr="00BC4F35">
        <w:rPr>
          <w:rFonts w:ascii="Times New Roman" w:hAnsi="Times New Roman"/>
          <w:lang w:val="ru-RU"/>
        </w:rPr>
        <w:t xml:space="preserve"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</w:t>
      </w:r>
      <w:r>
        <w:rPr>
          <w:rFonts w:ascii="Times New Roman" w:hAnsi="Times New Roman"/>
          <w:lang w:val="ru-RU"/>
        </w:rPr>
        <w:t>собственной инициативе;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2) </w:t>
      </w:r>
      <w:r w:rsidRPr="00BC4F35">
        <w:rPr>
          <w:rFonts w:ascii="Times New Roman" w:hAnsi="Times New Roman"/>
          <w:lang w:val="ru-RU"/>
        </w:rPr>
        <w:t>круг заявителей;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3) </w:t>
      </w:r>
      <w:r w:rsidRPr="00BC4F35">
        <w:rPr>
          <w:rFonts w:ascii="Times New Roman" w:hAnsi="Times New Roman"/>
          <w:lang w:val="ru-RU"/>
        </w:rPr>
        <w:t>размер платы, взимаемой с заявителя при предоставлении муниципальной услуги;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4) </w:t>
      </w:r>
      <w:r w:rsidRPr="00BC4F35">
        <w:rPr>
          <w:rFonts w:ascii="Times New Roman" w:hAnsi="Times New Roman"/>
          <w:lang w:val="ru-RU"/>
        </w:rPr>
        <w:t>срок предоставления муниципальной услуги;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5) </w:t>
      </w:r>
      <w:r w:rsidRPr="00BC4F35">
        <w:rPr>
          <w:rFonts w:ascii="Times New Roman" w:hAnsi="Times New Roman"/>
          <w:lang w:val="ru-RU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6) </w:t>
      </w:r>
      <w:r w:rsidRPr="00BC4F35">
        <w:rPr>
          <w:rFonts w:ascii="Times New Roman" w:hAnsi="Times New Roman"/>
          <w:lang w:val="ru-RU"/>
        </w:rPr>
        <w:t>исчерпывающий перечень оснований для приостановления или отказа в предоставлении муниципальной услуги;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7) </w:t>
      </w:r>
      <w:r w:rsidRPr="00BC4F35">
        <w:rPr>
          <w:rFonts w:ascii="Times New Roman" w:hAnsi="Times New Roman"/>
          <w:lang w:val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8) формы заявлений (уведомлений, сообщений), используемые при предоставлении муниципальной услуги,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</w:t>
      </w:r>
      <w:r w:rsidRPr="00BC4F35">
        <w:rPr>
          <w:rFonts w:ascii="Times New Roman" w:hAnsi="Times New Roman"/>
          <w:lang w:val="ru-RU"/>
        </w:rPr>
        <w:t>Информация о порядке и сроках предоставления муниципаль</w:t>
      </w:r>
      <w:r>
        <w:rPr>
          <w:rFonts w:ascii="Times New Roman" w:hAnsi="Times New Roman"/>
          <w:lang w:val="ru-RU"/>
        </w:rPr>
        <w:t>ной услуги посредством Единого п</w:t>
      </w:r>
      <w:r w:rsidRPr="00BC4F35">
        <w:rPr>
          <w:rFonts w:ascii="Times New Roman" w:hAnsi="Times New Roman"/>
          <w:lang w:val="ru-RU"/>
        </w:rPr>
        <w:t>ортала, Регионального портала, а также на официальном сайте Администрации предоставляется заявителю бесплатно.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</w:t>
      </w:r>
      <w:r w:rsidRPr="00BC4F35">
        <w:rPr>
          <w:rFonts w:ascii="Times New Roman" w:hAnsi="Times New Roman"/>
          <w:lang w:val="ru-RU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</w:t>
      </w:r>
      <w:r>
        <w:rPr>
          <w:rFonts w:ascii="Times New Roman" w:hAnsi="Times New Roman"/>
          <w:lang w:val="ru-RU"/>
        </w:rPr>
        <w:t xml:space="preserve"> соглашения с правообладателем п</w:t>
      </w:r>
      <w:r w:rsidRPr="00BC4F35">
        <w:rPr>
          <w:rFonts w:ascii="Times New Roman" w:hAnsi="Times New Roman"/>
          <w:lang w:val="ru-RU"/>
        </w:rPr>
        <w:t>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1.3.4. Заявители вправе получить — муниципальную услугу через Многофункциональный центр предоставления государственных и муниципальных услуг (Многофункциональный центр предоставления государственных и муниципальных услуг в Тамалинском районе Пензенской области) (далее - МФЦ)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Справочная информация о МФЦ размещается на официальном сайте Администрации.</w:t>
      </w:r>
    </w:p>
    <w:p w:rsidR="0078541C" w:rsidRPr="00784301" w:rsidRDefault="0078541C" w:rsidP="00D80A0D">
      <w:pPr>
        <w:pStyle w:val="FirstParagraph"/>
        <w:jc w:val="center"/>
        <w:rPr>
          <w:rFonts w:ascii="Times New Roman" w:hAnsi="Times New Roman"/>
          <w:b/>
          <w:lang w:val="ru-RU"/>
        </w:rPr>
      </w:pPr>
      <w:r w:rsidRPr="001B19CF">
        <w:rPr>
          <w:rFonts w:ascii="Times New Roman" w:hAnsi="Times New Roman"/>
          <w:b/>
        </w:rPr>
        <w:t>II</w:t>
      </w:r>
      <w:r w:rsidRPr="00784301">
        <w:rPr>
          <w:rFonts w:ascii="Times New Roman" w:hAnsi="Times New Roman"/>
          <w:b/>
          <w:lang w:val="ru-RU"/>
        </w:rPr>
        <w:t>. Стандарт предоставления муниципальной услуги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BC4F35">
        <w:rPr>
          <w:rFonts w:ascii="Times New Roman" w:hAnsi="Times New Roman"/>
          <w:lang w:val="ru-RU"/>
        </w:rPr>
        <w:t>2.1.Наи</w:t>
      </w:r>
      <w:r>
        <w:rPr>
          <w:rFonts w:ascii="Times New Roman" w:hAnsi="Times New Roman"/>
          <w:lang w:val="ru-RU"/>
        </w:rPr>
        <w:t xml:space="preserve">менование муниципальной услуги. </w:t>
      </w:r>
      <w:r w:rsidRPr="00BC4F35">
        <w:rPr>
          <w:rFonts w:ascii="Times New Roman" w:hAnsi="Times New Roman"/>
          <w:lang w:val="ru-RU"/>
        </w:rPr>
        <w:t>Выдача копий муниципальных правовых</w:t>
      </w:r>
      <w:r>
        <w:rPr>
          <w:rFonts w:ascii="Times New Roman" w:hAnsi="Times New Roman"/>
          <w:lang w:val="ru-RU"/>
        </w:rPr>
        <w:t xml:space="preserve"> актов</w:t>
      </w:r>
      <w:r w:rsidRPr="00BC4F35">
        <w:rPr>
          <w:rFonts w:ascii="Times New Roman" w:hAnsi="Times New Roman"/>
          <w:lang w:val="ru-RU"/>
        </w:rPr>
        <w:t>.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BC4F35">
        <w:rPr>
          <w:rFonts w:ascii="Times New Roman" w:hAnsi="Times New Roman"/>
          <w:lang w:val="ru-RU"/>
        </w:rPr>
        <w:t xml:space="preserve"> Краткое наименование муниципальной услуги не предусмотрено. 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BC4F35">
        <w:rPr>
          <w:rFonts w:ascii="Times New Roman" w:hAnsi="Times New Roman"/>
          <w:lang w:val="ru-RU"/>
        </w:rPr>
        <w:t>2.2.Наименование органа местного самоуправления, предоставляющего</w:t>
      </w:r>
      <w:r>
        <w:rPr>
          <w:rFonts w:ascii="Times New Roman" w:hAnsi="Times New Roman"/>
          <w:lang w:val="ru-RU"/>
        </w:rPr>
        <w:t xml:space="preserve"> </w:t>
      </w:r>
      <w:r w:rsidRPr="00BC4F35">
        <w:rPr>
          <w:rFonts w:ascii="Times New Roman" w:hAnsi="Times New Roman"/>
          <w:lang w:val="ru-RU"/>
        </w:rPr>
        <w:t>муниципальную услугу</w:t>
      </w:r>
      <w:r>
        <w:rPr>
          <w:rFonts w:ascii="Times New Roman" w:hAnsi="Times New Roman"/>
          <w:lang w:val="ru-RU"/>
        </w:rPr>
        <w:t>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Предоставление муниципальной услуги осуществляет Администрация.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2.3.</w:t>
      </w:r>
      <w:r>
        <w:rPr>
          <w:rFonts w:ascii="Times New Roman" w:hAnsi="Times New Roman"/>
          <w:lang w:val="ru-RU"/>
        </w:rPr>
        <w:t xml:space="preserve"> </w:t>
      </w:r>
      <w:r w:rsidRPr="00784301">
        <w:rPr>
          <w:rFonts w:ascii="Times New Roman" w:hAnsi="Times New Roman"/>
          <w:lang w:val="ru-RU"/>
        </w:rPr>
        <w:t>Результат предоставления муниципальной услуги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Результатом предоставления заявителю муниципальной услуги является: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BC4F35">
        <w:rPr>
          <w:rFonts w:ascii="Times New Roman" w:hAnsi="Times New Roman"/>
          <w:lang w:val="ru-RU"/>
        </w:rPr>
        <w:t>выдача копии муниципального правового акта;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1B19CF">
        <w:rPr>
          <w:rFonts w:ascii="Times New Roman" w:hAnsi="Times New Roman"/>
          <w:lang w:val="ru-RU"/>
        </w:rPr>
        <w:t>уведомление об отказе в предоставлении копии муниципального правового акта;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BC4F35">
        <w:rPr>
          <w:rFonts w:ascii="Times New Roman" w:hAnsi="Times New Roman"/>
          <w:lang w:val="ru-RU"/>
        </w:rPr>
        <w:t>уведомление об отсутствии запрашиваемого муниципального правового акта.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2.4.</w:t>
      </w:r>
      <w:r>
        <w:rPr>
          <w:rFonts w:ascii="Times New Roman" w:hAnsi="Times New Roman"/>
          <w:lang w:val="ru-RU"/>
        </w:rPr>
        <w:t xml:space="preserve"> </w:t>
      </w:r>
      <w:r w:rsidRPr="001B19CF">
        <w:rPr>
          <w:rFonts w:ascii="Times New Roman" w:hAnsi="Times New Roman"/>
          <w:lang w:val="ru-RU"/>
        </w:rPr>
        <w:t>Сроки предоставления муниципальной услуги</w:t>
      </w:r>
    </w:p>
    <w:p w:rsidR="0078541C" w:rsidRPr="00F15EC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</w:t>
      </w:r>
      <w:r w:rsidRPr="00F15EC1">
        <w:rPr>
          <w:rFonts w:ascii="Times New Roman" w:hAnsi="Times New Roman"/>
          <w:lang w:val="ru-RU"/>
        </w:rPr>
        <w:t>Срок предоставления муниципальной услуги составляет 10 рабочих дней со дня регистрации заявления о предоставлении копии муниципального правового акта.</w:t>
      </w:r>
    </w:p>
    <w:p w:rsidR="0078541C" w:rsidRPr="00BC4F35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BC4F35">
        <w:rPr>
          <w:rFonts w:ascii="Times New Roman" w:hAnsi="Times New Roman"/>
          <w:lang w:val="ru-RU"/>
        </w:rPr>
        <w:t>2.5.</w:t>
      </w:r>
      <w:r>
        <w:rPr>
          <w:rFonts w:ascii="Times New Roman" w:hAnsi="Times New Roman"/>
          <w:lang w:val="ru-RU"/>
        </w:rPr>
        <w:t xml:space="preserve"> </w:t>
      </w:r>
      <w:r w:rsidRPr="00BC4F35">
        <w:rPr>
          <w:rFonts w:ascii="Times New Roman" w:hAnsi="Times New Roman"/>
          <w:lang w:val="ru-RU"/>
        </w:rPr>
        <w:t>Правовые основания для предоставления муниципальной услуги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2.5.1. Перечень нормативных правовых актов (с указанием их реквизитов и источников официального опубликования), регулирующих предоставление муниципальной услуги, размещается на официальном сайте Администрации, на Едином портале, на Региональном портале. Администрация обеспечивает размещение и актуализацию перечня нормативных правовых актов на официальном сайте Администрации.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2.5.2.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 и считает необходимыми для предоставления муниципальной услуги.</w:t>
      </w:r>
    </w:p>
    <w:p w:rsidR="0078541C" w:rsidRPr="00F15EC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 xml:space="preserve">2.5.3. Муниципальная услуга предоставляется на основании заявления по форме согласно Приложению  </w:t>
      </w:r>
      <w:r w:rsidRPr="00F15EC1">
        <w:rPr>
          <w:rFonts w:ascii="Times New Roman" w:hAnsi="Times New Roman"/>
          <w:lang w:val="ru-RU"/>
        </w:rPr>
        <w:t>к Административному регламенту:</w:t>
      </w:r>
    </w:p>
    <w:p w:rsidR="0078541C" w:rsidRPr="00F15EC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F15EC1">
        <w:rPr>
          <w:rFonts w:ascii="Times New Roman" w:hAnsi="Times New Roman"/>
          <w:lang w:val="ru-RU"/>
        </w:rPr>
        <w:t>для граждан (физических лиц) в заявлении указывается: фамилия, имя, отчество (при наличии), место жительства, реквизиты документа, удостоверяющего личность, почтовый адрес и (или) адрес электронной почты заявителя, подпись и дата;</w:t>
      </w:r>
    </w:p>
    <w:p w:rsidR="0078541C" w:rsidRPr="00F15EC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F15EC1">
        <w:rPr>
          <w:rFonts w:ascii="Times New Roman" w:hAnsi="Times New Roman"/>
          <w:lang w:val="ru-RU"/>
        </w:rPr>
        <w:t>для представителя, уполномоченного на осуществление действий от имени заявителя, наличие доверенности;</w:t>
      </w:r>
    </w:p>
    <w:p w:rsidR="0078541C" w:rsidRPr="00F15EC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F15EC1">
        <w:rPr>
          <w:rFonts w:ascii="Times New Roman" w:hAnsi="Times New Roman"/>
          <w:lang w:val="ru-RU"/>
        </w:rPr>
        <w:t>для юридического лица за подписью уполномоченного лица указывается почтовый адрес и (или) адрес электронной почты, наименование и место нахождения юридического лица.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2.5.4. Требования к заявлению:</w:t>
      </w:r>
    </w:p>
    <w:p w:rsidR="0078541C" w:rsidRPr="00F15EC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F15EC1">
        <w:rPr>
          <w:rFonts w:ascii="Times New Roman" w:hAnsi="Times New Roman"/>
          <w:lang w:val="ru-RU"/>
        </w:rPr>
        <w:t>заявление должно быть подписано заявителем, либо его уполномоченным представителем;</w:t>
      </w:r>
    </w:p>
    <w:p w:rsidR="0078541C" w:rsidRPr="00F15EC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 текст заявления должен подд</w:t>
      </w:r>
      <w:r w:rsidRPr="00F15EC1">
        <w:rPr>
          <w:rFonts w:ascii="Times New Roman" w:hAnsi="Times New Roman"/>
          <w:lang w:val="ru-RU"/>
        </w:rPr>
        <w:t>аваться прочтению;</w:t>
      </w:r>
    </w:p>
    <w:p w:rsidR="0078541C" w:rsidRPr="00F15EC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F15EC1">
        <w:rPr>
          <w:rFonts w:ascii="Times New Roman" w:hAnsi="Times New Roman"/>
          <w:lang w:val="ru-RU"/>
        </w:rPr>
        <w:t>в заявлении не должно содержаться нецензурных либо оскорбительных выражений, угрозы жизни, здоровью и имуществу должностного лица, муниципального служащего, а также членов его семьи;</w:t>
      </w:r>
    </w:p>
    <w:p w:rsidR="0078541C" w:rsidRPr="00F15EC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F15EC1">
        <w:rPr>
          <w:rFonts w:ascii="Times New Roman" w:hAnsi="Times New Roman"/>
          <w:lang w:val="ru-RU"/>
        </w:rPr>
        <w:t>заявление не должно содержать исправлений, подчисток либо приписок, зачеркнутых слов, а также серьезных повреждений, не позволяющих однозначно истолковывать его содержание;</w:t>
      </w:r>
    </w:p>
    <w:p w:rsidR="0078541C" w:rsidRPr="00F15EC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F15EC1">
        <w:rPr>
          <w:rFonts w:ascii="Times New Roman" w:hAnsi="Times New Roman"/>
          <w:lang w:val="ru-RU"/>
        </w:rPr>
        <w:t>использование корректирующих средств для исправления в заявлении не допускается.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Также в заявлении указывается вид, название, номер, дата муниципального правового акта (при наличии информации у заявителя).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Заявитель вправе предоставить иные документы по собственной инициативе, которые он считает необходимыми для представления муниципальной услуги.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2.5.5.Заявитель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а) лично по местонахождению Администрации;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б) посредством почтовой связи в Администрацию;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в) в форме электронного документа, подписанного простой электронной подписью, посредством Регионального портала;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г) на бумажном носителе через МФЦ.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2.5.6. Формирование заявления в электронной форме осуществляется посредством заполнения интерактивной формы запроса на Региональном портале, без необходимости дополнительной подачи заявления в какой-либо иной форме.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Образцы заполнения электронной формы заявления размещаются на Региональном портале.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78541C" w:rsidRPr="00D80A0D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D80A0D">
        <w:rPr>
          <w:rFonts w:ascii="Times New Roman" w:hAnsi="Times New Roman"/>
          <w:lang w:val="ru-RU"/>
        </w:rPr>
        <w:t>2.5.7. При формировании заявления обеспечивается: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а)  возможность копирования и сохранения запроса и иных документов, указанных в пункте 2.5.2. Административного регламента, необходимых для предоставления муниципальной услуги;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б) возможность печати па бумажном носителе копии электронной формы заявления;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г)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сведений. отсутствующих в ЕСИА;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е) возможность доступа заявителя на Региональном портале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2.6. Исчерпывающий перечень оснований для отказа в приеме документов, необходимых для предоставления муниципальной услуги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Основания для отказа в приеме документов не предусмотрены.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2.7. Исчерпывающий перечень оснований для отказа в предоставлении муниципальной услуги и (или) приостановления предоставления муниципальной услуги.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2.7.1.Основаниями для отказа предоставления муниципальной услуги, являются: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несоблюдение требований, установленных пунктом 2.5.4. Административного регламента;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в случае обращения заявителя о выдаче копий документов, не затрагивающих его права и свободы (с целью соблюдения прав других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репутации);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в случае, если указанная информация отнесена в установленном федеральным законом порядке к сведениям, составляющим государственную или иную охраняемую законом тайну;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отсутствие необходимых архивных документов.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2.7.2. Основания для приостановления предоставления муниципальной услуги не предусмотрены.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2.8. Размер платы, взимаемой с заявителя при предоставлении муниципальной услуги, и способы её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области, муниципальными правовыми актами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Муниципальная услуга предоставляется бесплатно.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2.9.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Максимальный срок ожидания в очереди при подаче заявления и при получении результата предоставления муниципальной услуги - 15 минут.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2.10. Срок регистрации заявления о предоставлении муниципальной услуги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Регистрация заявления о предоставлении муниципальной услуги, направленного на бумажном носителе, осуществляется в день поступления.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Регистрация заявления о предоставлении муниципальной услуги, направленного в форме электронного документа с использованием Регионального портала, официального сайта осуществляется в автоматическом режиме.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2.11. Требования к помещениям, в которых предоставляется муниципальная услуга, к местам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© социальной защите инвалидов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2.11.1.Здания, в которых располагаются помещения Администрации, МФИ должны быть расположены с учетом транспортной и пешеходной доступности для заявителей.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Помещения Администрации МФЦ должны соответствовать санитарно- 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2.11.2. Предоставление муниципальной услуги осуществляется в специально выделенных для этой цели помещениях.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2.11.3. Помещения, в которых осуществляется предоставление муниципальной услуги, оборудуются:</w:t>
      </w:r>
    </w:p>
    <w:p w:rsidR="0078541C" w:rsidRPr="00927D8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927D8F">
        <w:rPr>
          <w:rFonts w:ascii="Times New Roman" w:hAnsi="Times New Roman"/>
          <w:lang w:val="ru-RU"/>
        </w:rPr>
        <w:t>информационными стендами, содержащими визуальную и текстовую информацию:</w:t>
      </w:r>
    </w:p>
    <w:p w:rsidR="0078541C" w:rsidRPr="00927D8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927D8F">
        <w:rPr>
          <w:rFonts w:ascii="Times New Roman" w:hAnsi="Times New Roman"/>
          <w:lang w:val="ru-RU"/>
        </w:rPr>
        <w:t>стульями и столами для возможности оформления документов.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2.11.4. Количество мест ожидания определяется исходя из фактической нагрузки и возможностей для их размещения в здании.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2.11.5.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2.11.6. Кабинеты приема заявителей должны иметь информационные таблички (вывески) с указанием:</w:t>
      </w:r>
    </w:p>
    <w:p w:rsidR="0078541C" w:rsidRPr="00927D8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927D8F">
        <w:rPr>
          <w:rFonts w:ascii="Times New Roman" w:hAnsi="Times New Roman"/>
          <w:lang w:val="ru-RU"/>
        </w:rPr>
        <w:t>номера кабинета;</w:t>
      </w:r>
    </w:p>
    <w:p w:rsidR="0078541C" w:rsidRPr="00927D8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927D8F">
        <w:rPr>
          <w:rFonts w:ascii="Times New Roman" w:hAnsi="Times New Roman"/>
          <w:lang w:val="ru-RU"/>
        </w:rPr>
        <w:t>фамилии, имени, отчества и должности специалиста.</w:t>
      </w:r>
    </w:p>
    <w:p w:rsidR="0078541C" w:rsidRPr="00927D8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Каждое рабочее место должно быть оборудовано персональным компь</w:t>
      </w:r>
      <w:r>
        <w:rPr>
          <w:rFonts w:ascii="Times New Roman" w:hAnsi="Times New Roman"/>
          <w:lang w:val="ru-RU"/>
        </w:rPr>
        <w:t xml:space="preserve">ютером с </w:t>
      </w:r>
      <w:r w:rsidRPr="00927D8F">
        <w:rPr>
          <w:rFonts w:ascii="Times New Roman" w:hAnsi="Times New Roman"/>
          <w:lang w:val="ru-RU"/>
        </w:rPr>
        <w:t>возможностью доступа к необходимым информационным ресурсам, а также печатающим, копирующим и сканирующим устройствами.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2.11.7. Помещения должны соответствовать требованиям пожарной, санитарно- 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2.11.8.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Администрация МФЦ обеспечивают инвалидам, включая — инвалидов, использующих кресла-коляски и собак-проводников: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условия для беспрепятственного доступа в здание Администрации, МФЦ и помещение, в котором предоставляется муниципальная услуга, 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 вход и выход из помещения оборудуются пандусами, расширенными проходами. позволяющими обеспечить беспрепятственный доступ инвалидов, включая инвалидов, использующих кресла-коляски, а также соответствующими указателями с автономными источниками бесперебойного питания;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возможность самостоятельного или с помощью сотрудников Администрации, МФЦ, предоставляющих муниципальную услугу, передвижения по территории, на которой расположено здание Администрации, МФЦ, входа в здание и выхода из него;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возможность посадки в транспортное средство и высадки из него перед входом в здание, в котором расположены Администрация, МФЦ, в том числе с использованием кресла-коляски и при необходимости с помощью сотрудников Администрации, МФИ, предоставляющих муниципальную услугу;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допуск на объекты собаки-проводника при наличии документа, подтверждающего ее специальное обучение и выдаваемое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 xml:space="preserve">оборудование на территории, прилегающей к зданию, в котором расположены Администрации, МФЦ, бесплатных мест для парковки автотранспортных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</w:t>
      </w:r>
      <w:r w:rsidRPr="001B19CF">
        <w:rPr>
          <w:rFonts w:ascii="Times New Roman" w:hAnsi="Times New Roman"/>
        </w:rPr>
        <w:t>I</w:t>
      </w:r>
      <w:r w:rsidRPr="000A3CD4">
        <w:rPr>
          <w:rFonts w:ascii="Times New Roman" w:hAnsi="Times New Roman"/>
          <w:lang w:val="ru-RU"/>
        </w:rPr>
        <w:t>,</w:t>
      </w:r>
      <w:r w:rsidRPr="001B19CF">
        <w:rPr>
          <w:rFonts w:ascii="Times New Roman" w:hAnsi="Times New Roman"/>
        </w:rPr>
        <w:t>II</w:t>
      </w:r>
      <w:r w:rsidRPr="000A3CD4">
        <w:rPr>
          <w:rFonts w:ascii="Times New Roman" w:hAnsi="Times New Roman"/>
          <w:lang w:val="ru-RU"/>
        </w:rPr>
        <w:t xml:space="preserve"> групп, а также инвалидами </w:t>
      </w:r>
      <w:r w:rsidRPr="001B19CF">
        <w:rPr>
          <w:rFonts w:ascii="Times New Roman" w:hAnsi="Times New Roman"/>
        </w:rPr>
        <w:t>III</w:t>
      </w:r>
      <w:r w:rsidRPr="000A3CD4">
        <w:rPr>
          <w:rFonts w:ascii="Times New Roman" w:hAnsi="Times New Roman"/>
          <w:lang w:val="ru-RU"/>
        </w:rPr>
        <w:t xml:space="preserve">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должны занимать иные транспортные средства);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дублирование звуковой и зрительной информации, а также надписей, знаков и иной текстовой и графической информации, выполненными рельефно-точечным шрифтов Брайля;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социальной, инженерной и транспортной инфраструктур и к услугам с учетом ограничений их жизнедеятельности;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 xml:space="preserve">оказание сотрудниками Администрации МФЦ, — предоставляющими муниципальную услугу, помощи инвалидам в преодолении барьеров, мешающих получению ими услуг наравне с другими лицами. 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2.12. Показатели доступности и качества муниципальной услуги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2.12.1. Показателями доступности предоставления муниципальной услуги являются: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возможность получения заявителем информации о ходе предоставления муниципальной услуги с использованием Регионального портала, официального сайта Администрации;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транспортная или пешая доступность к местам предоставления муниципальной услуги;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соблюдение требований административного регламента о порядке информирования об оказании муниципальной услуги.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2.12.2. Показателями качества предоставления муниципальной услуги являются отсутствие: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очередей при приеме и выдаче документов заявителям (их представителям);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нарушений сроков предоставления муниципальной услуги;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обоснованных жалоб заявителей на действия (бездействие) и решения, осуществляемые (принимаемые) в ходе предоставления муниципальной услуги.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2.13.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При обращении заявителя в МФЦ обеспечивается передача заявления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При предоставлении муниципальной услуги в электронной форме посредством Регионального портала заявителю обеспечивается: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а) получение информации о порядке и сроках предоставления муниципальной услуги;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б) формирование заявления о предоставлении муниципальной услуги;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в) прием и регистрация Администрацией заявления и иных документов, необходимых для предоставления муниципальной услуги;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г) получение сведений о ходе выполнения;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д)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Заявитель имеет возможность п</w:t>
      </w:r>
      <w:r>
        <w:rPr>
          <w:rFonts w:ascii="Times New Roman" w:hAnsi="Times New Roman"/>
          <w:lang w:val="ru-RU"/>
        </w:rPr>
        <w:t>олучения информации о ходе выпо</w:t>
      </w:r>
      <w:r w:rsidRPr="00784301">
        <w:rPr>
          <w:rFonts w:ascii="Times New Roman" w:hAnsi="Times New Roman"/>
          <w:lang w:val="ru-RU"/>
        </w:rPr>
        <w:t>лнения заявления (предоставления муниципальной услуги).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78541C" w:rsidRPr="00784301" w:rsidRDefault="0078541C" w:rsidP="00D80A0D">
      <w:pPr>
        <w:pStyle w:val="FirstParagraph"/>
        <w:jc w:val="center"/>
        <w:rPr>
          <w:rFonts w:ascii="Times New Roman" w:hAnsi="Times New Roman"/>
          <w:b/>
          <w:lang w:val="ru-RU"/>
        </w:rPr>
      </w:pPr>
      <w:r w:rsidRPr="000A3CD4">
        <w:rPr>
          <w:rFonts w:ascii="Times New Roman" w:hAnsi="Times New Roman"/>
          <w:b/>
        </w:rPr>
        <w:t>III</w:t>
      </w:r>
      <w:r w:rsidRPr="00784301">
        <w:rPr>
          <w:rFonts w:ascii="Times New Roman" w:hAnsi="Times New Roman"/>
          <w:b/>
          <w:lang w:val="ru-RU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0A3CD4">
        <w:rPr>
          <w:rFonts w:ascii="Times New Roman" w:hAnsi="Times New Roman"/>
          <w:lang w:val="ru-RU"/>
        </w:rPr>
        <w:t xml:space="preserve">3.1.Описание </w:t>
      </w:r>
      <w:r>
        <w:rPr>
          <w:rFonts w:ascii="Times New Roman" w:hAnsi="Times New Roman"/>
          <w:lang w:val="ru-RU"/>
        </w:rPr>
        <w:t>п</w:t>
      </w:r>
      <w:r w:rsidRPr="000A3CD4">
        <w:rPr>
          <w:rFonts w:ascii="Times New Roman" w:hAnsi="Times New Roman"/>
          <w:lang w:val="ru-RU"/>
        </w:rPr>
        <w:t>оследовательности действий при предоставлении муниципальной услуги.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Организация предоставления муниципальной услуги включает в себя следующие административные процедуры: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прием и регистрация заявления в день обращения (1 рабочий день);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 xml:space="preserve">визирование Главой </w:t>
      </w:r>
      <w:r>
        <w:rPr>
          <w:rFonts w:ascii="Times New Roman" w:hAnsi="Times New Roman"/>
          <w:lang w:val="ru-RU"/>
        </w:rPr>
        <w:t>а</w:t>
      </w:r>
      <w:r w:rsidRPr="000A3CD4">
        <w:rPr>
          <w:rFonts w:ascii="Times New Roman" w:hAnsi="Times New Roman"/>
          <w:lang w:val="ru-RU"/>
        </w:rPr>
        <w:t xml:space="preserve">дминистрации </w:t>
      </w:r>
      <w:r>
        <w:rPr>
          <w:rFonts w:ascii="Times New Roman" w:hAnsi="Times New Roman"/>
          <w:lang w:val="ru-RU"/>
        </w:rPr>
        <w:t xml:space="preserve">Волче-Вражского сельсовета </w:t>
      </w:r>
      <w:r w:rsidRPr="000A3CD4">
        <w:rPr>
          <w:rFonts w:ascii="Times New Roman" w:hAnsi="Times New Roman"/>
          <w:lang w:val="ru-RU"/>
        </w:rPr>
        <w:t>Тамалинского района Пензенской области  (далее - Глава администрации) и передача на исполнение (2 рабочих дня);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подготовка копии муниципального правового акта либо уведомления об отказе в предоставлении копии, отсутствии запрашиваемого муниципального правового акта, регистрация ответа (3 рабочих дня);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направление заявителю результата предоставления муниципальной услуги (1 рабочий день).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3.1.1. Прием, регистрация заявления.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Основанием для начала административной процедуры «Прием и регистрация заявления» является направление заявителем (представителем) в Администрацию заявления в письменной форме лично, по почте, либо в электронном виде посредством Регионального портала, либо через МФЦ.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Административная процедура включает в себя следующие административные действия: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 xml:space="preserve">прием уполномоченным лицом </w:t>
      </w:r>
      <w:r>
        <w:rPr>
          <w:rFonts w:ascii="Times New Roman" w:hAnsi="Times New Roman"/>
          <w:lang w:val="ru-RU"/>
        </w:rPr>
        <w:t>администрации или МФЦ заявления</w:t>
      </w:r>
      <w:r w:rsidRPr="000A3CD4">
        <w:rPr>
          <w:rFonts w:ascii="Times New Roman" w:hAnsi="Times New Roman"/>
          <w:lang w:val="ru-RU"/>
        </w:rPr>
        <w:t>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регистрация полученного заявления в журнале регистрации;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направление заявителю уведомления о приеме заявления к рассмотрению или мотивированный отказ в его рассмотрении.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При личном обращении заявителя уполномоченное лицо, ответственное за прием, принимает заявление, присваивает регистрационный номер и вносит в журнал регистрации входящей документации,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При поступлении заявления по почте уполномоченное лицо, ответственное за прием и регистрацию заявлений, вскрывает конверт и регистрирует заявление и документы (при наличии} в журнале регистрации входящей документации.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При поступлении заявления от курьера МФЦ уполномоченное лицо, ответственное за прием документов, принимает заявление по описи, проверяет их соответствие и комплектность и регистрирует заявление в журнале регистрации входящей документации.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 xml:space="preserve">При получении посредством Регионального портала заявления и документов в электронной форме в автоматическом режиме осуществляется форматно-логический контроль заявления. </w:t>
      </w:r>
      <w:r w:rsidRPr="000A3CD4">
        <w:rPr>
          <w:rFonts w:ascii="Times New Roman" w:hAnsi="Times New Roman"/>
          <w:lang w:val="ru-RU"/>
        </w:rPr>
        <w:t>Заявителю направляется уведомление о его приеме с указанием присвоенного в электронной форме уникального номера, по которому на Региональном портал</w:t>
      </w:r>
      <w:r>
        <w:rPr>
          <w:rFonts w:ascii="Times New Roman" w:hAnsi="Times New Roman"/>
          <w:lang w:val="ru-RU"/>
        </w:rPr>
        <w:t xml:space="preserve">е заявителю будет представлена </w:t>
      </w:r>
      <w:r w:rsidRPr="000A3CD4"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  <w:lang w:val="ru-RU"/>
        </w:rPr>
        <w:t>н</w:t>
      </w:r>
      <w:r w:rsidRPr="000A3CD4">
        <w:rPr>
          <w:rFonts w:ascii="Times New Roman" w:hAnsi="Times New Roman"/>
          <w:lang w:val="ru-RU"/>
        </w:rPr>
        <w:t>формация о ходе его рассмотрения.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После принятия заявления о предоставлении муниципальной услуги статус запроса заявителя в личном кабинете на Региональном портале, обновляется до статуса «принято».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0A3CD4">
        <w:rPr>
          <w:rFonts w:ascii="Times New Roman" w:hAnsi="Times New Roman"/>
          <w:lang w:val="ru-RU"/>
        </w:rPr>
        <w:t>Прием и регистрация запроса осущес</w:t>
      </w:r>
      <w:r>
        <w:rPr>
          <w:rFonts w:ascii="Times New Roman" w:hAnsi="Times New Roman"/>
          <w:lang w:val="ru-RU"/>
        </w:rPr>
        <w:t>т</w:t>
      </w:r>
      <w:r w:rsidRPr="000A3CD4">
        <w:rPr>
          <w:rFonts w:ascii="Times New Roman" w:hAnsi="Times New Roman"/>
          <w:lang w:val="ru-RU"/>
        </w:rPr>
        <w:t>вляются уполномоченным лицом Администрации.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Принятое к рассмотрению заявление распечатывается и в дальнейшем работа с ним ведется в установленном порядке. 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уполномоченного органа или направление заявителю (представителю) уведомления об отказе в предоставлении муниципальной услуги и (или) приостановления предоставления муниципальной услуги при наличии оснований, указанных в пункте 2.7 раздела 2 Административного регламента.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Поступившее заявление регистрируется в течение (одного) дня.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Максимальный срок исполнения административной процедуры - 1 день со дня поступления заявления.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Проставление регистрационного номера является подтверждением обращения заявителя (представителя заявителя) за муниципальной услугой.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Результатом выполнения административной процедуры является регистрация заявления путем письменной фиксации в журнале регистрации входящей корреспонденции Администрации, МФЦ с указанием даты поступления, входящего номера и данных о заявителе.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3.1.2.Визирование Главой администрации и передача на исполнение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Глава администрации определяет специалиста, ответственного за исполнение заявления. Заявление с резолюцией Главы администрации передается непосредственно ответственному исполнителю.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Срок исполнения административной процедуры 2 рабочих дня с момента регистрации заявления.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3.1.3. Подготовка копии муниципального правового акт</w:t>
      </w:r>
      <w:r>
        <w:rPr>
          <w:rFonts w:ascii="Times New Roman" w:hAnsi="Times New Roman"/>
          <w:lang w:val="ru-RU"/>
        </w:rPr>
        <w:t>а либо уведомления об отказе в п</w:t>
      </w:r>
      <w:r w:rsidRPr="00784301">
        <w:rPr>
          <w:rFonts w:ascii="Times New Roman" w:hAnsi="Times New Roman"/>
          <w:lang w:val="ru-RU"/>
        </w:rPr>
        <w:t>редоставлении копии, отсутствии запрашиваемого муниципального правового акта, регистрация ответа.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Заявление, поступившее от Главы администрации с резолюцией, передается специалисту, ответственному за рассмотрение заявления (далее — Специалист).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Специалист Администрации оформляет копию муниципального правового акта либо уведомления об отказе в предоставлении копии, отсутствии запрашиваемого муниципального правового акта.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Копия муниципального правового акта заверяется в установленном порядке.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Результатом административного действия является подготовка и регистрация копии муниципального правового акта либо уведомления об отказе в предоставлении копии, отсутствии запрашиваемого муниципального правового акта.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Максимальный срок выполнения административного действия - 3 рабочих дня со дня визирования Главой администрации заявления.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3.1.4.Направление заявителю результата предоставления муниципальной услуги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3.1.4.1. Основанием для начала административной процедуры и критерием принятия решения по ней является наличие заверенной копии запрашиваемого заявителем муниципального правового акта, либо оформленного и зарегистрированного в установленном порядке уведомления об отказе в предоставлении копии, отсутствии запрашиваемого муниципального правового акта.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3.1.4.2. Заверенная копия запрашиваемого заявителем муниципального правового акта либо оформленное и зарегистрированное в установленном порядке уведомление об отказе в предоставлении копии, отсутствии запрашиваемого муниципального правового акта направляются Администрацией заявителю по почте, либо выдается специалистом Администрации под расписку на руки заявителю при предъявлении документа, удостоверяющего личность; представителю заявителя при предъявлении документов, подтверждающих их полномочия, предусмотренных законодательством Российской Федерации.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3.1.4.3. При подаче заявления о предоставлении муниципальной услуги через МФЦ специалист обеспечивает передачу результата предоставления муниципальной услуги в МФЦ для выдачи заявителю в день его регистрации.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3.1.4.4. Продолжительность административной процедуры (максимальный срок ее выполнения) составляет 1 рабочий день.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Критерием принятия решения о направлении заявителю результата предоставления муниципальной услуги является факт наличия заверенной копии муниципального правового акта либо надлежаще оформленного и зарегистрированного уведомления об отказе в предоставлении копии, отсутствии запрашиваемого муниципального правового акта.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3.2. Особенности выполнения административных процедур в МФЦ: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Основанием для предоставления муниципальной услуги через МФЦ является поступление заявления (согласно приложению 1 к Административному регламенту) специалисту МФЦ посредством личного обращения или через представителя заявителя.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Лицом, ответственным за выполнение действия, является специалист МФЦ.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Способом фиксации результата административного действия является прием специалистом МФЦ от заявителя заявления и регистрация его в этот же день в автоматизированной информационной системе МФЦ. При приеме заявления специалист МФЦ предоставляет заявителю расписку о получении документов.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Максимальный срок передачи заявления из МФЦ в Администрацию курьером осуществляется не позднее одного рабочего дня, следующего за днем регистрации заявления в МФЦ, в закрытом конверте по описи под роспись в сопроводительной ведомости.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Специалист Администрации, ответственный за регистрацию — входящей корреспонденции, при получении документов от курьера МФЦ проверяет их соответствие и комплектность и регистрирует в Журнале регистрации входящей корреспонденции Администрации. Второй экземпляр сопроводительной ведомости специалист Администрации, ответственный за регистрацию входящей корреспонденции, возвращает курьеру МФЦ с отметкой о получении указанных документов по описи с указанием даты, подписи, расшифровки подписи, В случае отсутствия возможности передачи заявления из МФЦ в Администрацию через курьера полученное от заявителя заявление отправляется почтой заказным письмом с описью вложения. Письмо отправляется не позднее одного рабочего дня, следующего за днем регистрации заявления в МФЦ. Дальнейшее непосредственное предоставление муниципальной услуги осуществляется в соответствии с положениями Административного регламента.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Результат предоставления муниципальной услуги можно получить через МФЦ.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3.3. Исправление допущенных опечаток и ошибок в выданных в результате предоставления муниципальной услуги документах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Основанием для начала административной процед</w:t>
      </w:r>
      <w:r>
        <w:rPr>
          <w:rFonts w:ascii="Times New Roman" w:hAnsi="Times New Roman"/>
          <w:lang w:val="ru-RU"/>
        </w:rPr>
        <w:t>уры по исправлению допущенных оп</w:t>
      </w:r>
      <w:r w:rsidRPr="00784301">
        <w:rPr>
          <w:rFonts w:ascii="Times New Roman" w:hAnsi="Times New Roman"/>
          <w:lang w:val="ru-RU"/>
        </w:rPr>
        <w:t>ечаток и ошибок (далее - техническая ошибка) в выданных в р</w:t>
      </w:r>
      <w:r>
        <w:rPr>
          <w:rFonts w:ascii="Times New Roman" w:hAnsi="Times New Roman"/>
          <w:lang w:val="ru-RU"/>
        </w:rPr>
        <w:t>езультате предоставления муницип</w:t>
      </w:r>
      <w:r w:rsidRPr="00784301">
        <w:rPr>
          <w:rFonts w:ascii="Times New Roman" w:hAnsi="Times New Roman"/>
          <w:lang w:val="ru-RU"/>
        </w:rPr>
        <w:t>альной услуги документах является получение Администрацией заявления об исправлении технической ошибки.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При обращении об исправлении технической ошибки заявители представляют: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заявление об исправлении технической ошибки;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0A3CD4">
        <w:rPr>
          <w:rFonts w:ascii="Times New Roman" w:hAnsi="Times New Roman"/>
          <w:lang w:val="ru-RU"/>
        </w:rPr>
        <w:t>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Заявление об исправлении технической ошибки подается заявителями в Администрацию лично, по почте либо по электронной почте.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Заявление об исправлении технической ошибки регистрируется и направляется специалисту Администрации, ответственному за предоставление муниципальной услуги, в установленном порядке.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Специалист проверяет поступившее заявление об исправлении технической ошибки на предмет наличия технической ошибки в выданном в р</w:t>
      </w:r>
      <w:r>
        <w:rPr>
          <w:rFonts w:ascii="Times New Roman" w:hAnsi="Times New Roman"/>
          <w:lang w:val="ru-RU"/>
        </w:rPr>
        <w:t>езультате предоставления муницип</w:t>
      </w:r>
      <w:r w:rsidRPr="00784301">
        <w:rPr>
          <w:rFonts w:ascii="Times New Roman" w:hAnsi="Times New Roman"/>
          <w:lang w:val="ru-RU"/>
        </w:rPr>
        <w:t>альной услуги документе.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нового документа.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документе. 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78541C" w:rsidRPr="000A3CD4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0A3CD4">
        <w:rPr>
          <w:rFonts w:ascii="Times New Roman" w:hAnsi="Times New Roman"/>
          <w:lang w:val="ru-RU"/>
        </w:rPr>
        <w:t xml:space="preserve">Специалист регистрирует подписанное Главой администрации уведомление об отсутствии технической ошибки в выданном в результате </w:t>
      </w:r>
      <w:r>
        <w:rPr>
          <w:rFonts w:ascii="Times New Roman" w:hAnsi="Times New Roman"/>
          <w:lang w:val="ru-RU"/>
        </w:rPr>
        <w:t>п</w:t>
      </w:r>
      <w:r w:rsidRPr="000A3CD4">
        <w:rPr>
          <w:rFonts w:ascii="Times New Roman" w:hAnsi="Times New Roman"/>
          <w:lang w:val="ru-RU"/>
        </w:rPr>
        <w:t>редоставления муниципальной услуги документе и направляет заявителю.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0A3CD4">
        <w:rPr>
          <w:rFonts w:ascii="Times New Roman" w:hAnsi="Times New Roman"/>
          <w:lang w:val="ru-RU"/>
        </w:rPr>
        <w:t>Максимальный срок выполнения действия по исправлению технической ошибки в выдан</w:t>
      </w:r>
      <w:r>
        <w:rPr>
          <w:rFonts w:ascii="Times New Roman" w:hAnsi="Times New Roman"/>
          <w:lang w:val="ru-RU"/>
        </w:rPr>
        <w:t>н</w:t>
      </w:r>
      <w:r w:rsidRPr="000A3CD4">
        <w:rPr>
          <w:rFonts w:ascii="Times New Roman" w:hAnsi="Times New Roman"/>
          <w:lang w:val="ru-RU"/>
        </w:rPr>
        <w:t xml:space="preserve">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5 дней с даты регистрации заявления об исправлении технической ошибки в администрации. </w:t>
      </w:r>
      <w:r w:rsidRPr="00784301">
        <w:rPr>
          <w:rFonts w:ascii="Times New Roman" w:hAnsi="Times New Roman"/>
          <w:lang w:val="ru-RU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1B19CF">
        <w:rPr>
          <w:rFonts w:ascii="Times New Roman" w:hAnsi="Times New Roman"/>
          <w:lang w:val="ru-RU"/>
        </w:rPr>
        <w:t>в случае наличия технической ошибки в выданном в результате предоставления</w:t>
      </w:r>
      <w:r>
        <w:rPr>
          <w:rFonts w:ascii="Times New Roman" w:hAnsi="Times New Roman"/>
          <w:lang w:val="ru-RU"/>
        </w:rPr>
        <w:t xml:space="preserve"> </w:t>
      </w:r>
      <w:r w:rsidRPr="001B19CF">
        <w:rPr>
          <w:rFonts w:ascii="Times New Roman" w:hAnsi="Times New Roman"/>
          <w:lang w:val="ru-RU"/>
        </w:rPr>
        <w:t>муниципальной услуги документе - выдача копии;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1B19CF">
        <w:rPr>
          <w:rFonts w:ascii="Times New Roman" w:hAnsi="Times New Roman"/>
          <w:lang w:val="ru-RU"/>
        </w:rPr>
        <w:t>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документе: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D442F0">
        <w:rPr>
          <w:rFonts w:ascii="Times New Roman" w:hAnsi="Times New Roman"/>
          <w:lang w:val="ru-RU"/>
        </w:rPr>
        <w:t>в случае наличия технической ошибки в выданном в результате предоставления муниципальной услуги документе - регистрация в журнале регистрации отправляемых документов;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D442F0">
        <w:rPr>
          <w:rFonts w:ascii="Times New Roman" w:hAnsi="Times New Roman"/>
          <w:lang w:val="ru-RU"/>
        </w:rPr>
        <w:t xml:space="preserve">в случае отсутствия технической ошибки в выданном в результате предоставления муниципальной услуги документе - регистрация в Администрации уведомления об отсутствии технической </w:t>
      </w:r>
      <w:r>
        <w:rPr>
          <w:rFonts w:ascii="Times New Roman" w:hAnsi="Times New Roman"/>
          <w:lang w:val="ru-RU"/>
        </w:rPr>
        <w:t>ош</w:t>
      </w:r>
      <w:r w:rsidRPr="00D442F0">
        <w:rPr>
          <w:rFonts w:ascii="Times New Roman" w:hAnsi="Times New Roman"/>
          <w:lang w:val="ru-RU"/>
        </w:rPr>
        <w:t>ибки в выданном в результате предоставления муниципальной услуги документе</w:t>
      </w:r>
    </w:p>
    <w:p w:rsidR="0078541C" w:rsidRPr="00D442F0" w:rsidRDefault="0078541C" w:rsidP="00D80A0D">
      <w:pPr>
        <w:pStyle w:val="FirstParagraph"/>
        <w:jc w:val="center"/>
        <w:rPr>
          <w:rFonts w:ascii="Times New Roman" w:hAnsi="Times New Roman"/>
          <w:b/>
          <w:lang w:val="ru-RU"/>
        </w:rPr>
      </w:pPr>
      <w:r w:rsidRPr="00D442F0">
        <w:rPr>
          <w:rFonts w:ascii="Times New Roman" w:hAnsi="Times New Roman"/>
          <w:b/>
        </w:rPr>
        <w:t>IV</w:t>
      </w:r>
      <w:r w:rsidRPr="00D442F0">
        <w:rPr>
          <w:rFonts w:ascii="Times New Roman" w:hAnsi="Times New Roman"/>
          <w:b/>
          <w:lang w:val="ru-RU"/>
        </w:rPr>
        <w:t>. Формы контроля за исполнением административного регламента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D442F0">
        <w:rPr>
          <w:rFonts w:ascii="Times New Roman" w:hAnsi="Times New Roman"/>
          <w:lang w:val="ru-RU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администрации, а также специалистами,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D442F0">
        <w:rPr>
          <w:rFonts w:ascii="Times New Roman" w:hAnsi="Times New Roman"/>
          <w:lang w:val="ru-RU"/>
        </w:rPr>
        <w:t>При проведении плановой проверки рассматриваются все вопросы, связанные с предоставлением муниципальной услуги (ком</w:t>
      </w:r>
      <w:r>
        <w:rPr>
          <w:rFonts w:ascii="Times New Roman" w:hAnsi="Times New Roman"/>
          <w:lang w:val="ru-RU"/>
        </w:rPr>
        <w:t>п</w:t>
      </w:r>
      <w:r w:rsidRPr="00D442F0">
        <w:rPr>
          <w:rFonts w:ascii="Times New Roman" w:hAnsi="Times New Roman"/>
          <w:lang w:val="ru-RU"/>
        </w:rPr>
        <w:t>лексные проверки), или вопросы, связанные с исполнением той или иной административной процедуры (тематические проверки).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Периодичность осуществления проверок определяется Главой администрации.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Плановые и внеплановые проверки провод</w:t>
      </w:r>
      <w:r w:rsidRPr="00784301">
        <w:rPr>
          <w:rFonts w:ascii="Times New Roman" w:hAnsi="Times New Roman"/>
          <w:lang w:val="ru-RU"/>
        </w:rPr>
        <w:t>ятся на основании муниципального правового акта Администрации.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D442F0">
        <w:rPr>
          <w:rFonts w:ascii="Times New Roman" w:hAnsi="Times New Roman"/>
          <w:lang w:val="ru-RU"/>
        </w:rPr>
        <w:t xml:space="preserve">4.4. Персональная ответственность </w:t>
      </w:r>
      <w:r>
        <w:rPr>
          <w:rFonts w:ascii="Times New Roman" w:hAnsi="Times New Roman"/>
          <w:lang w:val="ru-RU"/>
        </w:rPr>
        <w:t>с</w:t>
      </w:r>
      <w:r w:rsidRPr="00D442F0">
        <w:rPr>
          <w:rFonts w:ascii="Times New Roman" w:hAnsi="Times New Roman"/>
          <w:lang w:val="ru-RU"/>
        </w:rPr>
        <w:t>пециалистов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4.5. Ответственные исполнители несут персональную ответственность за: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4.6. Заявители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78541C" w:rsidRPr="00784301" w:rsidRDefault="0078541C" w:rsidP="00D80A0D">
      <w:pPr>
        <w:pStyle w:val="FirstParagraph"/>
        <w:jc w:val="center"/>
        <w:rPr>
          <w:rFonts w:ascii="Times New Roman" w:hAnsi="Times New Roman"/>
          <w:b/>
          <w:lang w:val="ru-RU"/>
        </w:rPr>
      </w:pPr>
      <w:r w:rsidRPr="00D442F0">
        <w:rPr>
          <w:rFonts w:ascii="Times New Roman" w:hAnsi="Times New Roman"/>
          <w:b/>
        </w:rPr>
        <w:t>V</w:t>
      </w:r>
      <w:r w:rsidRPr="00784301">
        <w:rPr>
          <w:rFonts w:ascii="Times New Roman" w:hAnsi="Times New Roman"/>
          <w:b/>
          <w:lang w:val="ru-RU"/>
        </w:rPr>
        <w:t>. Досудебный (внесудебный) порядок обжалования решений и действий (бездействия} органа, предоставляющего муниципальную услугу, а также его должностных лиц, муниципальных служащих.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D442F0">
        <w:rPr>
          <w:rFonts w:ascii="Times New Roman" w:hAnsi="Times New Roman"/>
          <w:lang w:val="ru-RU"/>
        </w:rPr>
        <w:t>5.3. Информирование заявителей о порядке подачи и рассмотрения жа</w:t>
      </w:r>
      <w:r>
        <w:rPr>
          <w:rFonts w:ascii="Times New Roman" w:hAnsi="Times New Roman"/>
          <w:lang w:val="ru-RU"/>
        </w:rPr>
        <w:t>л</w:t>
      </w:r>
      <w:r w:rsidRPr="00D442F0">
        <w:rPr>
          <w:rFonts w:ascii="Times New Roman" w:hAnsi="Times New Roman"/>
          <w:lang w:val="ru-RU"/>
        </w:rPr>
        <w:t>обы обеспечивается посредством размещения информации на информационном стенде в здании Администрации, на официальном сайте Администрации, в Едином портале, в Региональном портале.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Указанная информация также может быть сообщена заявителю в устной и (или) в письменной форме.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5.4.1. Заявитель может обратиться с жалобой, в том числе, в следующих случаях: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1) </w:t>
      </w:r>
      <w:r w:rsidRPr="00D442F0">
        <w:rPr>
          <w:rFonts w:ascii="Times New Roman" w:hAnsi="Times New Roman"/>
          <w:lang w:val="ru-RU"/>
        </w:rPr>
        <w:t>нарушение срока регистрации запроса о предоставлении муниципальной услуги;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2) </w:t>
      </w:r>
      <w:r w:rsidRPr="00D442F0">
        <w:rPr>
          <w:rFonts w:ascii="Times New Roman" w:hAnsi="Times New Roman"/>
          <w:lang w:val="ru-RU"/>
        </w:rPr>
        <w:t>нарушение срока предоставления муниципальной услуги;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3) </w:t>
      </w:r>
      <w:r w:rsidRPr="00D442F0">
        <w:rPr>
          <w:rFonts w:ascii="Times New Roman" w:hAnsi="Times New Roman"/>
          <w:lang w:val="ru-RU"/>
        </w:rPr>
        <w:t>требование у заявителя документов,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4) </w:t>
      </w:r>
      <w:r w:rsidRPr="00D442F0">
        <w:rPr>
          <w:rFonts w:ascii="Times New Roman" w:hAnsi="Times New Roman"/>
          <w:lang w:val="ru-RU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5) </w:t>
      </w:r>
      <w:r w:rsidRPr="00D442F0">
        <w:rPr>
          <w:rFonts w:ascii="Times New Roman" w:hAnsi="Times New Roman"/>
          <w:lang w:val="ru-RU"/>
        </w:rPr>
        <w:t>отказ в предоставлении муниципальной услуги, если основания отказа непредусмотрены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6) </w:t>
      </w:r>
      <w:r w:rsidRPr="00D442F0">
        <w:rPr>
          <w:rFonts w:ascii="Times New Roman" w:hAnsi="Times New Roman"/>
          <w:lang w:val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— Федерации, нормативными правовыми актами Пензенской области, муниципальными правовыми актами;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7) </w:t>
      </w:r>
      <w:r w:rsidRPr="00D442F0">
        <w:rPr>
          <w:rFonts w:ascii="Times New Roman" w:hAnsi="Times New Roman"/>
          <w:lang w:val="ru-RU"/>
        </w:rPr>
        <w:t>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8) </w:t>
      </w:r>
      <w:r w:rsidRPr="00D442F0">
        <w:rPr>
          <w:rFonts w:ascii="Times New Roman" w:hAnsi="Times New Roman"/>
          <w:lang w:val="ru-RU"/>
        </w:rPr>
        <w:t>нарушение срока или порядка выдачи документов по результатам предоставления муниципальной услуги;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9) </w:t>
      </w:r>
      <w:r w:rsidRPr="00D442F0">
        <w:rPr>
          <w:rFonts w:ascii="Times New Roman" w:hAnsi="Times New Roman"/>
          <w:lang w:val="ru-RU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актами.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10) </w:t>
      </w:r>
      <w:r w:rsidRPr="00D442F0">
        <w:rPr>
          <w:rFonts w:ascii="Times New Roman" w:hAnsi="Times New Roman"/>
          <w:lang w:val="ru-RU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настоящего Федерального закона от 27.07.2010№ 210-ФЗ «Об организации предоставления государственных и муниципальных услуг».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 xml:space="preserve"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 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 xml:space="preserve"> 5.4.4. Жалоба на решения и действия (бездействие) главы Администрации подается и Главе администрации.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 xml:space="preserve">5.4.6. </w:t>
      </w:r>
      <w:r w:rsidRPr="00D442F0">
        <w:rPr>
          <w:rFonts w:ascii="Times New Roman" w:hAnsi="Times New Roman"/>
          <w:lang w:val="ru-RU"/>
        </w:rPr>
        <w:t>В случае если жалоба подается через пре</w:t>
      </w:r>
      <w:r>
        <w:rPr>
          <w:rFonts w:ascii="Times New Roman" w:hAnsi="Times New Roman"/>
          <w:lang w:val="ru-RU"/>
        </w:rPr>
        <w:t>д</w:t>
      </w:r>
      <w:r w:rsidRPr="00D442F0">
        <w:rPr>
          <w:rFonts w:ascii="Times New Roman" w:hAnsi="Times New Roman"/>
          <w:lang w:val="ru-RU"/>
        </w:rPr>
        <w:t>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 xml:space="preserve">5.4.7. </w:t>
      </w:r>
      <w:r w:rsidRPr="00D442F0">
        <w:rPr>
          <w:rFonts w:ascii="Times New Roman" w:hAnsi="Times New Roman"/>
          <w:lang w:val="ru-RU"/>
        </w:rPr>
        <w:t xml:space="preserve">В электронном виде жалоба может быть подана заявителем </w:t>
      </w:r>
      <w:r>
        <w:rPr>
          <w:rFonts w:ascii="Times New Roman" w:hAnsi="Times New Roman"/>
          <w:lang w:val="ru-RU"/>
        </w:rPr>
        <w:t>п</w:t>
      </w:r>
      <w:r w:rsidRPr="00D442F0">
        <w:rPr>
          <w:rFonts w:ascii="Times New Roman" w:hAnsi="Times New Roman"/>
          <w:lang w:val="ru-RU"/>
        </w:rPr>
        <w:t>осредством: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а) официального сайта Администрации;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б) электронной почты Администрации;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в) Единого портала: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г) Регионального портала;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совершенных при предоставлении государственных и муниципальных услуг.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 xml:space="preserve">5.4.8. </w:t>
      </w:r>
      <w:r w:rsidRPr="00D442F0">
        <w:rPr>
          <w:rFonts w:ascii="Times New Roman" w:hAnsi="Times New Roman"/>
          <w:lang w:val="ru-RU"/>
        </w:rPr>
        <w:t>Подача жалобы и документов, предусмотренных подпунктами 5.4.5. и 5.4.6. настоящего пункта, в электронном виде осуществляется заявителем (представителем заявителя) в соответствии с действующим законодательст</w:t>
      </w:r>
      <w:r>
        <w:rPr>
          <w:rFonts w:ascii="Times New Roman" w:hAnsi="Times New Roman"/>
          <w:lang w:val="ru-RU"/>
        </w:rPr>
        <w:t>вом</w:t>
      </w:r>
      <w:r w:rsidRPr="00D442F0">
        <w:rPr>
          <w:rFonts w:ascii="Times New Roman" w:hAnsi="Times New Roman"/>
          <w:lang w:val="ru-RU"/>
        </w:rPr>
        <w:t>.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 xml:space="preserve">5.4.9. </w:t>
      </w:r>
      <w:r w:rsidRPr="00D442F0">
        <w:rPr>
          <w:rFonts w:ascii="Times New Roman" w:hAnsi="Times New Roman"/>
          <w:lang w:val="ru-RU"/>
        </w:rPr>
        <w:t>При поступле</w:t>
      </w:r>
      <w:r>
        <w:rPr>
          <w:rFonts w:ascii="Times New Roman" w:hAnsi="Times New Roman"/>
          <w:lang w:val="ru-RU"/>
        </w:rPr>
        <w:t>н</w:t>
      </w:r>
      <w:r w:rsidRPr="00D442F0">
        <w:rPr>
          <w:rFonts w:ascii="Times New Roman" w:hAnsi="Times New Roman"/>
          <w:lang w:val="ru-RU"/>
        </w:rPr>
        <w:t>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5.4.10. Жалоба может быть подана заявителем через МФЦ.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При этом срок рассмотрения жалобы исчисляется со дня регистрации жалобы в Администрации.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5.5. Жалоба должна содержать: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1)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2) </w:t>
      </w:r>
      <w:r w:rsidRPr="001B19CF">
        <w:rPr>
          <w:rFonts w:ascii="Times New Roman" w:hAnsi="Times New Roman"/>
          <w:lang w:val="ru-RU"/>
        </w:rPr>
        <w:t>фамилию, имя, отчество (последнее - при наличии}, сведения о месте жительства заявителя - физического лица либо наименование, сведения о месте нахождения заявителя</w:t>
      </w:r>
      <w:r>
        <w:rPr>
          <w:rFonts w:ascii="Times New Roman" w:hAnsi="Times New Roman"/>
          <w:lang w:val="ru-RU"/>
        </w:rPr>
        <w:t xml:space="preserve"> </w:t>
      </w:r>
      <w:r w:rsidRPr="001B19CF">
        <w:rPr>
          <w:rFonts w:ascii="Times New Roman" w:hAnsi="Times New Roman"/>
          <w:lang w:val="ru-RU"/>
        </w:rPr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3) </w:t>
      </w:r>
      <w:r w:rsidRPr="00D442F0">
        <w:rPr>
          <w:rFonts w:ascii="Times New Roman" w:hAnsi="Times New Roman"/>
          <w:lang w:val="ru-RU"/>
        </w:rPr>
        <w:t>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4) </w:t>
      </w:r>
      <w:r w:rsidRPr="00D442F0">
        <w:rPr>
          <w:rFonts w:ascii="Times New Roman" w:hAnsi="Times New Roman"/>
          <w:lang w:val="ru-RU"/>
        </w:rPr>
        <w:t>доводы, на основании которых заявитель не согласен с решением и действием (бездействием) Администрации, должност</w:t>
      </w:r>
      <w:r>
        <w:rPr>
          <w:rFonts w:ascii="Times New Roman" w:hAnsi="Times New Roman"/>
          <w:lang w:val="ru-RU"/>
        </w:rPr>
        <w:t>ного лица Администрации, муницип</w:t>
      </w:r>
      <w:r w:rsidRPr="00D442F0">
        <w:rPr>
          <w:rFonts w:ascii="Times New Roman" w:hAnsi="Times New Roman"/>
          <w:lang w:val="ru-RU"/>
        </w:rPr>
        <w:t>ального служащего.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5.8. Основания для приостановления рассмотрения жалобы законодательством не предусмотрены.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5.9. По результатам рассмотрения жалобы принимается одно из следующих решений: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1B19CF">
        <w:rPr>
          <w:rFonts w:ascii="Times New Roman" w:hAnsi="Times New Roman"/>
          <w:lang w:val="ru-RU"/>
        </w:rPr>
        <w:t xml:space="preserve">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 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- </w:t>
      </w:r>
      <w:r w:rsidRPr="001B19CF">
        <w:rPr>
          <w:rFonts w:ascii="Times New Roman" w:hAnsi="Times New Roman"/>
          <w:lang w:val="ru-RU"/>
        </w:rPr>
        <w:t>в удовлетворении жалобы отказывается.</w:t>
      </w:r>
    </w:p>
    <w:p w:rsidR="0078541C" w:rsidRPr="001B19CF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  <w:lang w:val="ru-RU"/>
        </w:rPr>
        <w:t>5.10. Не позднее дня, следующего за днем принятия решения, указанного в пункте 5.9.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78541C" w:rsidRPr="00D442F0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78541C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</w:p>
    <w:p w:rsidR="0078541C" w:rsidRDefault="0078541C" w:rsidP="00D80A0D">
      <w:pPr>
        <w:pStyle w:val="NoSpacing"/>
        <w:jc w:val="right"/>
      </w:pPr>
    </w:p>
    <w:p w:rsidR="0078541C" w:rsidRDefault="0078541C" w:rsidP="00D80A0D">
      <w:pPr>
        <w:pStyle w:val="NoSpacing"/>
        <w:jc w:val="right"/>
      </w:pPr>
      <w:r w:rsidRPr="00D442F0">
        <w:t xml:space="preserve">Приложение 1 </w:t>
      </w:r>
    </w:p>
    <w:p w:rsidR="0078541C" w:rsidRPr="00D442F0" w:rsidRDefault="0078541C" w:rsidP="00D80A0D">
      <w:pPr>
        <w:pStyle w:val="NoSpacing"/>
        <w:jc w:val="right"/>
      </w:pPr>
      <w:r w:rsidRPr="00D442F0">
        <w:t xml:space="preserve">к </w:t>
      </w:r>
      <w:r>
        <w:t>а</w:t>
      </w:r>
      <w:r w:rsidRPr="00D442F0">
        <w:t>дминистративному регламенту</w:t>
      </w:r>
    </w:p>
    <w:p w:rsidR="0078541C" w:rsidRPr="00D442F0" w:rsidRDefault="0078541C" w:rsidP="00D80A0D">
      <w:pPr>
        <w:pStyle w:val="NoSpacing"/>
        <w:jc w:val="right"/>
      </w:pPr>
      <w:r w:rsidRPr="00D442F0">
        <w:t>предоставления муниципальной услуги</w:t>
      </w:r>
    </w:p>
    <w:p w:rsidR="0078541C" w:rsidRPr="00D442F0" w:rsidRDefault="0078541C" w:rsidP="00D80A0D">
      <w:pPr>
        <w:pStyle w:val="NoSpacing"/>
        <w:jc w:val="right"/>
      </w:pPr>
      <w:r w:rsidRPr="00D442F0">
        <w:t>«Выдача копий муниципальных правовых актов»</w:t>
      </w:r>
    </w:p>
    <w:p w:rsidR="0078541C" w:rsidRDefault="0078541C" w:rsidP="00D80A0D">
      <w:pPr>
        <w:pStyle w:val="NoSpacing"/>
        <w:jc w:val="right"/>
      </w:pPr>
    </w:p>
    <w:p w:rsidR="0078541C" w:rsidRPr="00D442F0" w:rsidRDefault="0078541C" w:rsidP="00D80A0D">
      <w:pPr>
        <w:pStyle w:val="NoSpacing"/>
        <w:jc w:val="right"/>
      </w:pPr>
      <w:r w:rsidRPr="00D442F0">
        <w:t xml:space="preserve">Главе администрации Волче-Вражского сельсовета  </w:t>
      </w:r>
    </w:p>
    <w:p w:rsidR="0078541C" w:rsidRPr="00D442F0" w:rsidRDefault="0078541C" w:rsidP="00D80A0D">
      <w:pPr>
        <w:pStyle w:val="NoSpacing"/>
        <w:jc w:val="right"/>
      </w:pPr>
      <w:r w:rsidRPr="00D442F0">
        <w:t>Тамалинского района Пензенской области</w:t>
      </w:r>
    </w:p>
    <w:p w:rsidR="0078541C" w:rsidRPr="00D442F0" w:rsidRDefault="0078541C" w:rsidP="00D80A0D">
      <w:pPr>
        <w:pStyle w:val="NoSpacing"/>
        <w:jc w:val="right"/>
      </w:pPr>
      <w:r w:rsidRPr="00D442F0">
        <w:t>от__________________________________________</w:t>
      </w:r>
    </w:p>
    <w:p w:rsidR="0078541C" w:rsidRPr="00D442F0" w:rsidRDefault="0078541C" w:rsidP="00D80A0D">
      <w:pPr>
        <w:pStyle w:val="NoSpacing"/>
        <w:jc w:val="right"/>
      </w:pPr>
      <w:r w:rsidRPr="00D442F0">
        <w:t>(фамилия, имя, отчество (при наличии),</w:t>
      </w:r>
    </w:p>
    <w:p w:rsidR="0078541C" w:rsidRPr="00D442F0" w:rsidRDefault="0078541C" w:rsidP="00D80A0D">
      <w:pPr>
        <w:pStyle w:val="NoSpacing"/>
        <w:jc w:val="right"/>
      </w:pPr>
      <w:r w:rsidRPr="00D442F0">
        <w:t xml:space="preserve"> место жительства заявителя и реквизиты документа,</w:t>
      </w:r>
    </w:p>
    <w:p w:rsidR="0078541C" w:rsidRPr="00D442F0" w:rsidRDefault="0078541C" w:rsidP="00D80A0D">
      <w:pPr>
        <w:pStyle w:val="NoSpacing"/>
        <w:jc w:val="right"/>
      </w:pPr>
      <w:r w:rsidRPr="00D442F0">
        <w:t xml:space="preserve"> удостоверяющего личность заявителя,</w:t>
      </w:r>
    </w:p>
    <w:p w:rsidR="0078541C" w:rsidRPr="00D442F0" w:rsidRDefault="0078541C" w:rsidP="00D80A0D">
      <w:pPr>
        <w:pStyle w:val="NoSpacing"/>
        <w:jc w:val="right"/>
      </w:pPr>
      <w:r w:rsidRPr="00D442F0">
        <w:t>представителя заявителя (для гражданина)</w:t>
      </w:r>
    </w:p>
    <w:p w:rsidR="0078541C" w:rsidRPr="00D442F0" w:rsidRDefault="0078541C" w:rsidP="00D80A0D">
      <w:pPr>
        <w:pStyle w:val="NoSpacing"/>
        <w:jc w:val="right"/>
      </w:pPr>
      <w:r w:rsidRPr="00D442F0">
        <w:t xml:space="preserve"> или наименование и место нахождения заявителя</w:t>
      </w:r>
    </w:p>
    <w:p w:rsidR="0078541C" w:rsidRPr="00D442F0" w:rsidRDefault="0078541C" w:rsidP="00D80A0D">
      <w:pPr>
        <w:pStyle w:val="NoSpacing"/>
        <w:jc w:val="right"/>
      </w:pPr>
      <w:r w:rsidRPr="00D442F0">
        <w:t xml:space="preserve"> (для юридического лица))</w:t>
      </w:r>
    </w:p>
    <w:p w:rsidR="0078541C" w:rsidRPr="00D442F0" w:rsidRDefault="0078541C" w:rsidP="00D80A0D">
      <w:pPr>
        <w:pStyle w:val="NoSpacing"/>
        <w:jc w:val="right"/>
      </w:pPr>
      <w:r w:rsidRPr="00D442F0">
        <w:t>(почтовый адрес)</w:t>
      </w:r>
    </w:p>
    <w:p w:rsidR="0078541C" w:rsidRDefault="0078541C" w:rsidP="00D80A0D">
      <w:pPr>
        <w:pStyle w:val="FirstParagraph"/>
        <w:jc w:val="center"/>
        <w:rPr>
          <w:rFonts w:ascii="Times New Roman" w:hAnsi="Times New Roman"/>
          <w:lang w:val="ru-RU"/>
        </w:rPr>
      </w:pPr>
    </w:p>
    <w:p w:rsidR="0078541C" w:rsidRDefault="0078541C" w:rsidP="00D80A0D">
      <w:pPr>
        <w:pStyle w:val="FirstParagraph"/>
        <w:jc w:val="center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</w:rPr>
        <w:t>Заявление</w:t>
      </w:r>
    </w:p>
    <w:p w:rsidR="0078541C" w:rsidRPr="00D442F0" w:rsidRDefault="0078541C" w:rsidP="00D80A0D">
      <w:pPr>
        <w:pStyle w:val="BodyText"/>
        <w:rPr>
          <w:lang w:eastAsia="en-US"/>
        </w:rPr>
      </w:pPr>
    </w:p>
    <w:p w:rsidR="0078541C" w:rsidRPr="00D80A0D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</w:t>
      </w:r>
      <w:r w:rsidRPr="00D80A0D">
        <w:rPr>
          <w:rFonts w:ascii="Times New Roman" w:hAnsi="Times New Roman"/>
          <w:lang w:val="ru-RU"/>
        </w:rPr>
        <w:t>Прошу</w:t>
      </w:r>
      <w:r>
        <w:rPr>
          <w:rFonts w:ascii="Times New Roman" w:hAnsi="Times New Roman"/>
          <w:lang w:val="ru-RU"/>
        </w:rPr>
        <w:t xml:space="preserve"> </w:t>
      </w:r>
      <w:r w:rsidRPr="00D80A0D">
        <w:rPr>
          <w:rFonts w:ascii="Times New Roman" w:hAnsi="Times New Roman"/>
          <w:lang w:val="ru-RU"/>
        </w:rPr>
        <w:t>предоставить</w:t>
      </w:r>
      <w:r>
        <w:rPr>
          <w:rFonts w:ascii="Times New Roman" w:hAnsi="Times New Roman"/>
          <w:lang w:val="ru-RU"/>
        </w:rPr>
        <w:t xml:space="preserve"> </w:t>
      </w:r>
      <w:r w:rsidRPr="00D80A0D">
        <w:rPr>
          <w:rFonts w:ascii="Times New Roman" w:hAnsi="Times New Roman"/>
          <w:lang w:val="ru-RU"/>
        </w:rPr>
        <w:t>копи</w:t>
      </w:r>
      <w:r>
        <w:rPr>
          <w:rFonts w:ascii="Times New Roman" w:hAnsi="Times New Roman"/>
          <w:lang w:val="ru-RU"/>
        </w:rPr>
        <w:t>ю _________________</w:t>
      </w:r>
      <w:r w:rsidRPr="00D80A0D">
        <w:rPr>
          <w:rFonts w:ascii="Times New Roman" w:hAnsi="Times New Roman"/>
          <w:lang w:val="ru-RU"/>
        </w:rPr>
        <w:t>_____________________________________________________________________________________________________________________________________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(указывается вид и наименование запрашиваемого муниципального правового акта)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от _________№ _________(указывается дата и номер муниципального правового акта) в целях________________________________________________________</w:t>
      </w:r>
    </w:p>
    <w:p w:rsidR="0078541C" w:rsidRPr="00784301" w:rsidRDefault="0078541C" w:rsidP="00D80A0D">
      <w:pPr>
        <w:pStyle w:val="FirstParagraph"/>
        <w:jc w:val="both"/>
        <w:rPr>
          <w:rFonts w:ascii="Times New Roman" w:hAnsi="Times New Roman"/>
          <w:lang w:val="ru-RU"/>
        </w:rPr>
      </w:pPr>
      <w:r w:rsidRPr="00784301">
        <w:rPr>
          <w:rFonts w:ascii="Times New Roman" w:hAnsi="Times New Roman"/>
          <w:lang w:val="ru-RU"/>
        </w:rPr>
        <w:t>(указывается цель получения копии муниципального правового акта)</w:t>
      </w:r>
    </w:p>
    <w:p w:rsidR="0078541C" w:rsidRPr="001B19CF" w:rsidRDefault="0078541C" w:rsidP="00D80A0D">
      <w:pPr>
        <w:pStyle w:val="FirstParagraph"/>
        <w:jc w:val="right"/>
        <w:rPr>
          <w:rFonts w:ascii="Times New Roman" w:hAnsi="Times New Roman"/>
        </w:rPr>
      </w:pPr>
      <w:r w:rsidRPr="001B19CF">
        <w:rPr>
          <w:rFonts w:ascii="Times New Roman" w:hAnsi="Times New Roman"/>
        </w:rPr>
        <w:t>«____»_____________20 г.</w:t>
      </w:r>
    </w:p>
    <w:p w:rsidR="0078541C" w:rsidRPr="00D80A0D" w:rsidRDefault="0078541C" w:rsidP="00D80A0D">
      <w:pPr>
        <w:pStyle w:val="FirstParagraph"/>
        <w:jc w:val="right"/>
        <w:rPr>
          <w:rFonts w:ascii="Times New Roman" w:hAnsi="Times New Roman"/>
          <w:lang w:val="ru-RU"/>
        </w:rPr>
      </w:pPr>
      <w:r w:rsidRPr="001B19CF">
        <w:rPr>
          <w:rFonts w:ascii="Times New Roman" w:hAnsi="Times New Roman"/>
        </w:rPr>
        <w:t>Подпись заявителя</w:t>
      </w:r>
    </w:p>
    <w:p w:rsidR="0078541C" w:rsidRPr="008B6E01" w:rsidRDefault="0078541C" w:rsidP="002B6294">
      <w:pPr>
        <w:pStyle w:val="ConsPlusNormal"/>
        <w:ind w:firstLine="540"/>
        <w:jc w:val="both"/>
        <w:rPr>
          <w:sz w:val="28"/>
          <w:szCs w:val="28"/>
        </w:rPr>
      </w:pPr>
    </w:p>
    <w:p w:rsidR="0078541C" w:rsidRDefault="0078541C" w:rsidP="002B6294">
      <w:pPr>
        <w:pStyle w:val="NoSpacing"/>
        <w:rPr>
          <w:lang w:eastAsia="ru-RU"/>
        </w:rPr>
      </w:pPr>
    </w:p>
    <w:p w:rsidR="0078541C" w:rsidRDefault="0078541C" w:rsidP="002B6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78541C" w:rsidRDefault="0078541C" w:rsidP="002B6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78541C" w:rsidRDefault="0078541C" w:rsidP="002B6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78541C" w:rsidRDefault="0078541C" w:rsidP="002B6294">
      <w:pPr>
        <w:jc w:val="both"/>
        <w:rPr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78541C" w:rsidRDefault="0078541C" w:rsidP="002B6294"/>
    <w:p w:rsidR="0078541C" w:rsidRDefault="0078541C" w:rsidP="002B6294"/>
    <w:p w:rsidR="0078541C" w:rsidRDefault="0078541C"/>
    <w:sectPr w:rsidR="0078541C" w:rsidSect="00D80A0D">
      <w:footerReference w:type="default" r:id="rId6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41C" w:rsidRDefault="0078541C" w:rsidP="00D42A63">
      <w:pPr>
        <w:spacing w:after="0" w:line="240" w:lineRule="auto"/>
      </w:pPr>
      <w:r>
        <w:separator/>
      </w:r>
    </w:p>
  </w:endnote>
  <w:endnote w:type="continuationSeparator" w:id="0">
    <w:p w:rsidR="0078541C" w:rsidRDefault="0078541C" w:rsidP="00D42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41C" w:rsidRDefault="0078541C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78541C" w:rsidRDefault="007854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41C" w:rsidRDefault="0078541C" w:rsidP="00D42A63">
      <w:pPr>
        <w:spacing w:after="0" w:line="240" w:lineRule="auto"/>
      </w:pPr>
      <w:r>
        <w:separator/>
      </w:r>
    </w:p>
  </w:footnote>
  <w:footnote w:type="continuationSeparator" w:id="0">
    <w:p w:rsidR="0078541C" w:rsidRDefault="0078541C" w:rsidP="00D42A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294"/>
    <w:rsid w:val="00040D35"/>
    <w:rsid w:val="00066396"/>
    <w:rsid w:val="000A3CD4"/>
    <w:rsid w:val="000D3B06"/>
    <w:rsid w:val="00120D0C"/>
    <w:rsid w:val="001A5577"/>
    <w:rsid w:val="001B19CF"/>
    <w:rsid w:val="002B6294"/>
    <w:rsid w:val="003A4218"/>
    <w:rsid w:val="003A6CA9"/>
    <w:rsid w:val="0050109E"/>
    <w:rsid w:val="005A3CE2"/>
    <w:rsid w:val="00654415"/>
    <w:rsid w:val="00784301"/>
    <w:rsid w:val="0078541C"/>
    <w:rsid w:val="0089302C"/>
    <w:rsid w:val="008B6E01"/>
    <w:rsid w:val="00927D8F"/>
    <w:rsid w:val="00AB13C1"/>
    <w:rsid w:val="00AD6CA1"/>
    <w:rsid w:val="00BC4F35"/>
    <w:rsid w:val="00D42A63"/>
    <w:rsid w:val="00D442F0"/>
    <w:rsid w:val="00D80A0D"/>
    <w:rsid w:val="00F15EC1"/>
    <w:rsid w:val="00F44020"/>
    <w:rsid w:val="00F53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94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0A0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80A0D"/>
    <w:rPr>
      <w:rFonts w:ascii="Times New Roman" w:hAnsi="Times New Roman" w:cs="Times New Roman"/>
      <w:b/>
      <w:sz w:val="20"/>
      <w:szCs w:val="20"/>
      <w:lang w:eastAsia="ru-RU"/>
    </w:rPr>
  </w:style>
  <w:style w:type="paragraph" w:styleId="NoSpacing">
    <w:name w:val="No Spacing"/>
    <w:uiPriority w:val="99"/>
    <w:qFormat/>
    <w:rsid w:val="002B629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ormaltextrun">
    <w:name w:val="normaltextrun"/>
    <w:basedOn w:val="DefaultParagraphFont"/>
    <w:uiPriority w:val="99"/>
    <w:rsid w:val="002B6294"/>
    <w:rPr>
      <w:rFonts w:cs="Times New Roman"/>
    </w:rPr>
  </w:style>
  <w:style w:type="character" w:customStyle="1" w:styleId="eop">
    <w:name w:val="eop"/>
    <w:basedOn w:val="DefaultParagraphFont"/>
    <w:uiPriority w:val="99"/>
    <w:rsid w:val="002B6294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2B629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B629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B629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6294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6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294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D80A0D"/>
    <w:rPr>
      <w:rFonts w:ascii="Times New Roman" w:hAnsi="Times New Roman"/>
      <w:sz w:val="24"/>
      <w:lang w:eastAsia="ru-RU"/>
    </w:rPr>
  </w:style>
  <w:style w:type="paragraph" w:styleId="BodyText">
    <w:name w:val="Body Text"/>
    <w:basedOn w:val="Normal"/>
    <w:link w:val="BodyTextChar"/>
    <w:uiPriority w:val="99"/>
    <w:rsid w:val="00D80A0D"/>
    <w:pPr>
      <w:suppressAutoHyphens/>
      <w:spacing w:after="140" w:line="288" w:lineRule="auto"/>
    </w:pPr>
    <w:rPr>
      <w:color w:val="00000A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80A0D"/>
    <w:rPr>
      <w:rFonts w:ascii="Calibri" w:eastAsia="Times New Roman" w:hAnsi="Calibri" w:cs="Times New Roman"/>
      <w:color w:val="00000A"/>
      <w:sz w:val="20"/>
      <w:szCs w:val="20"/>
      <w:lang w:eastAsia="ar-SA" w:bidi="ar-SA"/>
    </w:rPr>
  </w:style>
  <w:style w:type="paragraph" w:customStyle="1" w:styleId="FirstParagraph">
    <w:name w:val="First Paragraph"/>
    <w:basedOn w:val="BodyText"/>
    <w:next w:val="BodyText"/>
    <w:uiPriority w:val="99"/>
    <w:rsid w:val="00D80A0D"/>
    <w:pPr>
      <w:suppressAutoHyphens w:val="0"/>
      <w:spacing w:before="180" w:after="180" w:line="240" w:lineRule="auto"/>
    </w:pPr>
    <w:rPr>
      <w:color w:val="auto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D80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0A0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19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18</Pages>
  <Words>7353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38 от 08 августа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2020-03-18T14:40:00Z</dcterms:created>
  <dcterms:modified xsi:type="dcterms:W3CDTF">2020-03-18T14:40:00Z</dcterms:modified>
</cp:coreProperties>
</file>