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0E0" w:rsidRDefault="005410E0" w:rsidP="00984869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44 от 09 сентября 2019  года                                  село  Волчий Враг   «Бесплатно»</w:t>
      </w:r>
    </w:p>
    <w:p w:rsidR="005410E0" w:rsidRDefault="005410E0" w:rsidP="00984869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5410E0" w:rsidRDefault="005410E0" w:rsidP="00984869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5410E0" w:rsidRDefault="005410E0" w:rsidP="00984869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5410E0" w:rsidRDefault="005410E0" w:rsidP="00984869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5410E0" w:rsidRDefault="005410E0" w:rsidP="00984869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5410E0" w:rsidRDefault="005410E0" w:rsidP="00984869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5410E0" w:rsidRDefault="005410E0" w:rsidP="0098486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410E0" w:rsidRPr="00984869" w:rsidRDefault="005410E0" w:rsidP="00984869">
      <w:pPr>
        <w:pStyle w:val="NoSpacing"/>
        <w:jc w:val="center"/>
        <w:rPr>
          <w:rFonts w:ascii="Times New Roman" w:hAnsi="Times New Roman"/>
          <w:b/>
        </w:rPr>
      </w:pPr>
      <w:r w:rsidRPr="00984869">
        <w:rPr>
          <w:rFonts w:ascii="Times New Roman" w:hAnsi="Times New Roman"/>
          <w:b/>
        </w:rPr>
        <w:t>ИЗБИРАТЕЛЬНАЯ КОМИССИЯ</w:t>
      </w:r>
    </w:p>
    <w:p w:rsidR="005410E0" w:rsidRPr="00984869" w:rsidRDefault="005410E0" w:rsidP="00984869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ВОЛЧЕ-ВРАЖСКОГО</w:t>
      </w:r>
      <w:r w:rsidRPr="00984869">
        <w:rPr>
          <w:rFonts w:ascii="Times New Roman" w:hAnsi="Times New Roman"/>
          <w:b/>
        </w:rPr>
        <w:t xml:space="preserve"> СЕЛЬСОВЕТА  ТАМАЛИНСКОГО РАЙОНА ПЕНЗЕНСКОЙ ОБЛАСТИ</w:t>
      </w:r>
    </w:p>
    <w:p w:rsidR="005410E0" w:rsidRPr="00984869" w:rsidRDefault="005410E0" w:rsidP="00984869">
      <w:pPr>
        <w:pStyle w:val="NoSpacing"/>
        <w:jc w:val="center"/>
        <w:rPr>
          <w:rFonts w:ascii="Times New Roman" w:hAnsi="Times New Roman"/>
          <w:b/>
        </w:rPr>
      </w:pPr>
    </w:p>
    <w:p w:rsidR="005410E0" w:rsidRPr="00984869" w:rsidRDefault="005410E0" w:rsidP="00984869">
      <w:pPr>
        <w:pStyle w:val="NoSpacing"/>
        <w:jc w:val="center"/>
        <w:rPr>
          <w:rFonts w:ascii="Times New Roman" w:hAnsi="Times New Roman"/>
          <w:b/>
        </w:rPr>
      </w:pPr>
      <w:r w:rsidRPr="00984869">
        <w:rPr>
          <w:rFonts w:ascii="Times New Roman" w:hAnsi="Times New Roman"/>
          <w:b/>
        </w:rPr>
        <w:t>П О С Т А Н О В Л Е Н И Е</w:t>
      </w:r>
    </w:p>
    <w:p w:rsidR="005410E0" w:rsidRPr="00984869" w:rsidRDefault="005410E0" w:rsidP="00984869">
      <w:pPr>
        <w:pStyle w:val="NoSpacing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3261"/>
        <w:gridCol w:w="384"/>
        <w:gridCol w:w="2309"/>
      </w:tblGrid>
      <w:tr w:rsidR="005410E0" w:rsidRPr="00CC5B4D" w:rsidTr="00984869">
        <w:trPr>
          <w:jc w:val="center"/>
        </w:trPr>
        <w:tc>
          <w:tcPr>
            <w:tcW w:w="29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10E0" w:rsidRPr="00CC5B4D" w:rsidRDefault="005410E0" w:rsidP="0098486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8.09.2019 </w:t>
            </w:r>
          </w:p>
        </w:tc>
        <w:tc>
          <w:tcPr>
            <w:tcW w:w="3261" w:type="dxa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384" w:type="dxa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№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10E0" w:rsidRPr="00CC5B4D" w:rsidRDefault="005410E0" w:rsidP="0098486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26</w:t>
            </w:r>
          </w:p>
        </w:tc>
      </w:tr>
    </w:tbl>
    <w:p w:rsidR="005410E0" w:rsidRPr="00984869" w:rsidRDefault="005410E0" w:rsidP="00984869">
      <w:pPr>
        <w:pStyle w:val="NoSpacing"/>
        <w:rPr>
          <w:rFonts w:ascii="Times New Roman" w:hAnsi="Times New Roman"/>
        </w:rPr>
      </w:pPr>
    </w:p>
    <w:p w:rsidR="005410E0" w:rsidRDefault="005410E0" w:rsidP="00984869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с. Волчий Враг</w:t>
      </w:r>
    </w:p>
    <w:p w:rsidR="005410E0" w:rsidRPr="00984869" w:rsidRDefault="005410E0" w:rsidP="00984869">
      <w:pPr>
        <w:pStyle w:val="NoSpacing"/>
        <w:jc w:val="center"/>
        <w:rPr>
          <w:rFonts w:ascii="Times New Roman" w:hAnsi="Times New Roman"/>
          <w:sz w:val="16"/>
          <w:szCs w:val="16"/>
        </w:rPr>
      </w:pPr>
    </w:p>
    <w:p w:rsidR="005410E0" w:rsidRPr="00984869" w:rsidRDefault="005410E0" w:rsidP="0098486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984869">
        <w:rPr>
          <w:rFonts w:ascii="Times New Roman" w:hAnsi="Times New Roman"/>
          <w:b/>
          <w:sz w:val="24"/>
          <w:szCs w:val="24"/>
        </w:rPr>
        <w:t>О результатах   выборов депутатов Комитета местного самоуправления</w:t>
      </w:r>
    </w:p>
    <w:p w:rsidR="005410E0" w:rsidRDefault="005410E0" w:rsidP="0098486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Волче-Вражского</w:t>
      </w:r>
      <w:r w:rsidRPr="00984869">
        <w:rPr>
          <w:rFonts w:ascii="Times New Roman" w:hAnsi="Times New Roman"/>
          <w:b/>
          <w:sz w:val="24"/>
          <w:szCs w:val="24"/>
        </w:rPr>
        <w:t xml:space="preserve"> сельсовета Тамалинского района Пензенской области третьего созыва</w:t>
      </w:r>
    </w:p>
    <w:p w:rsidR="005410E0" w:rsidRPr="00984869" w:rsidRDefault="005410E0" w:rsidP="00984869">
      <w:pPr>
        <w:pStyle w:val="NoSpacing"/>
        <w:jc w:val="center"/>
        <w:rPr>
          <w:rFonts w:ascii="Times New Roman" w:hAnsi="Times New Roman"/>
          <w:b/>
          <w:sz w:val="16"/>
          <w:szCs w:val="16"/>
        </w:rPr>
      </w:pPr>
    </w:p>
    <w:p w:rsidR="005410E0" w:rsidRPr="00984869" w:rsidRDefault="005410E0" w:rsidP="00984869">
      <w:pPr>
        <w:pStyle w:val="NoSpacing"/>
        <w:jc w:val="both"/>
        <w:rPr>
          <w:rFonts w:ascii="Times New Roman" w:hAnsi="Times New Roman"/>
        </w:rPr>
      </w:pPr>
      <w:r w:rsidRPr="00984869">
        <w:rPr>
          <w:rFonts w:ascii="Times New Roman" w:hAnsi="Times New Roman"/>
        </w:rPr>
        <w:t xml:space="preserve">        На основании данных протоколов участковых избирательных комисси</w:t>
      </w:r>
      <w:r>
        <w:rPr>
          <w:rFonts w:ascii="Times New Roman" w:hAnsi="Times New Roman"/>
        </w:rPr>
        <w:t>й избирательных участков №№ 1059- 1061</w:t>
      </w:r>
      <w:r w:rsidRPr="00984869">
        <w:rPr>
          <w:rFonts w:ascii="Times New Roman" w:hAnsi="Times New Roman"/>
        </w:rPr>
        <w:t xml:space="preserve"> по одномандат</w:t>
      </w:r>
      <w:r>
        <w:rPr>
          <w:rFonts w:ascii="Times New Roman" w:hAnsi="Times New Roman"/>
        </w:rPr>
        <w:t>ным избирательным округам №№ 1-10</w:t>
      </w:r>
      <w:r w:rsidRPr="00984869">
        <w:rPr>
          <w:rFonts w:ascii="Times New Roman" w:hAnsi="Times New Roman"/>
        </w:rPr>
        <w:t xml:space="preserve">   об итогах голосования по   выборам депутатов Комитета местного самоуправления </w:t>
      </w:r>
      <w:r>
        <w:rPr>
          <w:rFonts w:ascii="Times New Roman" w:hAnsi="Times New Roman"/>
        </w:rPr>
        <w:t>Волче-Вражского</w:t>
      </w:r>
      <w:r w:rsidRPr="00984869">
        <w:rPr>
          <w:rFonts w:ascii="Times New Roman" w:hAnsi="Times New Roman"/>
        </w:rPr>
        <w:t xml:space="preserve"> сельсовета Тамалинского района Пензенской области третьего созыва   Избирательная комиссия  </w:t>
      </w:r>
      <w:r>
        <w:rPr>
          <w:rFonts w:ascii="Times New Roman" w:hAnsi="Times New Roman"/>
        </w:rPr>
        <w:t>Волче-Вражского</w:t>
      </w:r>
      <w:r w:rsidRPr="00984869">
        <w:rPr>
          <w:rFonts w:ascii="Times New Roman" w:hAnsi="Times New Roman"/>
        </w:rPr>
        <w:t xml:space="preserve"> сельсовета  Тамалинского района Пензенской области установила, что выборы признаны действительными на всех избирательных участках.</w:t>
      </w:r>
    </w:p>
    <w:p w:rsidR="005410E0" w:rsidRPr="00984869" w:rsidRDefault="005410E0" w:rsidP="00984869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984869">
        <w:rPr>
          <w:rFonts w:ascii="Times New Roman" w:hAnsi="Times New Roman"/>
        </w:rPr>
        <w:t>В день голосования и до окончания составления протоколов об итогах голосования и результатов выборов в избирательные комиссии жалоб не поступало.</w:t>
      </w:r>
    </w:p>
    <w:p w:rsidR="005410E0" w:rsidRDefault="005410E0" w:rsidP="00984869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984869">
        <w:rPr>
          <w:rFonts w:ascii="Times New Roman" w:hAnsi="Times New Roman"/>
        </w:rPr>
        <w:t>На основании вышеизложенного и в соответствии со статьей 67 Закона Пензенской области от 26.02.20016 № 976 –ЗПО «О выборах депутатов представительного органа муниципального образования в Пензенской области по одномандатным избирательным округам»</w:t>
      </w:r>
    </w:p>
    <w:p w:rsidR="005410E0" w:rsidRPr="00984869" w:rsidRDefault="005410E0" w:rsidP="00984869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5410E0" w:rsidRPr="00984869" w:rsidRDefault="005410E0" w:rsidP="00984869">
      <w:pPr>
        <w:pStyle w:val="NoSpacing"/>
        <w:jc w:val="center"/>
        <w:rPr>
          <w:rFonts w:ascii="Times New Roman" w:hAnsi="Times New Roman"/>
          <w:b/>
        </w:rPr>
      </w:pPr>
      <w:r w:rsidRPr="00984869">
        <w:rPr>
          <w:rFonts w:ascii="Times New Roman" w:hAnsi="Times New Roman"/>
          <w:b/>
        </w:rPr>
        <w:t>Избирательная комиссия Волче-Вражского сельсовета Тамалинского района Пензенской области постановляет:</w:t>
      </w:r>
    </w:p>
    <w:p w:rsidR="005410E0" w:rsidRPr="00984869" w:rsidRDefault="005410E0" w:rsidP="001F2720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1. </w:t>
      </w:r>
      <w:r w:rsidRPr="00984869">
        <w:rPr>
          <w:rFonts w:ascii="Times New Roman" w:hAnsi="Times New Roman"/>
        </w:rPr>
        <w:t xml:space="preserve">Признать   выборы депутатов Комитета местного самоуправления </w:t>
      </w:r>
      <w:r>
        <w:rPr>
          <w:rFonts w:ascii="Times New Roman" w:hAnsi="Times New Roman"/>
        </w:rPr>
        <w:t>Волче-Вражского</w:t>
      </w:r>
      <w:r w:rsidRPr="00984869">
        <w:rPr>
          <w:rFonts w:ascii="Times New Roman" w:hAnsi="Times New Roman"/>
        </w:rPr>
        <w:t xml:space="preserve"> сельсовета Тамалинского района Пензенской области третьего созыва состоявшимися и действительными.</w:t>
      </w:r>
    </w:p>
    <w:p w:rsidR="005410E0" w:rsidRPr="00984869" w:rsidRDefault="005410E0" w:rsidP="001F2720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2. </w:t>
      </w:r>
      <w:r w:rsidRPr="00984869">
        <w:rPr>
          <w:rFonts w:ascii="Times New Roman" w:hAnsi="Times New Roman"/>
        </w:rPr>
        <w:t xml:space="preserve">Утвердить протоколы Избирательной комиссии </w:t>
      </w:r>
      <w:r>
        <w:rPr>
          <w:rFonts w:ascii="Times New Roman" w:hAnsi="Times New Roman"/>
        </w:rPr>
        <w:t>Волче-Вражского</w:t>
      </w:r>
      <w:r w:rsidRPr="00984869">
        <w:rPr>
          <w:rFonts w:ascii="Times New Roman" w:hAnsi="Times New Roman"/>
        </w:rPr>
        <w:t xml:space="preserve"> сельсовета Тамалинского района Пензенской области об итогах голосования и результатов выборов по одномандатным избирательным округам</w:t>
      </w:r>
      <w:r>
        <w:rPr>
          <w:rFonts w:ascii="Times New Roman" w:hAnsi="Times New Roman"/>
        </w:rPr>
        <w:t xml:space="preserve"> №№ 1-10</w:t>
      </w:r>
      <w:r w:rsidRPr="00984869">
        <w:rPr>
          <w:rFonts w:ascii="Times New Roman" w:hAnsi="Times New Roman"/>
        </w:rPr>
        <w:t xml:space="preserve"> (протоколы прилагаются)</w:t>
      </w:r>
    </w:p>
    <w:p w:rsidR="005410E0" w:rsidRDefault="005410E0" w:rsidP="001F2720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3. </w:t>
      </w:r>
      <w:r w:rsidRPr="00984869">
        <w:rPr>
          <w:rFonts w:ascii="Times New Roman" w:hAnsi="Times New Roman"/>
        </w:rPr>
        <w:t xml:space="preserve">Считать избранными депутатами Комитета местного самоуправления </w:t>
      </w:r>
      <w:r>
        <w:rPr>
          <w:rFonts w:ascii="Times New Roman" w:hAnsi="Times New Roman"/>
        </w:rPr>
        <w:t>Волче-Вражского</w:t>
      </w:r>
      <w:r w:rsidRPr="00984869">
        <w:rPr>
          <w:rFonts w:ascii="Times New Roman" w:hAnsi="Times New Roman"/>
        </w:rPr>
        <w:t xml:space="preserve"> сельсовета  Тамалинского района Пензенской области третьего созыва:</w:t>
      </w:r>
    </w:p>
    <w:p w:rsidR="005410E0" w:rsidRPr="001F2720" w:rsidRDefault="005410E0" w:rsidP="00984869">
      <w:pPr>
        <w:pStyle w:val="NoSpacing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96"/>
        <w:gridCol w:w="4253"/>
      </w:tblGrid>
      <w:tr w:rsidR="005410E0" w:rsidRPr="00CC5B4D" w:rsidTr="00984869">
        <w:tc>
          <w:tcPr>
            <w:tcW w:w="3296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Избирательный округ № </w:t>
            </w:r>
            <w:r w:rsidRPr="00984869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Терякова Вера Ивановна</w:t>
            </w:r>
          </w:p>
        </w:tc>
      </w:tr>
      <w:tr w:rsidR="005410E0" w:rsidRPr="00CC5B4D" w:rsidTr="00984869">
        <w:tc>
          <w:tcPr>
            <w:tcW w:w="3296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984869">
              <w:rPr>
                <w:rFonts w:ascii="Times New Roman" w:hAnsi="Times New Roman"/>
              </w:rPr>
              <w:t>Избирательный округ № 2</w:t>
            </w:r>
          </w:p>
        </w:tc>
        <w:tc>
          <w:tcPr>
            <w:tcW w:w="4253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Солуянова Марина Алексеевна</w:t>
            </w:r>
          </w:p>
        </w:tc>
      </w:tr>
      <w:tr w:rsidR="005410E0" w:rsidRPr="00CC5B4D" w:rsidTr="00984869">
        <w:tc>
          <w:tcPr>
            <w:tcW w:w="3296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984869">
              <w:rPr>
                <w:rFonts w:ascii="Times New Roman" w:hAnsi="Times New Roman"/>
              </w:rPr>
              <w:t>Избирательный округ № 3</w:t>
            </w:r>
          </w:p>
        </w:tc>
        <w:tc>
          <w:tcPr>
            <w:tcW w:w="4253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Ходакова Ольга Николаевна</w:t>
            </w:r>
          </w:p>
        </w:tc>
      </w:tr>
      <w:tr w:rsidR="005410E0" w:rsidRPr="00CC5B4D" w:rsidTr="00984869">
        <w:tc>
          <w:tcPr>
            <w:tcW w:w="3296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984869">
              <w:rPr>
                <w:rFonts w:ascii="Times New Roman" w:hAnsi="Times New Roman"/>
              </w:rPr>
              <w:t>Избирательный округ № 4</w:t>
            </w:r>
          </w:p>
        </w:tc>
        <w:tc>
          <w:tcPr>
            <w:tcW w:w="4253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Ельцова Любовь Викторовна</w:t>
            </w:r>
          </w:p>
        </w:tc>
      </w:tr>
      <w:tr w:rsidR="005410E0" w:rsidRPr="00CC5B4D" w:rsidTr="00984869">
        <w:tc>
          <w:tcPr>
            <w:tcW w:w="3296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984869">
              <w:rPr>
                <w:rFonts w:ascii="Times New Roman" w:hAnsi="Times New Roman"/>
              </w:rPr>
              <w:t>Избирательный округ № 5</w:t>
            </w:r>
          </w:p>
        </w:tc>
        <w:tc>
          <w:tcPr>
            <w:tcW w:w="4253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Рубцова Наталья Алексеевна</w:t>
            </w:r>
          </w:p>
        </w:tc>
      </w:tr>
      <w:tr w:rsidR="005410E0" w:rsidRPr="00CC5B4D" w:rsidTr="00984869">
        <w:tc>
          <w:tcPr>
            <w:tcW w:w="3296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984869">
              <w:rPr>
                <w:rFonts w:ascii="Times New Roman" w:hAnsi="Times New Roman"/>
              </w:rPr>
              <w:t>Избирательный округ № 6</w:t>
            </w:r>
          </w:p>
        </w:tc>
        <w:tc>
          <w:tcPr>
            <w:tcW w:w="4253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  <w:kern w:val="36"/>
              </w:rPr>
            </w:pPr>
            <w:r>
              <w:rPr>
                <w:rFonts w:ascii="Times New Roman" w:hAnsi="Times New Roman"/>
                <w:kern w:val="36"/>
              </w:rPr>
              <w:t>Кошелев Андрей Алексеевич</w:t>
            </w:r>
          </w:p>
        </w:tc>
      </w:tr>
      <w:tr w:rsidR="005410E0" w:rsidRPr="00CC5B4D" w:rsidTr="00984869">
        <w:trPr>
          <w:trHeight w:val="292"/>
        </w:trPr>
        <w:tc>
          <w:tcPr>
            <w:tcW w:w="3296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984869">
              <w:rPr>
                <w:rFonts w:ascii="Times New Roman" w:hAnsi="Times New Roman"/>
              </w:rPr>
              <w:t>Избирательный округ № 7</w:t>
            </w:r>
          </w:p>
        </w:tc>
        <w:tc>
          <w:tcPr>
            <w:tcW w:w="4253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Ступина Надежда Валентиновна</w:t>
            </w:r>
          </w:p>
        </w:tc>
      </w:tr>
      <w:tr w:rsidR="005410E0" w:rsidRPr="00CC5B4D" w:rsidTr="00984869">
        <w:trPr>
          <w:trHeight w:val="292"/>
        </w:trPr>
        <w:tc>
          <w:tcPr>
            <w:tcW w:w="3296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984869">
              <w:rPr>
                <w:rFonts w:ascii="Times New Roman" w:hAnsi="Times New Roman"/>
              </w:rPr>
              <w:t xml:space="preserve">Избирательный округ № 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253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Павлушина Алевтина Александровна</w:t>
            </w:r>
          </w:p>
        </w:tc>
      </w:tr>
      <w:tr w:rsidR="005410E0" w:rsidRPr="00CC5B4D" w:rsidTr="00984869">
        <w:trPr>
          <w:trHeight w:val="292"/>
        </w:trPr>
        <w:tc>
          <w:tcPr>
            <w:tcW w:w="3296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984869">
              <w:rPr>
                <w:rFonts w:ascii="Times New Roman" w:hAnsi="Times New Roman"/>
              </w:rPr>
              <w:t xml:space="preserve">Избирательный округ № 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253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Рожкова Марина Алексеевна</w:t>
            </w:r>
          </w:p>
        </w:tc>
      </w:tr>
      <w:tr w:rsidR="005410E0" w:rsidRPr="00CC5B4D" w:rsidTr="00984869">
        <w:trPr>
          <w:trHeight w:val="292"/>
        </w:trPr>
        <w:tc>
          <w:tcPr>
            <w:tcW w:w="3296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984869">
              <w:rPr>
                <w:rFonts w:ascii="Times New Roman" w:hAnsi="Times New Roman"/>
              </w:rPr>
              <w:t xml:space="preserve">Избирательный округ № 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</w:tcPr>
          <w:p w:rsidR="005410E0" w:rsidRPr="00984869" w:rsidRDefault="005410E0" w:rsidP="0098486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Сучкова Светлана Николаевна</w:t>
            </w:r>
          </w:p>
        </w:tc>
      </w:tr>
    </w:tbl>
    <w:p w:rsidR="005410E0" w:rsidRDefault="005410E0" w:rsidP="00984869">
      <w:pPr>
        <w:pStyle w:val="NoSpacing"/>
        <w:rPr>
          <w:rFonts w:ascii="Times New Roman" w:hAnsi="Times New Roman"/>
        </w:rPr>
      </w:pPr>
    </w:p>
    <w:p w:rsidR="005410E0" w:rsidRPr="00984869" w:rsidRDefault="005410E0" w:rsidP="00984869">
      <w:pPr>
        <w:pStyle w:val="NoSpacing"/>
        <w:rPr>
          <w:rFonts w:ascii="Times New Roman" w:hAnsi="Times New Roman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5410E0" w:rsidRPr="00CC5B4D" w:rsidTr="00984869">
        <w:tc>
          <w:tcPr>
            <w:tcW w:w="9572" w:type="dxa"/>
          </w:tcPr>
          <w:p w:rsidR="005410E0" w:rsidRPr="00CC5B4D" w:rsidRDefault="005410E0" w:rsidP="001F272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СОГЛАСНО ПРОТОКОЛУ</w:t>
            </w:r>
          </w:p>
        </w:tc>
      </w:tr>
      <w:tr w:rsidR="005410E0" w:rsidRPr="00CC5B4D" w:rsidTr="00984869">
        <w:tc>
          <w:tcPr>
            <w:tcW w:w="9572" w:type="dxa"/>
          </w:tcPr>
          <w:p w:rsidR="005410E0" w:rsidRPr="00CC5B4D" w:rsidRDefault="005410E0" w:rsidP="001F272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избирательной комиссии Волче-Вражского сельсовета Тамалинского района Пензенской области об итогах голосования и результатах выборов   по одномандатному  избирательному округу № 1</w:t>
            </w:r>
          </w:p>
        </w:tc>
      </w:tr>
    </w:tbl>
    <w:p w:rsidR="005410E0" w:rsidRPr="00984869" w:rsidRDefault="005410E0" w:rsidP="00984869">
      <w:pPr>
        <w:pStyle w:val="NoSpacing"/>
        <w:rPr>
          <w:rFonts w:ascii="Times New Roman" w:hAnsi="Times New Roman"/>
        </w:rPr>
      </w:pPr>
      <w:r w:rsidRPr="00984869">
        <w:rPr>
          <w:rFonts w:ascii="Times New Roman" w:hAnsi="Times New Roman"/>
        </w:rPr>
        <w:t xml:space="preserve"> </w:t>
      </w:r>
    </w:p>
    <w:tbl>
      <w:tblPr>
        <w:tblW w:w="9363" w:type="dxa"/>
        <w:tblLayout w:type="fixed"/>
        <w:tblLook w:val="0000"/>
      </w:tblPr>
      <w:tblGrid>
        <w:gridCol w:w="681"/>
        <w:gridCol w:w="6127"/>
        <w:gridCol w:w="365"/>
        <w:gridCol w:w="365"/>
        <w:gridCol w:w="365"/>
        <w:gridCol w:w="365"/>
        <w:gridCol w:w="365"/>
        <w:gridCol w:w="365"/>
        <w:gridCol w:w="365"/>
      </w:tblGrid>
      <w:tr w:rsidR="005410E0" w:rsidRPr="00CC5B4D" w:rsidTr="00984869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избирателей, внесенных в список на момент окончания голосования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</w:tr>
      <w:tr w:rsidR="005410E0" w:rsidRPr="00CC5B4D" w:rsidTr="00984869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</w:tr>
      <w:tr w:rsidR="005410E0" w:rsidRPr="00CC5B4D" w:rsidTr="00984869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2а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бюллетеней, выданных избирателям, проголосовавшим досрочно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</w:tr>
      <w:tr w:rsidR="005410E0" w:rsidRPr="00CC5B4D" w:rsidTr="00984869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984869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984869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погашенных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</w:tr>
      <w:tr w:rsidR="005410E0" w:rsidRPr="00CC5B4D" w:rsidTr="00984869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984869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недействительных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984869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9ж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утраченных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9з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не учтенных при получении избирательных бюллетеней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Фамилии, имена и отчества зарегистрированных кандидатов </w:t>
            </w:r>
          </w:p>
        </w:tc>
        <w:tc>
          <w:tcPr>
            <w:tcW w:w="25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голосов избирателей по каждой из позиций, содержащихся во всех избирательных бюллетенях</w:t>
            </w:r>
          </w:p>
        </w:tc>
      </w:tr>
      <w:tr w:rsidR="005410E0" w:rsidRPr="00CC5B4D" w:rsidTr="00984869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Легонькова Лариса Ивановна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984869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Терякова Вера Ивановна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</w:tbl>
    <w:p w:rsidR="005410E0" w:rsidRPr="00984869" w:rsidRDefault="005410E0" w:rsidP="00984869">
      <w:pPr>
        <w:pStyle w:val="NoSpacing"/>
        <w:rPr>
          <w:rFonts w:ascii="Times New Roman" w:hAnsi="Times New Roman"/>
        </w:rPr>
      </w:pPr>
    </w:p>
    <w:tbl>
      <w:tblPr>
        <w:tblW w:w="0" w:type="auto"/>
        <w:tblLayout w:type="fixed"/>
        <w:tblLook w:val="0000"/>
      </w:tblPr>
      <w:tblGrid>
        <w:gridCol w:w="681"/>
        <w:gridCol w:w="6127"/>
        <w:gridCol w:w="365"/>
        <w:gridCol w:w="365"/>
        <w:gridCol w:w="365"/>
        <w:gridCol w:w="365"/>
        <w:gridCol w:w="365"/>
        <w:gridCol w:w="365"/>
        <w:gridCol w:w="365"/>
        <w:gridCol w:w="209"/>
      </w:tblGrid>
      <w:tr w:rsidR="005410E0" w:rsidRPr="00CC5B4D" w:rsidTr="00984869">
        <w:tc>
          <w:tcPr>
            <w:tcW w:w="9572" w:type="dxa"/>
            <w:gridSpan w:val="10"/>
          </w:tcPr>
          <w:p w:rsidR="005410E0" w:rsidRPr="00CC5B4D" w:rsidRDefault="005410E0" w:rsidP="001F272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СОГЛАСНО ПРОТОКОЛУ</w:t>
            </w:r>
          </w:p>
        </w:tc>
      </w:tr>
      <w:tr w:rsidR="005410E0" w:rsidRPr="00CC5B4D" w:rsidTr="00984869">
        <w:tc>
          <w:tcPr>
            <w:tcW w:w="9572" w:type="dxa"/>
            <w:gridSpan w:val="10"/>
          </w:tcPr>
          <w:p w:rsidR="005410E0" w:rsidRPr="00CC5B4D" w:rsidRDefault="005410E0" w:rsidP="001F272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избирательной комиссии Волче-Вражского сельсовета Тамалинского района Пензенской области об итогах голосования и результатах выборов   по одномандатному  избирательному округу № 2</w:t>
            </w:r>
          </w:p>
        </w:tc>
      </w:tr>
      <w:tr w:rsidR="005410E0" w:rsidRPr="00CC5B4D" w:rsidTr="00984869">
        <w:tc>
          <w:tcPr>
            <w:tcW w:w="9572" w:type="dxa"/>
            <w:gridSpan w:val="10"/>
            <w:vAlign w:val="bottom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избирателей, внесенных в список на момент окончания голосования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2а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бюллетеней, выданных избирателям, проголосовавшим досрочно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погашенных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недействительных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9ж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утраченных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9з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не учтенных при получении избирательных бюллетеней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Фамилия, имя и отчество зарегистрированного кандидата </w:t>
            </w:r>
          </w:p>
        </w:tc>
        <w:tc>
          <w:tcPr>
            <w:tcW w:w="25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голосов избирателей по каждой из позиций, содержащихся во всех избирательных бюллетенях</w:t>
            </w: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Солуянова Марина Алексеевна</w:t>
            </w:r>
          </w:p>
        </w:tc>
        <w:tc>
          <w:tcPr>
            <w:tcW w:w="25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За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Против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</w:tr>
    </w:tbl>
    <w:p w:rsidR="005410E0" w:rsidRPr="00984869" w:rsidRDefault="005410E0" w:rsidP="00984869">
      <w:pPr>
        <w:pStyle w:val="NoSpacing"/>
        <w:rPr>
          <w:rFonts w:ascii="Times New Roman" w:hAnsi="Times New Roman"/>
        </w:rPr>
      </w:pPr>
      <w:r w:rsidRPr="00984869">
        <w:rPr>
          <w:rFonts w:ascii="Times New Roman" w:hAnsi="Times New Roman"/>
        </w:rPr>
        <w:t xml:space="preserve"> </w:t>
      </w:r>
    </w:p>
    <w:tbl>
      <w:tblPr>
        <w:tblW w:w="0" w:type="auto"/>
        <w:tblLayout w:type="fixed"/>
        <w:tblLook w:val="0000"/>
      </w:tblPr>
      <w:tblGrid>
        <w:gridCol w:w="681"/>
        <w:gridCol w:w="6127"/>
        <w:gridCol w:w="365"/>
        <w:gridCol w:w="365"/>
        <w:gridCol w:w="365"/>
        <w:gridCol w:w="365"/>
        <w:gridCol w:w="365"/>
        <w:gridCol w:w="365"/>
        <w:gridCol w:w="365"/>
        <w:gridCol w:w="209"/>
      </w:tblGrid>
      <w:tr w:rsidR="005410E0" w:rsidRPr="00CC5B4D" w:rsidTr="00984869">
        <w:tc>
          <w:tcPr>
            <w:tcW w:w="9572" w:type="dxa"/>
            <w:gridSpan w:val="10"/>
          </w:tcPr>
          <w:p w:rsidR="005410E0" w:rsidRPr="00CC5B4D" w:rsidRDefault="005410E0" w:rsidP="001F272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СОГЛАСНО ПРОТОКОЛУ</w:t>
            </w:r>
          </w:p>
        </w:tc>
      </w:tr>
      <w:tr w:rsidR="005410E0" w:rsidRPr="00CC5B4D" w:rsidTr="00984869">
        <w:tc>
          <w:tcPr>
            <w:tcW w:w="9572" w:type="dxa"/>
            <w:gridSpan w:val="10"/>
          </w:tcPr>
          <w:p w:rsidR="005410E0" w:rsidRPr="00CC5B4D" w:rsidRDefault="005410E0" w:rsidP="001F272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избирательной комиссии Волче-Вражского сельсовета Тамалинского района Пензенской области об итогах голосования и результатах выборов   по одномандатному  избирательному округу № 3</w:t>
            </w:r>
          </w:p>
        </w:tc>
      </w:tr>
      <w:tr w:rsidR="005410E0" w:rsidRPr="00CC5B4D" w:rsidTr="00984869">
        <w:tc>
          <w:tcPr>
            <w:tcW w:w="9572" w:type="dxa"/>
            <w:gridSpan w:val="10"/>
            <w:vAlign w:val="bottom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избирателей, внесенных в список на момент окончания голосования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2а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бюллетеней, выданных избирателям, проголосовавшим досрочно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погашенных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недействительных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9ж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утраченных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9з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не учтенных при получении избирательных бюллетеней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0 </w:t>
            </w: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Фамилия, имя и отчество зарегистрированного кандидата </w:t>
            </w:r>
          </w:p>
        </w:tc>
        <w:tc>
          <w:tcPr>
            <w:tcW w:w="25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голосов избирателей по каждой из позиций, содержащихся во всех избирательных бюллетенях</w:t>
            </w: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Ходакова Ольга Николаевна</w:t>
            </w:r>
          </w:p>
        </w:tc>
        <w:tc>
          <w:tcPr>
            <w:tcW w:w="25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За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2 </w:t>
            </w:r>
          </w:p>
        </w:tc>
      </w:tr>
      <w:tr w:rsidR="005410E0" w:rsidRPr="00CC5B4D" w:rsidTr="00984869">
        <w:trPr>
          <w:gridAfter w:val="1"/>
          <w:wAfter w:w="209" w:type="dxa"/>
          <w:trHeight w:val="373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Против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8 </w:t>
            </w:r>
          </w:p>
        </w:tc>
      </w:tr>
    </w:tbl>
    <w:p w:rsidR="005410E0" w:rsidRPr="00984869" w:rsidRDefault="005410E0" w:rsidP="00984869">
      <w:pPr>
        <w:pStyle w:val="NoSpacing"/>
        <w:rPr>
          <w:rFonts w:ascii="Times New Roman" w:hAnsi="Times New Roman"/>
        </w:rPr>
      </w:pPr>
    </w:p>
    <w:tbl>
      <w:tblPr>
        <w:tblW w:w="0" w:type="auto"/>
        <w:tblLayout w:type="fixed"/>
        <w:tblLook w:val="0000"/>
      </w:tblPr>
      <w:tblGrid>
        <w:gridCol w:w="681"/>
        <w:gridCol w:w="6127"/>
        <w:gridCol w:w="365"/>
        <w:gridCol w:w="365"/>
        <w:gridCol w:w="365"/>
        <w:gridCol w:w="365"/>
        <w:gridCol w:w="365"/>
        <w:gridCol w:w="365"/>
        <w:gridCol w:w="365"/>
        <w:gridCol w:w="209"/>
      </w:tblGrid>
      <w:tr w:rsidR="005410E0" w:rsidRPr="00CC5B4D" w:rsidTr="00984869">
        <w:tc>
          <w:tcPr>
            <w:tcW w:w="9572" w:type="dxa"/>
            <w:gridSpan w:val="10"/>
          </w:tcPr>
          <w:p w:rsidR="005410E0" w:rsidRPr="00CC5B4D" w:rsidRDefault="005410E0" w:rsidP="009C320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СОГЛАСНО ПРОТОКОЛУ</w:t>
            </w:r>
          </w:p>
        </w:tc>
      </w:tr>
      <w:tr w:rsidR="005410E0" w:rsidRPr="00CC5B4D" w:rsidTr="00984869">
        <w:tc>
          <w:tcPr>
            <w:tcW w:w="9572" w:type="dxa"/>
            <w:gridSpan w:val="10"/>
          </w:tcPr>
          <w:p w:rsidR="005410E0" w:rsidRPr="00CC5B4D" w:rsidRDefault="005410E0" w:rsidP="009C320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избирательной комиссии Волче-Вражского сельсовета Тамалинского района Пензенской области об итогах голосования и результатах выборов   по одномандатному  избирательному округу № 4</w:t>
            </w:r>
          </w:p>
        </w:tc>
      </w:tr>
      <w:tr w:rsidR="005410E0" w:rsidRPr="00CC5B4D" w:rsidTr="00984869">
        <w:tc>
          <w:tcPr>
            <w:tcW w:w="9572" w:type="dxa"/>
            <w:gridSpan w:val="10"/>
            <w:vAlign w:val="bottom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ab/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избирателей, внесенных в список на момент окончания голосования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2а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бюллетеней, выданных избирателям, проголосовавшим досрочно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погашенных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недействительных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9ж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утраченных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9з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не учтенных при получении избирательных бюллетеней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Фамилия, имя и отчество зарегистрированного кандидата </w:t>
            </w:r>
          </w:p>
        </w:tc>
        <w:tc>
          <w:tcPr>
            <w:tcW w:w="25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голосов избирателей по каждой из позиций, содержащихся во всех избирательных бюллетенях</w:t>
            </w: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Ельцова Любовь Викторовна</w:t>
            </w:r>
          </w:p>
        </w:tc>
        <w:tc>
          <w:tcPr>
            <w:tcW w:w="25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За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Против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</w:tr>
    </w:tbl>
    <w:p w:rsidR="005410E0" w:rsidRPr="00984869" w:rsidRDefault="005410E0" w:rsidP="00984869">
      <w:pPr>
        <w:pStyle w:val="NoSpacing"/>
        <w:rPr>
          <w:rFonts w:ascii="Times New Roman" w:hAnsi="Times New Roman"/>
        </w:rPr>
      </w:pPr>
    </w:p>
    <w:tbl>
      <w:tblPr>
        <w:tblW w:w="0" w:type="auto"/>
        <w:tblLayout w:type="fixed"/>
        <w:tblLook w:val="0000"/>
      </w:tblPr>
      <w:tblGrid>
        <w:gridCol w:w="681"/>
        <w:gridCol w:w="6127"/>
        <w:gridCol w:w="365"/>
        <w:gridCol w:w="365"/>
        <w:gridCol w:w="365"/>
        <w:gridCol w:w="365"/>
        <w:gridCol w:w="365"/>
        <w:gridCol w:w="365"/>
        <w:gridCol w:w="365"/>
        <w:gridCol w:w="209"/>
      </w:tblGrid>
      <w:tr w:rsidR="005410E0" w:rsidRPr="00CC5B4D" w:rsidTr="00984869">
        <w:tc>
          <w:tcPr>
            <w:tcW w:w="9572" w:type="dxa"/>
            <w:gridSpan w:val="10"/>
          </w:tcPr>
          <w:p w:rsidR="005410E0" w:rsidRPr="00CC5B4D" w:rsidRDefault="005410E0" w:rsidP="009C320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СОГЛАСНО ПРОТОКОЛУ</w:t>
            </w:r>
          </w:p>
        </w:tc>
      </w:tr>
      <w:tr w:rsidR="005410E0" w:rsidRPr="00CC5B4D" w:rsidTr="00984869">
        <w:tc>
          <w:tcPr>
            <w:tcW w:w="9572" w:type="dxa"/>
            <w:gridSpan w:val="10"/>
          </w:tcPr>
          <w:p w:rsidR="005410E0" w:rsidRPr="00CC5B4D" w:rsidRDefault="005410E0" w:rsidP="009C320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избирательной комиссии Волче-Вражского сельсовета Тамалинского района Пензенской области об итогах голосования и результатах выборов   по одномандатному  избирательному округу № 5</w:t>
            </w:r>
          </w:p>
        </w:tc>
      </w:tr>
      <w:tr w:rsidR="005410E0" w:rsidRPr="00CC5B4D" w:rsidTr="00984869">
        <w:tc>
          <w:tcPr>
            <w:tcW w:w="9572" w:type="dxa"/>
            <w:gridSpan w:val="10"/>
            <w:vAlign w:val="bottom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избирателей, внесенных в список на момент окончания голосования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2а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бюллетеней, выданных избирателям, проголосовавшим досрочно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погашенных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недействительных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9ж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утраченных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9з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не учтенных при получении избирательных бюллетеней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Фамилия, имя и отчество зарегистрированного кандидата </w:t>
            </w:r>
          </w:p>
        </w:tc>
        <w:tc>
          <w:tcPr>
            <w:tcW w:w="25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голосов избирателей по каждой из позиций, содержащихся во всех избирательных бюллетенях</w:t>
            </w: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Рубцова Наталья Алексеевна</w:t>
            </w:r>
          </w:p>
        </w:tc>
        <w:tc>
          <w:tcPr>
            <w:tcW w:w="25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За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Против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</w:tr>
    </w:tbl>
    <w:p w:rsidR="005410E0" w:rsidRPr="00984869" w:rsidRDefault="005410E0" w:rsidP="00984869">
      <w:pPr>
        <w:pStyle w:val="NoSpacing"/>
        <w:rPr>
          <w:rFonts w:ascii="Times New Roman" w:hAnsi="Times New Roman"/>
        </w:rPr>
      </w:pPr>
    </w:p>
    <w:tbl>
      <w:tblPr>
        <w:tblW w:w="0" w:type="auto"/>
        <w:tblLayout w:type="fixed"/>
        <w:tblLook w:val="0000"/>
      </w:tblPr>
      <w:tblGrid>
        <w:gridCol w:w="681"/>
        <w:gridCol w:w="6127"/>
        <w:gridCol w:w="365"/>
        <w:gridCol w:w="365"/>
        <w:gridCol w:w="365"/>
        <w:gridCol w:w="365"/>
        <w:gridCol w:w="365"/>
        <w:gridCol w:w="365"/>
        <w:gridCol w:w="365"/>
        <w:gridCol w:w="209"/>
      </w:tblGrid>
      <w:tr w:rsidR="005410E0" w:rsidRPr="00CC5B4D" w:rsidTr="00984869">
        <w:tc>
          <w:tcPr>
            <w:tcW w:w="9572" w:type="dxa"/>
            <w:gridSpan w:val="10"/>
          </w:tcPr>
          <w:p w:rsidR="005410E0" w:rsidRPr="00CC5B4D" w:rsidRDefault="005410E0" w:rsidP="009C320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СОГЛАСНО ПРОТОКОЛУ</w:t>
            </w:r>
          </w:p>
        </w:tc>
      </w:tr>
      <w:tr w:rsidR="005410E0" w:rsidRPr="00CC5B4D" w:rsidTr="00984869">
        <w:tc>
          <w:tcPr>
            <w:tcW w:w="9572" w:type="dxa"/>
            <w:gridSpan w:val="10"/>
          </w:tcPr>
          <w:p w:rsidR="005410E0" w:rsidRPr="00CC5B4D" w:rsidRDefault="005410E0" w:rsidP="009C320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избирательной комиссии Волче-Вражского сельсовета Тамалинского района Пензенской области об итогах голосования и результатах выборов   по одномандатному  избирательному округу № 6</w:t>
            </w:r>
          </w:p>
        </w:tc>
      </w:tr>
      <w:tr w:rsidR="005410E0" w:rsidRPr="00CC5B4D" w:rsidTr="00984869">
        <w:tc>
          <w:tcPr>
            <w:tcW w:w="9572" w:type="dxa"/>
            <w:gridSpan w:val="10"/>
            <w:vAlign w:val="bottom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избирателей, внесенных в список на момент окончания голосования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2а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бюллетеней, выданных избирателям, проголосовавшим досрочно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погашенных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недействительных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9ж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утраченных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9з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не учтенных при получении избирательных бюллетеней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Фамилия, имя и отчество зарегистрированного кандидата </w:t>
            </w:r>
          </w:p>
        </w:tc>
        <w:tc>
          <w:tcPr>
            <w:tcW w:w="25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голосов избирателей по каждой из позиций, содержащихся во всех избирательных бюллетенях</w:t>
            </w: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Кошелев Андрей Алексеевич</w:t>
            </w:r>
          </w:p>
        </w:tc>
        <w:tc>
          <w:tcPr>
            <w:tcW w:w="25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За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Против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</w:tr>
    </w:tbl>
    <w:p w:rsidR="005410E0" w:rsidRPr="00984869" w:rsidRDefault="005410E0" w:rsidP="00984869">
      <w:pPr>
        <w:pStyle w:val="NoSpacing"/>
        <w:rPr>
          <w:rFonts w:ascii="Times New Roman" w:hAnsi="Times New Roman"/>
        </w:rPr>
      </w:pPr>
    </w:p>
    <w:tbl>
      <w:tblPr>
        <w:tblW w:w="0" w:type="auto"/>
        <w:tblLayout w:type="fixed"/>
        <w:tblLook w:val="0000"/>
      </w:tblPr>
      <w:tblGrid>
        <w:gridCol w:w="681"/>
        <w:gridCol w:w="6127"/>
        <w:gridCol w:w="365"/>
        <w:gridCol w:w="365"/>
        <w:gridCol w:w="365"/>
        <w:gridCol w:w="365"/>
        <w:gridCol w:w="365"/>
        <w:gridCol w:w="365"/>
        <w:gridCol w:w="365"/>
        <w:gridCol w:w="209"/>
      </w:tblGrid>
      <w:tr w:rsidR="005410E0" w:rsidRPr="00CC5B4D" w:rsidTr="00984869">
        <w:tc>
          <w:tcPr>
            <w:tcW w:w="9572" w:type="dxa"/>
            <w:gridSpan w:val="10"/>
          </w:tcPr>
          <w:p w:rsidR="005410E0" w:rsidRPr="00CC5B4D" w:rsidRDefault="005410E0" w:rsidP="009C320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СОГЛАСНО ПРОТОКОЛУ</w:t>
            </w:r>
          </w:p>
        </w:tc>
      </w:tr>
      <w:tr w:rsidR="005410E0" w:rsidRPr="00CC5B4D" w:rsidTr="00984869">
        <w:tc>
          <w:tcPr>
            <w:tcW w:w="9572" w:type="dxa"/>
            <w:gridSpan w:val="10"/>
          </w:tcPr>
          <w:p w:rsidR="005410E0" w:rsidRPr="00CC5B4D" w:rsidRDefault="005410E0" w:rsidP="009C320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избирательной комиссии Волче-Вражского сельсовета Тамалинского района Пензенской области об итогах голосования и результатах выборов   по одномандатному  избирательному округу № 7</w:t>
            </w:r>
          </w:p>
        </w:tc>
      </w:tr>
      <w:tr w:rsidR="005410E0" w:rsidRPr="00CC5B4D" w:rsidTr="00984869">
        <w:tc>
          <w:tcPr>
            <w:tcW w:w="9572" w:type="dxa"/>
            <w:gridSpan w:val="10"/>
            <w:vAlign w:val="bottom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избирателей, внесенных в список на момент окончания голосования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2а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бюллетеней, выданных избирателям, проголосовавшим досрочно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погашенных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недействительных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9ж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утраченных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9з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не учтенных при получении избирательных бюллетеней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Фамилия, имя и отчество зарегистрированного кандидата </w:t>
            </w:r>
          </w:p>
        </w:tc>
        <w:tc>
          <w:tcPr>
            <w:tcW w:w="25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голосов избирателей по каждой из позиций, содержащихся во всех избирательных бюллетенях</w:t>
            </w: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Ступина Надежда Валентиновна</w:t>
            </w:r>
          </w:p>
        </w:tc>
        <w:tc>
          <w:tcPr>
            <w:tcW w:w="25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За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0 </w:t>
            </w:r>
          </w:p>
        </w:tc>
      </w:tr>
      <w:tr w:rsidR="005410E0" w:rsidRPr="00CC5B4D" w:rsidTr="00984869">
        <w:trPr>
          <w:gridAfter w:val="1"/>
          <w:wAfter w:w="209" w:type="dxa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Против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984869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3 </w:t>
            </w:r>
          </w:p>
        </w:tc>
      </w:tr>
    </w:tbl>
    <w:p w:rsidR="005410E0" w:rsidRPr="00984869" w:rsidRDefault="005410E0" w:rsidP="00984869">
      <w:pPr>
        <w:pStyle w:val="NoSpacing"/>
        <w:rPr>
          <w:rFonts w:ascii="Times New Roman" w:hAnsi="Times New Roman"/>
          <w:bCs/>
          <w:sz w:val="24"/>
          <w:szCs w:val="24"/>
        </w:rPr>
      </w:pPr>
    </w:p>
    <w:p w:rsidR="005410E0" w:rsidRDefault="005410E0" w:rsidP="0098486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681"/>
        <w:gridCol w:w="6127"/>
        <w:gridCol w:w="365"/>
        <w:gridCol w:w="365"/>
        <w:gridCol w:w="365"/>
        <w:gridCol w:w="365"/>
        <w:gridCol w:w="365"/>
        <w:gridCol w:w="365"/>
        <w:gridCol w:w="365"/>
        <w:gridCol w:w="209"/>
      </w:tblGrid>
      <w:tr w:rsidR="005410E0" w:rsidRPr="00CC5B4D" w:rsidTr="00096695">
        <w:tc>
          <w:tcPr>
            <w:tcW w:w="9572" w:type="dxa"/>
            <w:gridSpan w:val="10"/>
          </w:tcPr>
          <w:p w:rsidR="005410E0" w:rsidRPr="00CC5B4D" w:rsidRDefault="005410E0" w:rsidP="0009669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СОГЛАСНО ПРОТОКОЛУ</w:t>
            </w:r>
          </w:p>
        </w:tc>
      </w:tr>
      <w:tr w:rsidR="005410E0" w:rsidRPr="00CC5B4D" w:rsidTr="00096695">
        <w:tc>
          <w:tcPr>
            <w:tcW w:w="9572" w:type="dxa"/>
            <w:gridSpan w:val="10"/>
          </w:tcPr>
          <w:p w:rsidR="005410E0" w:rsidRPr="00CC5B4D" w:rsidRDefault="005410E0" w:rsidP="0009669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избирательной комиссии Волче-Вражского сельсовета Тамалинского района Пензенской области об итогах голосования и результатах выборов   по одномандатному  избирательному округу № 8</w:t>
            </w:r>
          </w:p>
        </w:tc>
      </w:tr>
      <w:tr w:rsidR="005410E0" w:rsidRPr="00CC5B4D" w:rsidTr="00096695">
        <w:tc>
          <w:tcPr>
            <w:tcW w:w="9572" w:type="dxa"/>
            <w:gridSpan w:val="10"/>
            <w:vAlign w:val="bottom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избирателей, внесенных в список на момент окончания голосования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2а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бюллетеней, выданных избирателям, проголосовавшим досрочно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погашенных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недействительных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9ж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утраченных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9з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не учтенных при получении избирательных бюллетеней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096695">
        <w:trPr>
          <w:gridAfter w:val="1"/>
          <w:wAfter w:w="20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Фамилия, имя и отчество зарегистрированного кандидата </w:t>
            </w:r>
          </w:p>
        </w:tc>
        <w:tc>
          <w:tcPr>
            <w:tcW w:w="25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голосов избирателей по каждой из позиций, содержащихся во всех избирательных бюллетенях</w:t>
            </w:r>
          </w:p>
        </w:tc>
      </w:tr>
      <w:tr w:rsidR="005410E0" w:rsidRPr="00CC5B4D" w:rsidTr="00096695">
        <w:trPr>
          <w:gridAfter w:val="1"/>
          <w:wAfter w:w="20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Павлушина Алевтина Александровна</w:t>
            </w:r>
          </w:p>
        </w:tc>
        <w:tc>
          <w:tcPr>
            <w:tcW w:w="25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410E0" w:rsidRPr="00CC5B4D" w:rsidTr="00096695">
        <w:trPr>
          <w:gridAfter w:val="1"/>
          <w:wAfter w:w="209" w:type="dxa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За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6 </w:t>
            </w:r>
          </w:p>
        </w:tc>
      </w:tr>
      <w:tr w:rsidR="005410E0" w:rsidRPr="00CC5B4D" w:rsidTr="00096695">
        <w:trPr>
          <w:gridAfter w:val="1"/>
          <w:wAfter w:w="209" w:type="dxa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Против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7 </w:t>
            </w:r>
          </w:p>
        </w:tc>
      </w:tr>
    </w:tbl>
    <w:p w:rsidR="005410E0" w:rsidRPr="00984869" w:rsidRDefault="005410E0" w:rsidP="00286CD5">
      <w:pPr>
        <w:pStyle w:val="NoSpacing"/>
        <w:rPr>
          <w:rFonts w:ascii="Times New Roman" w:hAnsi="Times New Roman"/>
          <w:bCs/>
          <w:sz w:val="24"/>
          <w:szCs w:val="24"/>
        </w:rPr>
      </w:pPr>
    </w:p>
    <w:p w:rsidR="005410E0" w:rsidRDefault="005410E0" w:rsidP="00286CD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681"/>
        <w:gridCol w:w="6127"/>
        <w:gridCol w:w="365"/>
        <w:gridCol w:w="365"/>
        <w:gridCol w:w="365"/>
        <w:gridCol w:w="365"/>
        <w:gridCol w:w="365"/>
        <w:gridCol w:w="365"/>
        <w:gridCol w:w="365"/>
        <w:gridCol w:w="209"/>
      </w:tblGrid>
      <w:tr w:rsidR="005410E0" w:rsidRPr="00CC5B4D" w:rsidTr="00096695">
        <w:tc>
          <w:tcPr>
            <w:tcW w:w="9572" w:type="dxa"/>
            <w:gridSpan w:val="10"/>
          </w:tcPr>
          <w:p w:rsidR="005410E0" w:rsidRPr="00CC5B4D" w:rsidRDefault="005410E0" w:rsidP="0009669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СОГЛАСНО ПРОТОКОЛУ</w:t>
            </w:r>
          </w:p>
        </w:tc>
      </w:tr>
      <w:tr w:rsidR="005410E0" w:rsidRPr="00CC5B4D" w:rsidTr="00096695">
        <w:tc>
          <w:tcPr>
            <w:tcW w:w="9572" w:type="dxa"/>
            <w:gridSpan w:val="10"/>
          </w:tcPr>
          <w:p w:rsidR="005410E0" w:rsidRPr="00CC5B4D" w:rsidRDefault="005410E0" w:rsidP="0009669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избирательной комиссии Волче-Вражского сельсовета Тамалинского района Пензенской области об итогах голосования и результатах выборов   по одномандатному  избирательному округу № 9</w:t>
            </w:r>
          </w:p>
        </w:tc>
      </w:tr>
      <w:tr w:rsidR="005410E0" w:rsidRPr="00CC5B4D" w:rsidTr="00096695">
        <w:tc>
          <w:tcPr>
            <w:tcW w:w="9572" w:type="dxa"/>
            <w:gridSpan w:val="10"/>
            <w:vAlign w:val="bottom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избирателей, внесенных в список на момент окончания голосования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2а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бюллетеней, выданных избирателям, проголосовавшим досрочно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погашенных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недействительных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9ж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утраченных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9з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не учтенных при получении избирательных бюллетеней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096695">
        <w:trPr>
          <w:gridAfter w:val="1"/>
          <w:wAfter w:w="20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Фамилия, имя и отчество зарегистрированного кандидата </w:t>
            </w:r>
          </w:p>
        </w:tc>
        <w:tc>
          <w:tcPr>
            <w:tcW w:w="25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голосов избирателей по каждой из позиций, содержащихся во всех избирательных бюллетенях</w:t>
            </w:r>
          </w:p>
        </w:tc>
      </w:tr>
      <w:tr w:rsidR="005410E0" w:rsidRPr="00CC5B4D" w:rsidTr="00096695">
        <w:trPr>
          <w:gridAfter w:val="1"/>
          <w:wAfter w:w="20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Рожкова Марина Алексеевна</w:t>
            </w:r>
          </w:p>
        </w:tc>
        <w:tc>
          <w:tcPr>
            <w:tcW w:w="25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410E0" w:rsidRPr="00CC5B4D" w:rsidTr="00096695">
        <w:trPr>
          <w:gridAfter w:val="1"/>
          <w:wAfter w:w="209" w:type="dxa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За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5 </w:t>
            </w:r>
          </w:p>
        </w:tc>
      </w:tr>
      <w:tr w:rsidR="005410E0" w:rsidRPr="00CC5B4D" w:rsidTr="00096695">
        <w:trPr>
          <w:gridAfter w:val="1"/>
          <w:wAfter w:w="209" w:type="dxa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Против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9 </w:t>
            </w:r>
          </w:p>
        </w:tc>
      </w:tr>
      <w:tr w:rsidR="005410E0" w:rsidRPr="00CC5B4D" w:rsidTr="00096695">
        <w:tc>
          <w:tcPr>
            <w:tcW w:w="9572" w:type="dxa"/>
            <w:gridSpan w:val="10"/>
          </w:tcPr>
          <w:p w:rsidR="005410E0" w:rsidRPr="00CC5B4D" w:rsidRDefault="005410E0" w:rsidP="00096695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:rsidR="005410E0" w:rsidRPr="00CC5B4D" w:rsidRDefault="005410E0" w:rsidP="0009669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СОГЛАСНО ПРОТОКОЛУ</w:t>
            </w:r>
          </w:p>
        </w:tc>
      </w:tr>
      <w:tr w:rsidR="005410E0" w:rsidRPr="00CC5B4D" w:rsidTr="00096695">
        <w:tc>
          <w:tcPr>
            <w:tcW w:w="9572" w:type="dxa"/>
            <w:gridSpan w:val="10"/>
          </w:tcPr>
          <w:p w:rsidR="005410E0" w:rsidRPr="00CC5B4D" w:rsidRDefault="005410E0" w:rsidP="0009669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избирательной комиссии Волче-Вражского сельсовета Тамалинского района Пензенской области об итогах голосования и результатах выборов   по одномандатному  избирательному округу № 10</w:t>
            </w:r>
          </w:p>
        </w:tc>
      </w:tr>
      <w:tr w:rsidR="005410E0" w:rsidRPr="00CC5B4D" w:rsidTr="00096695">
        <w:tc>
          <w:tcPr>
            <w:tcW w:w="9572" w:type="dxa"/>
            <w:gridSpan w:val="10"/>
            <w:vAlign w:val="bottom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избирателей, внесенных в список на момент окончания голосования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2а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бюллетеней, выданных избирателям, проголосовавшим досрочно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погашенных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2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недействительных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действительных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3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9ж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утраченных избирательных бюллетеней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096695">
        <w:trPr>
          <w:gridAfter w:val="1"/>
          <w:wAfter w:w="209" w:type="dxa"/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9з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Число не учтенных при получении избирательных бюллетеней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</w:tr>
      <w:tr w:rsidR="005410E0" w:rsidRPr="00CC5B4D" w:rsidTr="00096695">
        <w:trPr>
          <w:gridAfter w:val="1"/>
          <w:wAfter w:w="20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Фамилия, имя и отчество зарегистрированного кандидата </w:t>
            </w:r>
          </w:p>
        </w:tc>
        <w:tc>
          <w:tcPr>
            <w:tcW w:w="25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Число голосов избирателей по каждой из позиций, содержащихся во всех избирательных бюллетенях</w:t>
            </w:r>
          </w:p>
        </w:tc>
      </w:tr>
      <w:tr w:rsidR="005410E0" w:rsidRPr="00CC5B4D" w:rsidTr="00096695">
        <w:trPr>
          <w:gridAfter w:val="1"/>
          <w:wAfter w:w="209" w:type="dxa"/>
        </w:trPr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Сучкова Светлана Николаевна</w:t>
            </w:r>
          </w:p>
        </w:tc>
        <w:tc>
          <w:tcPr>
            <w:tcW w:w="25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410E0" w:rsidRPr="00CC5B4D" w:rsidTr="00096695">
        <w:trPr>
          <w:gridAfter w:val="1"/>
          <w:wAfter w:w="209" w:type="dxa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За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3 </w:t>
            </w:r>
          </w:p>
        </w:tc>
      </w:tr>
      <w:tr w:rsidR="005410E0" w:rsidRPr="00CC5B4D" w:rsidTr="00096695">
        <w:trPr>
          <w:gridAfter w:val="1"/>
          <w:wAfter w:w="209" w:type="dxa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11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Против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E0" w:rsidRPr="00CC5B4D" w:rsidRDefault="005410E0" w:rsidP="00096695">
            <w:pPr>
              <w:pStyle w:val="NoSpacing"/>
              <w:rPr>
                <w:rFonts w:ascii="Times New Roman" w:hAnsi="Times New Roman"/>
              </w:rPr>
            </w:pPr>
            <w:r w:rsidRPr="00CC5B4D">
              <w:rPr>
                <w:rFonts w:ascii="Times New Roman" w:hAnsi="Times New Roman"/>
              </w:rPr>
              <w:t xml:space="preserve">0 </w:t>
            </w:r>
          </w:p>
        </w:tc>
      </w:tr>
    </w:tbl>
    <w:p w:rsidR="005410E0" w:rsidRPr="00984869" w:rsidRDefault="005410E0" w:rsidP="00286CD5">
      <w:pPr>
        <w:pStyle w:val="NoSpacing"/>
        <w:rPr>
          <w:rFonts w:ascii="Times New Roman" w:hAnsi="Times New Roman"/>
          <w:bCs/>
          <w:sz w:val="24"/>
          <w:szCs w:val="24"/>
        </w:rPr>
      </w:pPr>
    </w:p>
    <w:p w:rsidR="005410E0" w:rsidRDefault="005410E0" w:rsidP="00286CD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410E0" w:rsidRDefault="005410E0" w:rsidP="00582C7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410E0" w:rsidRDefault="005410E0" w:rsidP="0098486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410E0" w:rsidRDefault="005410E0" w:rsidP="009848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5410E0" w:rsidRDefault="005410E0" w:rsidP="009848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5410E0" w:rsidRDefault="005410E0" w:rsidP="009848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5410E0" w:rsidRPr="000007C9" w:rsidRDefault="005410E0" w:rsidP="00984869">
      <w:pPr>
        <w:jc w:val="both"/>
        <w:rPr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p w:rsidR="005410E0" w:rsidRDefault="005410E0"/>
    <w:sectPr w:rsidR="005410E0" w:rsidSect="00984869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0E0" w:rsidRDefault="005410E0" w:rsidP="00E537A0">
      <w:pPr>
        <w:spacing w:after="0" w:line="240" w:lineRule="auto"/>
      </w:pPr>
      <w:r>
        <w:separator/>
      </w:r>
    </w:p>
  </w:endnote>
  <w:endnote w:type="continuationSeparator" w:id="0">
    <w:p w:rsidR="005410E0" w:rsidRDefault="005410E0" w:rsidP="00E53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0E0" w:rsidRDefault="005410E0">
    <w:pPr>
      <w:pStyle w:val="Footer"/>
      <w:jc w:val="right"/>
    </w:pPr>
    <w:fldSimple w:instr=" PAGE   \* MERGEFORMAT ">
      <w:r>
        <w:rPr>
          <w:noProof/>
        </w:rPr>
        <w:t>9</w:t>
      </w:r>
    </w:fldSimple>
  </w:p>
  <w:p w:rsidR="005410E0" w:rsidRDefault="005410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0E0" w:rsidRDefault="005410E0" w:rsidP="00E537A0">
      <w:pPr>
        <w:spacing w:after="0" w:line="240" w:lineRule="auto"/>
      </w:pPr>
      <w:r>
        <w:separator/>
      </w:r>
    </w:p>
  </w:footnote>
  <w:footnote w:type="continuationSeparator" w:id="0">
    <w:p w:rsidR="005410E0" w:rsidRDefault="005410E0" w:rsidP="00E53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4FE4"/>
    <w:multiLevelType w:val="hybridMultilevel"/>
    <w:tmpl w:val="3078C59A"/>
    <w:lvl w:ilvl="0" w:tplc="74847A9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869"/>
    <w:rsid w:val="000007C9"/>
    <w:rsid w:val="00096695"/>
    <w:rsid w:val="001B1A03"/>
    <w:rsid w:val="001F2720"/>
    <w:rsid w:val="00286CD5"/>
    <w:rsid w:val="005410E0"/>
    <w:rsid w:val="00582C7F"/>
    <w:rsid w:val="00631B28"/>
    <w:rsid w:val="00984869"/>
    <w:rsid w:val="009C320E"/>
    <w:rsid w:val="00CC5B4D"/>
    <w:rsid w:val="00D00F32"/>
    <w:rsid w:val="00E53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86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84869"/>
    <w:rPr>
      <w:rFonts w:eastAsia="Times New Roman"/>
    </w:rPr>
  </w:style>
  <w:style w:type="paragraph" w:customStyle="1" w:styleId="ConsPlusNormal">
    <w:name w:val="ConsPlusNormal"/>
    <w:link w:val="ConsPlusNormal0"/>
    <w:uiPriority w:val="99"/>
    <w:rsid w:val="00984869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984869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BodyText">
    <w:name w:val="Body Text"/>
    <w:basedOn w:val="Normal"/>
    <w:link w:val="BodyTextChar"/>
    <w:uiPriority w:val="99"/>
    <w:rsid w:val="00984869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84869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984869"/>
    <w:rPr>
      <w:rFonts w:ascii="Calibri" w:hAnsi="Calibri"/>
      <w:sz w:val="22"/>
      <w:lang w:eastAsia="ru-RU"/>
    </w:rPr>
  </w:style>
  <w:style w:type="paragraph" w:styleId="ListParagraph">
    <w:name w:val="List Paragraph"/>
    <w:basedOn w:val="Normal"/>
    <w:uiPriority w:val="99"/>
    <w:qFormat/>
    <w:rsid w:val="00984869"/>
    <w:pPr>
      <w:ind w:left="720"/>
      <w:contextualSpacing/>
    </w:pPr>
  </w:style>
  <w:style w:type="paragraph" w:customStyle="1" w:styleId="ConsNormal">
    <w:name w:val="ConsNormal"/>
    <w:uiPriority w:val="99"/>
    <w:rsid w:val="0098486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84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8486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84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4869"/>
    <w:rPr>
      <w:rFonts w:ascii="Tahoma" w:hAnsi="Tahoma" w:cs="Tahoma"/>
      <w:sz w:val="16"/>
      <w:szCs w:val="16"/>
    </w:rPr>
  </w:style>
  <w:style w:type="paragraph" w:customStyle="1" w:styleId="a">
    <w:name w:val="Знак"/>
    <w:basedOn w:val="Normal"/>
    <w:uiPriority w:val="99"/>
    <w:rsid w:val="00984869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9</Pages>
  <Words>2641</Words>
  <Characters>15057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44 от 09 сентября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2020-03-18T14:42:00Z</dcterms:created>
  <dcterms:modified xsi:type="dcterms:W3CDTF">2020-03-18T14:42:00Z</dcterms:modified>
</cp:coreProperties>
</file>