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AE4" w:rsidRDefault="00467AE4" w:rsidP="00F60D62">
      <w:pPr>
        <w:spacing w:after="0" w:line="240" w:lineRule="auto"/>
        <w:rPr>
          <w:rFonts w:ascii="Times New Roman" w:hAnsi="Times New Roman"/>
          <w:b/>
          <w:sz w:val="24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0"/>
          <w:lang w:eastAsia="ru-RU"/>
        </w:rPr>
        <w:t>№ 6 от 25 января 2019  года                                  село  Волчий Враг   «Бесплатно»</w:t>
      </w:r>
    </w:p>
    <w:p w:rsidR="00467AE4" w:rsidRDefault="00467AE4" w:rsidP="00F60D62">
      <w:pPr>
        <w:spacing w:after="0" w:line="240" w:lineRule="auto"/>
        <w:rPr>
          <w:rFonts w:ascii="Bookman Old Style" w:hAnsi="Bookman Old Style"/>
          <w:b/>
          <w:sz w:val="24"/>
          <w:szCs w:val="24"/>
          <w:lang w:eastAsia="ru-RU"/>
        </w:rPr>
      </w:pPr>
    </w:p>
    <w:p w:rsidR="00467AE4" w:rsidRDefault="00467AE4" w:rsidP="00F60D62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  <w:lang w:eastAsia="ru-RU"/>
        </w:rPr>
      </w:pPr>
      <w:r>
        <w:rPr>
          <w:rFonts w:ascii="Bookman Old Style" w:hAnsi="Bookman Old Style"/>
          <w:b/>
          <w:sz w:val="40"/>
          <w:szCs w:val="40"/>
          <w:lang w:eastAsia="ru-RU"/>
        </w:rPr>
        <w:t>«СЕЛЬСКИЙ ВЕСТНИК»</w:t>
      </w:r>
    </w:p>
    <w:p w:rsidR="00467AE4" w:rsidRDefault="00467AE4" w:rsidP="00F60D62">
      <w:pPr>
        <w:keepNext/>
        <w:spacing w:before="240" w:after="60" w:line="240" w:lineRule="auto"/>
        <w:jc w:val="center"/>
        <w:outlineLvl w:val="2"/>
        <w:rPr>
          <w:rFonts w:ascii="Bookman Old Style" w:hAnsi="Bookman Old Style" w:cs="Arial"/>
          <w:b/>
          <w:bCs/>
          <w:sz w:val="28"/>
          <w:szCs w:val="28"/>
          <w:lang w:eastAsia="ru-RU"/>
        </w:rPr>
      </w:pPr>
      <w:r>
        <w:rPr>
          <w:rFonts w:ascii="Bookman Old Style" w:hAnsi="Bookman Old Style" w:cs="Arial"/>
          <w:b/>
          <w:bCs/>
          <w:sz w:val="28"/>
          <w:szCs w:val="28"/>
          <w:lang w:eastAsia="ru-RU"/>
        </w:rPr>
        <w:t>ИНФОРМАЦИОННЫЙ БЮЛЛЕТЕНЬ</w:t>
      </w:r>
    </w:p>
    <w:p w:rsidR="00467AE4" w:rsidRDefault="00467AE4" w:rsidP="00F60D62">
      <w:pPr>
        <w:keepNext/>
        <w:spacing w:after="0" w:line="240" w:lineRule="auto"/>
        <w:jc w:val="center"/>
        <w:outlineLvl w:val="4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 xml:space="preserve">КОМИТЕТА МЕСТНОГО САМОУПРАВЛЕНИЯ </w:t>
      </w:r>
    </w:p>
    <w:p w:rsidR="00467AE4" w:rsidRDefault="00467AE4" w:rsidP="00F60D62">
      <w:pPr>
        <w:keepNext/>
        <w:spacing w:after="0" w:line="240" w:lineRule="auto"/>
        <w:jc w:val="center"/>
        <w:outlineLvl w:val="0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ВОЛЧЕ-ВРАЖСКОГО СЕЛЬСОВЕТА</w:t>
      </w:r>
    </w:p>
    <w:p w:rsidR="00467AE4" w:rsidRDefault="00467AE4" w:rsidP="00F60D62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ТАМАЛИНСКОГО РАЙОНА ПЕНЗЕНСКОЙ ОБЛАСТИ</w:t>
      </w:r>
    </w:p>
    <w:p w:rsidR="00467AE4" w:rsidRDefault="00467AE4" w:rsidP="00F60D62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67AE4" w:rsidRDefault="00467AE4" w:rsidP="00F60D6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АДМИНИСТРАЦИЯ ВОЛЧЕ-ВРАЖСКОГО СЕЛЬСОВЕТА </w:t>
      </w:r>
    </w:p>
    <w:p w:rsidR="00467AE4" w:rsidRDefault="00467AE4" w:rsidP="00F60D6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ТАМАЛИНСКОГО РАЙОНА ПЕНЗЕНСКОЙ ОБЛАСТИ</w:t>
      </w:r>
    </w:p>
    <w:p w:rsidR="00467AE4" w:rsidRDefault="00467AE4" w:rsidP="00F60D6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67AE4" w:rsidRDefault="00467AE4" w:rsidP="00F60D6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ПОСТАНОВЛЕНИЕ</w:t>
      </w:r>
    </w:p>
    <w:p w:rsidR="00467AE4" w:rsidRDefault="00467AE4" w:rsidP="00F60D62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467AE4" w:rsidRPr="007C4937" w:rsidTr="00F60D62">
        <w:trPr>
          <w:jc w:val="center"/>
        </w:trPr>
        <w:tc>
          <w:tcPr>
            <w:tcW w:w="284" w:type="dxa"/>
            <w:vAlign w:val="bottom"/>
          </w:tcPr>
          <w:p w:rsidR="00467AE4" w:rsidRDefault="00467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67AE4" w:rsidRDefault="0046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24.01.2019</w:t>
            </w:r>
          </w:p>
        </w:tc>
        <w:tc>
          <w:tcPr>
            <w:tcW w:w="397" w:type="dxa"/>
          </w:tcPr>
          <w:p w:rsidR="00467AE4" w:rsidRDefault="0046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67AE4" w:rsidRDefault="0046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30-п</w:t>
            </w:r>
          </w:p>
        </w:tc>
      </w:tr>
      <w:tr w:rsidR="00467AE4" w:rsidRPr="007C4937" w:rsidTr="00F60D62">
        <w:trPr>
          <w:jc w:val="center"/>
        </w:trPr>
        <w:tc>
          <w:tcPr>
            <w:tcW w:w="4650" w:type="dxa"/>
            <w:gridSpan w:val="4"/>
          </w:tcPr>
          <w:p w:rsidR="00467AE4" w:rsidRDefault="00467AE4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467AE4" w:rsidRDefault="00467AE4" w:rsidP="00F60D62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467AE4" w:rsidRPr="00F60D62" w:rsidRDefault="00467AE4" w:rsidP="00F60D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0D62">
        <w:rPr>
          <w:rFonts w:ascii="Times New Roman" w:hAnsi="Times New Roman"/>
          <w:b/>
          <w:sz w:val="24"/>
          <w:szCs w:val="24"/>
        </w:rPr>
        <w:t xml:space="preserve">О  внесении изменений в Реестр муниципальных услуг Волче-Вражского сельсовета Тамалинского района Пензенской области. </w:t>
      </w:r>
    </w:p>
    <w:p w:rsidR="00467AE4" w:rsidRPr="00F60D62" w:rsidRDefault="00467AE4" w:rsidP="00F60D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67AE4" w:rsidRPr="00F60D62" w:rsidRDefault="00467AE4" w:rsidP="00F60D62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F60D62">
        <w:rPr>
          <w:rFonts w:ascii="Times New Roman" w:hAnsi="Times New Roman"/>
          <w:sz w:val="24"/>
          <w:szCs w:val="24"/>
        </w:rPr>
        <w:t xml:space="preserve">     В соответствии с Федеральным законом от 27.07.2010 № 210-ФЗ «Об организации предоставления государственных и муниципальных услуг» (с последующими изменениями), руководствуясь Уставом Волче-Вражского сельсовета Тамалинского района Пензенской области, </w:t>
      </w:r>
    </w:p>
    <w:p w:rsidR="00467AE4" w:rsidRPr="00F60D62" w:rsidRDefault="00467AE4" w:rsidP="00F60D6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467AE4" w:rsidRPr="00F60D62" w:rsidRDefault="00467AE4" w:rsidP="00F60D62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F60D62">
        <w:rPr>
          <w:rFonts w:ascii="Times New Roman" w:hAnsi="Times New Roman"/>
          <w:b/>
          <w:sz w:val="24"/>
          <w:szCs w:val="24"/>
        </w:rPr>
        <w:t>администрация Волче-Вражского сельсовета Тамалинского района Пензенской области постановляет</w:t>
      </w:r>
      <w:r w:rsidRPr="00F60D62">
        <w:rPr>
          <w:rFonts w:ascii="Times New Roman" w:hAnsi="Times New Roman"/>
          <w:sz w:val="24"/>
          <w:szCs w:val="24"/>
        </w:rPr>
        <w:t>:</w:t>
      </w:r>
    </w:p>
    <w:p w:rsidR="00467AE4" w:rsidRPr="00F60D62" w:rsidRDefault="00467AE4" w:rsidP="00F60D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67AE4" w:rsidRPr="00F60D62" w:rsidRDefault="00467AE4" w:rsidP="00F60D62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F60D62">
        <w:rPr>
          <w:rFonts w:ascii="Times New Roman" w:hAnsi="Times New Roman"/>
          <w:sz w:val="24"/>
          <w:szCs w:val="24"/>
        </w:rPr>
        <w:t xml:space="preserve">          1. Внести изменения в постановление администрации Волче-Вражского сельсовета Тамалинского района Пензенской области  от 24.12.2018 № 82-п «Об утверждении Реестра муниципальных услуг Волче-Вражского сельсовета Тамалинского района Пензенской области» (далее – Постановление):</w:t>
      </w:r>
    </w:p>
    <w:p w:rsidR="00467AE4" w:rsidRPr="00F60D62" w:rsidRDefault="00467AE4" w:rsidP="00F60D62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F60D62">
        <w:rPr>
          <w:rFonts w:ascii="Times New Roman" w:hAnsi="Times New Roman"/>
          <w:sz w:val="24"/>
          <w:szCs w:val="24"/>
        </w:rPr>
        <w:t xml:space="preserve">        1.1. приложение к Постановлению изложить в новой редакции согласно приложению к настоящему постановлению.</w:t>
      </w:r>
    </w:p>
    <w:p w:rsidR="00467AE4" w:rsidRPr="00F60D62" w:rsidRDefault="00467AE4" w:rsidP="00F60D62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F60D62">
        <w:rPr>
          <w:rFonts w:ascii="Times New Roman" w:hAnsi="Times New Roman"/>
          <w:sz w:val="24"/>
          <w:szCs w:val="24"/>
        </w:rPr>
        <w:t xml:space="preserve">         2. Настоящее постановление вступает в силу на следующий день после дня его официального опубликования.</w:t>
      </w:r>
    </w:p>
    <w:p w:rsidR="00467AE4" w:rsidRPr="00F60D62" w:rsidRDefault="00467AE4" w:rsidP="00F60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0D62">
        <w:rPr>
          <w:rFonts w:ascii="Times New Roman" w:hAnsi="Times New Roman"/>
          <w:bCs/>
          <w:sz w:val="24"/>
          <w:szCs w:val="24"/>
          <w:lang w:eastAsia="ru-RU"/>
        </w:rPr>
        <w:t xml:space="preserve">          3. Настоящее </w:t>
      </w:r>
      <w:r w:rsidRPr="00F60D6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постановление</w:t>
      </w:r>
      <w:r w:rsidRPr="00F60D62">
        <w:rPr>
          <w:rFonts w:ascii="Times New Roman" w:hAnsi="Times New Roman"/>
          <w:bCs/>
          <w:sz w:val="24"/>
          <w:szCs w:val="24"/>
          <w:lang w:eastAsia="ru-RU"/>
        </w:rPr>
        <w:t xml:space="preserve"> опубликовать в </w:t>
      </w:r>
      <w:r w:rsidRPr="00F60D62">
        <w:rPr>
          <w:rFonts w:ascii="Times New Roman" w:hAnsi="Times New Roman"/>
          <w:sz w:val="24"/>
          <w:szCs w:val="24"/>
        </w:rPr>
        <w:t>информационном бюллетене «Сельский вестник» и разместить на официальном сайте администрации Волче-Вражского сельсовета</w:t>
      </w:r>
      <w:r w:rsidRPr="00F60D62">
        <w:rPr>
          <w:rFonts w:ascii="Times New Roman" w:hAnsi="Times New Roman"/>
          <w:b/>
          <w:sz w:val="24"/>
          <w:szCs w:val="24"/>
        </w:rPr>
        <w:t xml:space="preserve"> </w:t>
      </w:r>
      <w:r w:rsidRPr="00F60D62">
        <w:rPr>
          <w:rFonts w:ascii="Times New Roman" w:hAnsi="Times New Roman"/>
          <w:sz w:val="24"/>
          <w:szCs w:val="24"/>
        </w:rPr>
        <w:t>Тамалинского района Пензенской области в информационно-телекоммуникационной сети «Интернет».</w:t>
      </w:r>
    </w:p>
    <w:p w:rsidR="00467AE4" w:rsidRPr="00F60D62" w:rsidRDefault="00467AE4" w:rsidP="00F60D62">
      <w:pPr>
        <w:pStyle w:val="ConsPlusNormal"/>
        <w:ind w:firstLine="540"/>
        <w:jc w:val="both"/>
        <w:rPr>
          <w:szCs w:val="24"/>
        </w:rPr>
      </w:pPr>
      <w:r w:rsidRPr="00F60D62">
        <w:rPr>
          <w:bCs/>
          <w:szCs w:val="24"/>
        </w:rPr>
        <w:t xml:space="preserve"> 4. </w:t>
      </w:r>
      <w:r w:rsidRPr="00F60D62">
        <w:rPr>
          <w:szCs w:val="24"/>
        </w:rPr>
        <w:t xml:space="preserve">Контроль  исполнения настоящего постановления возложить на главу администрации Волче-Вражского сельсовета Тамалинского района Пензенской области.       </w:t>
      </w:r>
    </w:p>
    <w:p w:rsidR="00467AE4" w:rsidRPr="00F60D62" w:rsidRDefault="00467AE4" w:rsidP="00F60D62">
      <w:pPr>
        <w:pStyle w:val="ConsPlusNormal"/>
        <w:jc w:val="both"/>
        <w:rPr>
          <w:szCs w:val="24"/>
        </w:rPr>
      </w:pPr>
    </w:p>
    <w:p w:rsidR="00467AE4" w:rsidRDefault="00467AE4" w:rsidP="00F60D6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467AE4" w:rsidRDefault="00467AE4" w:rsidP="00F60D6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467AE4" w:rsidRPr="00F60D62" w:rsidRDefault="00467AE4" w:rsidP="00F60D62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F60D62">
        <w:rPr>
          <w:rFonts w:ascii="Times New Roman" w:hAnsi="Times New Roman"/>
          <w:sz w:val="24"/>
          <w:szCs w:val="24"/>
        </w:rPr>
        <w:t xml:space="preserve">Глава администрации Волче-Вражского сельсовета </w:t>
      </w:r>
    </w:p>
    <w:p w:rsidR="00467AE4" w:rsidRPr="00F60D62" w:rsidRDefault="00467AE4" w:rsidP="00F60D62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F60D62">
        <w:rPr>
          <w:rFonts w:ascii="Times New Roman" w:hAnsi="Times New Roman"/>
          <w:sz w:val="24"/>
          <w:szCs w:val="24"/>
        </w:rPr>
        <w:t>Тамалинского района Пензенсукой области                          Т.А. Легонькова</w:t>
      </w:r>
    </w:p>
    <w:p w:rsidR="00467AE4" w:rsidRPr="00F60D62" w:rsidRDefault="00467AE4" w:rsidP="00F60D62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467AE4" w:rsidRDefault="00467AE4" w:rsidP="00F60D62">
      <w:pPr>
        <w:spacing w:after="0"/>
        <w:sectPr w:rsidR="00467AE4">
          <w:footerReference w:type="default" r:id="rId7"/>
          <w:pgSz w:w="11906" w:h="16838"/>
          <w:pgMar w:top="1134" w:right="851" w:bottom="1134" w:left="1418" w:header="709" w:footer="709" w:gutter="0"/>
          <w:cols w:space="720"/>
        </w:sectPr>
      </w:pPr>
    </w:p>
    <w:tbl>
      <w:tblPr>
        <w:tblW w:w="0" w:type="auto"/>
        <w:tblLook w:val="00A0"/>
      </w:tblPr>
      <w:tblGrid>
        <w:gridCol w:w="10489"/>
        <w:gridCol w:w="4297"/>
      </w:tblGrid>
      <w:tr w:rsidR="00467AE4" w:rsidRPr="007C4937" w:rsidTr="00DF2182">
        <w:tc>
          <w:tcPr>
            <w:tcW w:w="10489" w:type="dxa"/>
          </w:tcPr>
          <w:p w:rsidR="00467AE4" w:rsidRPr="007C4937" w:rsidRDefault="00467AE4" w:rsidP="00DF218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297" w:type="dxa"/>
          </w:tcPr>
          <w:p w:rsidR="00467AE4" w:rsidRPr="007C4937" w:rsidRDefault="00467AE4" w:rsidP="00DF2182">
            <w:pPr>
              <w:pStyle w:val="NoSpacing"/>
              <w:jc w:val="right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</w:rPr>
              <w:t xml:space="preserve">                 Приложение к постановлению  администрации Волче-Вражского сельсовета Тамалинского района Пензенской области</w:t>
            </w:r>
          </w:p>
          <w:p w:rsidR="00467AE4" w:rsidRPr="007C4937" w:rsidRDefault="00467AE4" w:rsidP="00DF2182">
            <w:pPr>
              <w:pStyle w:val="NoSpacing"/>
              <w:jc w:val="right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</w:rPr>
              <w:t>от 24.01.2019   № 30-п</w:t>
            </w:r>
          </w:p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467AE4" w:rsidRPr="00921EA7" w:rsidRDefault="00467AE4" w:rsidP="00F60D62">
      <w:pPr>
        <w:pStyle w:val="NoSpacing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921EA7">
        <w:rPr>
          <w:rFonts w:ascii="Times New Roman" w:hAnsi="Times New Roman"/>
        </w:rPr>
        <w:t>Приложение</w:t>
      </w:r>
      <w:r>
        <w:rPr>
          <w:rFonts w:ascii="Times New Roman" w:hAnsi="Times New Roman"/>
        </w:rPr>
        <w:t xml:space="preserve"> </w:t>
      </w:r>
      <w:r w:rsidRPr="00921EA7">
        <w:rPr>
          <w:rFonts w:ascii="Times New Roman" w:hAnsi="Times New Roman"/>
        </w:rPr>
        <w:t>к постановлению</w:t>
      </w:r>
    </w:p>
    <w:p w:rsidR="00467AE4" w:rsidRDefault="00467AE4" w:rsidP="00F60D62">
      <w:pPr>
        <w:pStyle w:val="NoSpacing"/>
        <w:jc w:val="right"/>
        <w:rPr>
          <w:rFonts w:ascii="Times New Roman" w:hAnsi="Times New Roman"/>
        </w:rPr>
      </w:pPr>
      <w:r w:rsidRPr="00921EA7">
        <w:rPr>
          <w:rFonts w:ascii="Times New Roman" w:hAnsi="Times New Roman"/>
        </w:rPr>
        <w:t>администрации Волче-Вражского сельсовета</w:t>
      </w:r>
    </w:p>
    <w:p w:rsidR="00467AE4" w:rsidRPr="00921EA7" w:rsidRDefault="00467AE4" w:rsidP="00F60D62">
      <w:pPr>
        <w:pStyle w:val="NoSpacing"/>
        <w:jc w:val="right"/>
        <w:rPr>
          <w:rFonts w:ascii="Times New Roman" w:hAnsi="Times New Roman"/>
        </w:rPr>
      </w:pPr>
      <w:r w:rsidRPr="00921EA7">
        <w:rPr>
          <w:rFonts w:ascii="Times New Roman" w:hAnsi="Times New Roman"/>
        </w:rPr>
        <w:t xml:space="preserve"> Тамалинского района Пензенской области</w:t>
      </w:r>
    </w:p>
    <w:p w:rsidR="00467AE4" w:rsidRDefault="00467AE4" w:rsidP="00F60D62">
      <w:pPr>
        <w:pStyle w:val="NoSpacing"/>
        <w:jc w:val="right"/>
        <w:rPr>
          <w:rFonts w:ascii="Times New Roman" w:hAnsi="Times New Roman"/>
        </w:rPr>
      </w:pPr>
      <w:r w:rsidRPr="00921EA7">
        <w:rPr>
          <w:rFonts w:ascii="Times New Roman" w:hAnsi="Times New Roman"/>
        </w:rPr>
        <w:t xml:space="preserve">от  24.12.2018   № 82-п  </w:t>
      </w:r>
    </w:p>
    <w:p w:rsidR="00467AE4" w:rsidRPr="00F7224E" w:rsidRDefault="00467AE4" w:rsidP="00F60D62">
      <w:pPr>
        <w:pStyle w:val="NoSpacing"/>
        <w:jc w:val="right"/>
        <w:rPr>
          <w:rFonts w:ascii="Times New Roman" w:hAnsi="Times New Roman"/>
          <w:sz w:val="16"/>
          <w:szCs w:val="16"/>
        </w:rPr>
      </w:pPr>
    </w:p>
    <w:p w:rsidR="00467AE4" w:rsidRPr="00F7224E" w:rsidRDefault="00467AE4" w:rsidP="00F60D62">
      <w:pPr>
        <w:jc w:val="center"/>
        <w:rPr>
          <w:rFonts w:ascii="Times New Roman" w:hAnsi="Times New Roman"/>
          <w:b/>
          <w:sz w:val="28"/>
          <w:szCs w:val="28"/>
        </w:rPr>
      </w:pPr>
      <w:r w:rsidRPr="00F7224E">
        <w:rPr>
          <w:rFonts w:ascii="Times New Roman" w:hAnsi="Times New Roman"/>
          <w:b/>
          <w:sz w:val="28"/>
          <w:szCs w:val="28"/>
        </w:rPr>
        <w:t>Реестр муниципальных услуг Волче-Вражского сельсовета Тамалинского района</w:t>
      </w:r>
      <w:r w:rsidRPr="00F7224E">
        <w:rPr>
          <w:rFonts w:ascii="Times New Roman" w:hAnsi="Times New Roman"/>
          <w:sz w:val="28"/>
          <w:szCs w:val="28"/>
        </w:rPr>
        <w:t xml:space="preserve"> </w:t>
      </w:r>
      <w:r w:rsidRPr="00F7224E">
        <w:rPr>
          <w:rFonts w:ascii="Times New Roman" w:hAnsi="Times New Roman"/>
          <w:b/>
          <w:sz w:val="28"/>
          <w:szCs w:val="28"/>
        </w:rPr>
        <w:t>Пензенской области</w:t>
      </w:r>
    </w:p>
    <w:tbl>
      <w:tblPr>
        <w:tblW w:w="15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00"/>
        <w:gridCol w:w="5963"/>
        <w:gridCol w:w="2644"/>
        <w:gridCol w:w="2674"/>
        <w:gridCol w:w="2814"/>
      </w:tblGrid>
      <w:tr w:rsidR="00467AE4" w:rsidRPr="007C4937" w:rsidTr="00DF2182">
        <w:trPr>
          <w:trHeight w:val="20"/>
        </w:trPr>
        <w:tc>
          <w:tcPr>
            <w:tcW w:w="15195" w:type="dxa"/>
            <w:gridSpan w:val="5"/>
            <w:vAlign w:val="center"/>
          </w:tcPr>
          <w:p w:rsidR="00467AE4" w:rsidRPr="007C4937" w:rsidRDefault="00467AE4" w:rsidP="00DF21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martTag w:uri="urn:schemas-microsoft-com:office:smarttags" w:element="place">
              <w:r w:rsidRPr="007C4937">
                <w:rPr>
                  <w:rFonts w:ascii="Times New Roman" w:hAnsi="Times New Roman"/>
                  <w:b/>
                  <w:sz w:val="24"/>
                  <w:szCs w:val="24"/>
                  <w:lang w:val="en-US"/>
                </w:rPr>
                <w:t>I</w:t>
              </w:r>
              <w:r w:rsidRPr="007C4937">
                <w:rPr>
                  <w:rFonts w:ascii="Times New Roman" w:hAnsi="Times New Roman"/>
                  <w:b/>
                  <w:sz w:val="24"/>
                  <w:szCs w:val="24"/>
                </w:rPr>
                <w:t>.</w:t>
              </w:r>
            </w:smartTag>
            <w:r w:rsidRPr="007C4937">
              <w:rPr>
                <w:rFonts w:ascii="Times New Roman" w:hAnsi="Times New Roman"/>
                <w:b/>
                <w:sz w:val="24"/>
                <w:szCs w:val="24"/>
              </w:rPr>
              <w:t xml:space="preserve"> Реестр муниципальных услуг, предоставляемых органами местного самоуправления Волче-Вражского сельсовета Тамалинского района Пензенской области</w:t>
            </w:r>
          </w:p>
        </w:tc>
      </w:tr>
      <w:tr w:rsidR="00467AE4" w:rsidRPr="007C4937" w:rsidTr="00DF2182">
        <w:trPr>
          <w:trHeight w:val="20"/>
        </w:trPr>
        <w:tc>
          <w:tcPr>
            <w:tcW w:w="1100" w:type="dxa"/>
            <w:vAlign w:val="center"/>
          </w:tcPr>
          <w:p w:rsidR="00467AE4" w:rsidRPr="007C4937" w:rsidRDefault="00467AE4" w:rsidP="00DF21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4937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963" w:type="dxa"/>
            <w:vAlign w:val="center"/>
          </w:tcPr>
          <w:p w:rsidR="00467AE4" w:rsidRPr="007C4937" w:rsidRDefault="00467AE4" w:rsidP="00DF21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4937">
              <w:rPr>
                <w:rFonts w:ascii="Times New Roman" w:hAnsi="Times New Roman"/>
                <w:b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2644" w:type="dxa"/>
            <w:vAlign w:val="center"/>
          </w:tcPr>
          <w:p w:rsidR="00467AE4" w:rsidRPr="007C4937" w:rsidRDefault="00467AE4" w:rsidP="00DF21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4937">
              <w:rPr>
                <w:rFonts w:ascii="Times New Roman" w:hAnsi="Times New Roman"/>
                <w:b/>
                <w:sz w:val="24"/>
                <w:szCs w:val="24"/>
              </w:rPr>
              <w:t>Орган местного самоуправления, предоставляющий</w:t>
            </w:r>
          </w:p>
          <w:p w:rsidR="00467AE4" w:rsidRPr="007C4937" w:rsidRDefault="00467AE4" w:rsidP="00DF21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4937">
              <w:rPr>
                <w:rFonts w:ascii="Times New Roman" w:hAnsi="Times New Roman"/>
                <w:b/>
                <w:sz w:val="24"/>
                <w:szCs w:val="24"/>
              </w:rPr>
              <w:t>муниципальную услугу</w:t>
            </w:r>
          </w:p>
        </w:tc>
        <w:tc>
          <w:tcPr>
            <w:tcW w:w="2674" w:type="dxa"/>
            <w:vAlign w:val="center"/>
          </w:tcPr>
          <w:p w:rsidR="00467AE4" w:rsidRPr="007C4937" w:rsidRDefault="00467AE4" w:rsidP="00DF21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4937">
              <w:rPr>
                <w:rFonts w:ascii="Times New Roman" w:hAnsi="Times New Roman"/>
                <w:b/>
                <w:sz w:val="24"/>
                <w:szCs w:val="24"/>
              </w:rPr>
              <w:t>Сведения об административном регламенте</w:t>
            </w:r>
          </w:p>
          <w:p w:rsidR="00467AE4" w:rsidRPr="007C4937" w:rsidRDefault="00467AE4" w:rsidP="00DF21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4937">
              <w:rPr>
                <w:rFonts w:ascii="Times New Roman" w:hAnsi="Times New Roman"/>
                <w:b/>
                <w:sz w:val="24"/>
                <w:szCs w:val="24"/>
              </w:rPr>
              <w:t>(№ и дата МНПА)</w:t>
            </w:r>
          </w:p>
        </w:tc>
        <w:tc>
          <w:tcPr>
            <w:tcW w:w="2814" w:type="dxa"/>
            <w:vAlign w:val="center"/>
          </w:tcPr>
          <w:p w:rsidR="00467AE4" w:rsidRPr="007C4937" w:rsidRDefault="00467AE4" w:rsidP="00DF21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7C4937">
              <w:rPr>
                <w:rFonts w:ascii="Times New Roman" w:hAnsi="Times New Roman"/>
                <w:b/>
                <w:sz w:val="24"/>
                <w:szCs w:val="24"/>
              </w:rPr>
              <w:t>Наименование услуг, которые являются необходимыми и обязательными для предоставления муниципальной услуги.</w:t>
            </w:r>
            <w:r w:rsidRPr="007C4937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</w:t>
            </w:r>
          </w:p>
        </w:tc>
      </w:tr>
      <w:tr w:rsidR="00467AE4" w:rsidRPr="007C4937" w:rsidTr="00DF2182">
        <w:trPr>
          <w:trHeight w:val="20"/>
        </w:trPr>
        <w:tc>
          <w:tcPr>
            <w:tcW w:w="1100" w:type="dxa"/>
            <w:vAlign w:val="center"/>
          </w:tcPr>
          <w:p w:rsidR="00467AE4" w:rsidRDefault="00467AE4" w:rsidP="00DF21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67AE4" w:rsidRPr="007C4937" w:rsidRDefault="00467AE4" w:rsidP="00DF21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44" w:type="dxa"/>
            <w:vAlign w:val="center"/>
          </w:tcPr>
          <w:p w:rsidR="00467AE4" w:rsidRPr="007C4937" w:rsidRDefault="00467AE4" w:rsidP="00DF21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74" w:type="dxa"/>
            <w:vAlign w:val="center"/>
          </w:tcPr>
          <w:p w:rsidR="00467AE4" w:rsidRPr="007C4937" w:rsidRDefault="00467AE4" w:rsidP="00DF21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14" w:type="dxa"/>
            <w:vAlign w:val="center"/>
          </w:tcPr>
          <w:p w:rsidR="00467AE4" w:rsidRPr="007C4937" w:rsidRDefault="00467AE4" w:rsidP="00DF21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67AE4" w:rsidRPr="007C4937" w:rsidTr="00DF2182">
        <w:trPr>
          <w:trHeight w:val="20"/>
        </w:trPr>
        <w:tc>
          <w:tcPr>
            <w:tcW w:w="1100" w:type="dxa"/>
            <w:vAlign w:val="center"/>
          </w:tcPr>
          <w:p w:rsidR="00467AE4" w:rsidRPr="000F329E" w:rsidRDefault="00467AE4" w:rsidP="00DF218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аренду.</w:t>
            </w:r>
          </w:p>
        </w:tc>
        <w:tc>
          <w:tcPr>
            <w:tcW w:w="264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18.01.2019 № 21-п</w:t>
            </w:r>
          </w:p>
        </w:tc>
        <w:tc>
          <w:tcPr>
            <w:tcW w:w="281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67AE4" w:rsidRPr="007C4937" w:rsidTr="00DF2182">
        <w:trPr>
          <w:trHeight w:val="20"/>
        </w:trPr>
        <w:tc>
          <w:tcPr>
            <w:tcW w:w="1100" w:type="dxa"/>
            <w:vAlign w:val="center"/>
          </w:tcPr>
          <w:p w:rsidR="00467AE4" w:rsidRPr="00EC7109" w:rsidRDefault="00467AE4" w:rsidP="00DF218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Предоставление выписки из реестра муниципального имущества.</w:t>
            </w:r>
          </w:p>
        </w:tc>
        <w:tc>
          <w:tcPr>
            <w:tcW w:w="264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color w:val="FF0000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6-п</w:t>
            </w:r>
          </w:p>
        </w:tc>
        <w:tc>
          <w:tcPr>
            <w:tcW w:w="281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67AE4" w:rsidRPr="007C4937" w:rsidTr="00DF2182">
        <w:trPr>
          <w:trHeight w:val="20"/>
        </w:trPr>
        <w:tc>
          <w:tcPr>
            <w:tcW w:w="1100" w:type="dxa"/>
            <w:vAlign w:val="center"/>
          </w:tcPr>
          <w:p w:rsidR="00467AE4" w:rsidRPr="000F329E" w:rsidRDefault="00467AE4" w:rsidP="00DF218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Предоставление муниципального имущества в аренду.</w:t>
            </w:r>
          </w:p>
        </w:tc>
        <w:tc>
          <w:tcPr>
            <w:tcW w:w="264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color w:val="FF0000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7-п</w:t>
            </w:r>
          </w:p>
        </w:tc>
        <w:tc>
          <w:tcPr>
            <w:tcW w:w="281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67AE4" w:rsidRPr="007C4937" w:rsidTr="00DF2182">
        <w:trPr>
          <w:trHeight w:val="20"/>
        </w:trPr>
        <w:tc>
          <w:tcPr>
            <w:tcW w:w="1100" w:type="dxa"/>
            <w:vAlign w:val="center"/>
          </w:tcPr>
          <w:p w:rsidR="00467AE4" w:rsidRPr="000F329E" w:rsidRDefault="00467AE4" w:rsidP="00DF218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 xml:space="preserve">Предоставление муниципального имущества в безвозмездное пользование. </w:t>
            </w:r>
          </w:p>
        </w:tc>
        <w:tc>
          <w:tcPr>
            <w:tcW w:w="264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8-п</w:t>
            </w:r>
          </w:p>
        </w:tc>
        <w:tc>
          <w:tcPr>
            <w:tcW w:w="281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67AE4" w:rsidRPr="007C4937" w:rsidTr="00DF2182">
        <w:trPr>
          <w:trHeight w:val="20"/>
        </w:trPr>
        <w:tc>
          <w:tcPr>
            <w:tcW w:w="1100" w:type="dxa"/>
            <w:vAlign w:val="center"/>
          </w:tcPr>
          <w:p w:rsidR="00467AE4" w:rsidRPr="000F329E" w:rsidRDefault="00467AE4" w:rsidP="00DF218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Предварительное согласование предоставления земельного участка, находящегося в муниципальной собственности.</w:t>
            </w:r>
          </w:p>
        </w:tc>
        <w:tc>
          <w:tcPr>
            <w:tcW w:w="264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15-п</w:t>
            </w:r>
          </w:p>
        </w:tc>
        <w:tc>
          <w:tcPr>
            <w:tcW w:w="281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</w:rPr>
              <w:t xml:space="preserve">Изготовление            </w:t>
            </w:r>
          </w:p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</w:rPr>
              <w:t>-Выписки из ЕГРН об основных характеристиках и зарегистрированных правах на объект  недвижимости</w:t>
            </w:r>
          </w:p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</w:rPr>
              <w:t xml:space="preserve">-Выписки из ЕГРН об основных характеристиках и зарегистрированных правах </w:t>
            </w:r>
          </w:p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</w:rPr>
              <w:t>отдельного лица на объект недвижимости</w:t>
            </w:r>
          </w:p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</w:rPr>
              <w:t>-Выписок из ЕГРЮЛ</w:t>
            </w:r>
          </w:p>
        </w:tc>
      </w:tr>
      <w:tr w:rsidR="00467AE4" w:rsidRPr="007C4937" w:rsidTr="00DF2182">
        <w:trPr>
          <w:trHeight w:val="20"/>
        </w:trPr>
        <w:tc>
          <w:tcPr>
            <w:tcW w:w="1100" w:type="dxa"/>
            <w:vAlign w:val="center"/>
          </w:tcPr>
          <w:p w:rsidR="00467AE4" w:rsidRPr="000F329E" w:rsidRDefault="00467AE4" w:rsidP="00DF218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Подготовка и утверждение схемы расположения земельного участка или земельных участков на кадастровом плане территории.</w:t>
            </w:r>
          </w:p>
        </w:tc>
        <w:tc>
          <w:tcPr>
            <w:tcW w:w="2644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color w:val="FF0000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19-п</w:t>
            </w:r>
          </w:p>
        </w:tc>
        <w:tc>
          <w:tcPr>
            <w:tcW w:w="281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</w:rPr>
              <w:t xml:space="preserve">Изготовление            </w:t>
            </w:r>
          </w:p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</w:rPr>
              <w:t>-Выписки из ЕГРН об основных характеристиках и зарегистрированных правах на объект  недвижимости</w:t>
            </w:r>
          </w:p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</w:rPr>
              <w:t xml:space="preserve">-Выписки из ЕГРН об основных характеристиках и зарегистрированных правах </w:t>
            </w:r>
          </w:p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</w:rPr>
              <w:t>отдельного лица на объект недвижимости</w:t>
            </w:r>
          </w:p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</w:rPr>
              <w:t>-Выписок из ЕГРЮЛ</w:t>
            </w:r>
          </w:p>
        </w:tc>
      </w:tr>
      <w:tr w:rsidR="00467AE4" w:rsidRPr="007C4937" w:rsidTr="00DF2182">
        <w:trPr>
          <w:trHeight w:val="20"/>
        </w:trPr>
        <w:tc>
          <w:tcPr>
            <w:tcW w:w="1100" w:type="dxa"/>
            <w:vAlign w:val="center"/>
          </w:tcPr>
          <w:p w:rsidR="00467AE4" w:rsidRPr="000F329E" w:rsidRDefault="00467AE4" w:rsidP="00DF218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Предоставление земельного участка, находящегося в муниципальной собственности, гражданину или юридическому лицу в собственность бесплатно.</w:t>
            </w:r>
          </w:p>
        </w:tc>
        <w:tc>
          <w:tcPr>
            <w:tcW w:w="2644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color w:val="FF0000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16-п</w:t>
            </w:r>
          </w:p>
        </w:tc>
        <w:tc>
          <w:tcPr>
            <w:tcW w:w="281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</w:rPr>
              <w:t xml:space="preserve">Изготовление            </w:t>
            </w:r>
          </w:p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</w:rPr>
              <w:t>-Выписки из ЕГРН об основных характеристиках и зарегистрированных правах на объект  недвижимости</w:t>
            </w:r>
          </w:p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</w:rPr>
              <w:t xml:space="preserve">-Выписки из ЕГРН об основных характеристиках и зарегистрированных правах </w:t>
            </w:r>
          </w:p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</w:rPr>
              <w:t>отдельного лица на объект недвижимости</w:t>
            </w:r>
          </w:p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</w:rPr>
              <w:t>-Выписок из ЕГРЮЛ</w:t>
            </w:r>
          </w:p>
        </w:tc>
      </w:tr>
      <w:tr w:rsidR="00467AE4" w:rsidRPr="007C4937" w:rsidTr="00DF2182">
        <w:trPr>
          <w:trHeight w:val="20"/>
        </w:trPr>
        <w:tc>
          <w:tcPr>
            <w:tcW w:w="1100" w:type="dxa"/>
            <w:vAlign w:val="center"/>
          </w:tcPr>
          <w:p w:rsidR="00467AE4" w:rsidRPr="000F329E" w:rsidRDefault="00467AE4" w:rsidP="00DF218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Продажа и предоставление в аренду земельных участков, находящихся в муниципальной собственности, на торгах.</w:t>
            </w:r>
          </w:p>
        </w:tc>
        <w:tc>
          <w:tcPr>
            <w:tcW w:w="2644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14-п</w:t>
            </w:r>
          </w:p>
        </w:tc>
        <w:tc>
          <w:tcPr>
            <w:tcW w:w="281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</w:rPr>
              <w:t xml:space="preserve">Изготовление            </w:t>
            </w:r>
          </w:p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</w:rPr>
              <w:t>-Выписки из ЕГРН об основных характеристиках и зарегистрированных правах на объект  недвижимости</w:t>
            </w:r>
          </w:p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</w:rPr>
              <w:t xml:space="preserve">-Выписки из ЕГРН об основных характеристиках и зарегистрированных правах </w:t>
            </w:r>
          </w:p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</w:rPr>
              <w:t>отдельного лица на объект недвижимости</w:t>
            </w:r>
          </w:p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</w:rPr>
              <w:t>-Выписок из ЕГРЮЛ</w:t>
            </w:r>
          </w:p>
        </w:tc>
      </w:tr>
      <w:tr w:rsidR="00467AE4" w:rsidRPr="007C4937" w:rsidTr="00DF2182">
        <w:trPr>
          <w:trHeight w:val="20"/>
        </w:trPr>
        <w:tc>
          <w:tcPr>
            <w:tcW w:w="1100" w:type="dxa"/>
            <w:vAlign w:val="center"/>
          </w:tcPr>
          <w:p w:rsidR="00467AE4" w:rsidRPr="000F329E" w:rsidRDefault="00467AE4" w:rsidP="00DF218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Предоставление земельных участков, находящихся в муниципальной собственности, без проведения торгов, в собственность, аренду, безвозмездное пользование.</w:t>
            </w:r>
          </w:p>
        </w:tc>
        <w:tc>
          <w:tcPr>
            <w:tcW w:w="2644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18.01.2019 № 23-п</w:t>
            </w:r>
          </w:p>
        </w:tc>
        <w:tc>
          <w:tcPr>
            <w:tcW w:w="281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</w:rPr>
              <w:t xml:space="preserve">Изготовление            </w:t>
            </w:r>
          </w:p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</w:rPr>
              <w:t>-Выписки из ЕГРН об основных характеристиках и зарегистрированных правах на объект  недвижимости</w:t>
            </w:r>
          </w:p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</w:rPr>
              <w:t xml:space="preserve">-Выписки из ЕГРН об основных характеристиках и зарегистрированных правах </w:t>
            </w:r>
          </w:p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</w:rPr>
              <w:t>отдельного лица на объект недвижимости</w:t>
            </w:r>
          </w:p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</w:rPr>
              <w:t>-Выписок из ЕГРЮЛ</w:t>
            </w:r>
          </w:p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67AE4" w:rsidRPr="007C4937" w:rsidTr="00DF2182">
        <w:trPr>
          <w:trHeight w:val="20"/>
        </w:trPr>
        <w:tc>
          <w:tcPr>
            <w:tcW w:w="1100" w:type="dxa"/>
            <w:vAlign w:val="center"/>
          </w:tcPr>
          <w:p w:rsidR="00467AE4" w:rsidRPr="000F329E" w:rsidRDefault="00467AE4" w:rsidP="00DF218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Предоставление земельного участка, находящегося в муниципальной собственности, в постоянное (бессрочное) пользование.</w:t>
            </w:r>
          </w:p>
        </w:tc>
        <w:tc>
          <w:tcPr>
            <w:tcW w:w="2644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18-п</w:t>
            </w:r>
          </w:p>
        </w:tc>
        <w:tc>
          <w:tcPr>
            <w:tcW w:w="281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</w:rPr>
              <w:t xml:space="preserve">Изготовление            </w:t>
            </w:r>
          </w:p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</w:rPr>
              <w:t>-Выписки из ЕГРН об основных характеристиках и зарегистрированных правах на объект  недвижимости</w:t>
            </w:r>
          </w:p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</w:rPr>
              <w:t xml:space="preserve">-Выписки из ЕГРН об основных характеристиках и зарегистрированных правах </w:t>
            </w:r>
          </w:p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</w:rPr>
              <w:t>отдельного лица на объект недвижимости</w:t>
            </w:r>
          </w:p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</w:rPr>
              <w:t>-Выписок из ЕГРЮЛ</w:t>
            </w:r>
          </w:p>
        </w:tc>
      </w:tr>
      <w:tr w:rsidR="00467AE4" w:rsidRPr="007C4937" w:rsidTr="00DF2182">
        <w:trPr>
          <w:trHeight w:val="20"/>
        </w:trPr>
        <w:tc>
          <w:tcPr>
            <w:tcW w:w="1100" w:type="dxa"/>
            <w:vAlign w:val="center"/>
          </w:tcPr>
          <w:p w:rsidR="00467AE4" w:rsidRPr="000F329E" w:rsidRDefault="00467AE4" w:rsidP="00DF218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Принятие решения об изъятии земельного участка, для муниципальных нужд, в том числе для размещения объектов местного значения.</w:t>
            </w:r>
          </w:p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4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17-п</w:t>
            </w:r>
          </w:p>
        </w:tc>
        <w:tc>
          <w:tcPr>
            <w:tcW w:w="281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67AE4" w:rsidRPr="007C4937" w:rsidTr="00DF2182">
        <w:trPr>
          <w:trHeight w:val="20"/>
        </w:trPr>
        <w:tc>
          <w:tcPr>
            <w:tcW w:w="1100" w:type="dxa"/>
            <w:vAlign w:val="center"/>
          </w:tcPr>
          <w:p w:rsidR="00467AE4" w:rsidRPr="000F329E" w:rsidRDefault="00467AE4" w:rsidP="00DF218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Постановка на учет  граждан, имеющих трех и более детей, имеющих право на предоставление земельных участков в собственность бесплатно, для индивидуального жилищного строительства.</w:t>
            </w:r>
          </w:p>
        </w:tc>
        <w:tc>
          <w:tcPr>
            <w:tcW w:w="2644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13-п</w:t>
            </w:r>
          </w:p>
        </w:tc>
        <w:tc>
          <w:tcPr>
            <w:tcW w:w="281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67AE4" w:rsidRPr="007C4937" w:rsidTr="00DF2182">
        <w:trPr>
          <w:trHeight w:val="20"/>
        </w:trPr>
        <w:tc>
          <w:tcPr>
            <w:tcW w:w="1100" w:type="dxa"/>
            <w:vAlign w:val="center"/>
          </w:tcPr>
          <w:p w:rsidR="00467AE4" w:rsidRPr="000F329E" w:rsidRDefault="00467AE4" w:rsidP="00DF218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Принятие решения о предоставлении в собственность земельного участка для индивидуального жилищного строительства гражданам, имеющим 3 и более детей.</w:t>
            </w:r>
          </w:p>
        </w:tc>
        <w:tc>
          <w:tcPr>
            <w:tcW w:w="2644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12-п</w:t>
            </w:r>
          </w:p>
        </w:tc>
        <w:tc>
          <w:tcPr>
            <w:tcW w:w="281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67AE4" w:rsidRPr="007C4937" w:rsidTr="00DF2182">
        <w:trPr>
          <w:trHeight w:val="20"/>
        </w:trPr>
        <w:tc>
          <w:tcPr>
            <w:tcW w:w="1100" w:type="dxa"/>
            <w:vAlign w:val="center"/>
          </w:tcPr>
          <w:p w:rsidR="00467AE4" w:rsidRPr="000F329E" w:rsidRDefault="00467AE4" w:rsidP="00DF218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Присвоение и аннулирование адресов.</w:t>
            </w:r>
          </w:p>
        </w:tc>
        <w:tc>
          <w:tcPr>
            <w:tcW w:w="2644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16.01.2019 № 3-п</w:t>
            </w:r>
          </w:p>
        </w:tc>
        <w:tc>
          <w:tcPr>
            <w:tcW w:w="281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67AE4" w:rsidRPr="007C4937" w:rsidTr="00DF2182">
        <w:trPr>
          <w:trHeight w:val="20"/>
        </w:trPr>
        <w:tc>
          <w:tcPr>
            <w:tcW w:w="1100" w:type="dxa"/>
            <w:vAlign w:val="center"/>
          </w:tcPr>
          <w:p w:rsidR="00467AE4" w:rsidRPr="000F329E" w:rsidRDefault="00467AE4" w:rsidP="00DF218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Перевод жилого помещения в нежилое или нежилого помещения в жилое.</w:t>
            </w:r>
          </w:p>
        </w:tc>
        <w:tc>
          <w:tcPr>
            <w:tcW w:w="2644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9-п</w:t>
            </w:r>
          </w:p>
        </w:tc>
        <w:tc>
          <w:tcPr>
            <w:tcW w:w="281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67AE4" w:rsidRPr="007C4937" w:rsidTr="00DF2182">
        <w:trPr>
          <w:trHeight w:val="20"/>
        </w:trPr>
        <w:tc>
          <w:tcPr>
            <w:tcW w:w="1100" w:type="dxa"/>
            <w:vAlign w:val="center"/>
          </w:tcPr>
          <w:p w:rsidR="00467AE4" w:rsidRPr="000F329E" w:rsidRDefault="00467AE4" w:rsidP="00DF218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Постановка на учет малоимущих граждан в качестве нуждающихся в жилых помещениях</w:t>
            </w:r>
          </w:p>
        </w:tc>
        <w:tc>
          <w:tcPr>
            <w:tcW w:w="2644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18.01.2019 № 22-п</w:t>
            </w:r>
          </w:p>
        </w:tc>
        <w:tc>
          <w:tcPr>
            <w:tcW w:w="281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67AE4" w:rsidRPr="007C4937" w:rsidTr="00DF2182">
        <w:trPr>
          <w:trHeight w:val="20"/>
        </w:trPr>
        <w:tc>
          <w:tcPr>
            <w:tcW w:w="1100" w:type="dxa"/>
            <w:vAlign w:val="center"/>
          </w:tcPr>
          <w:p w:rsidR="00467AE4" w:rsidRPr="000F329E" w:rsidRDefault="00467AE4" w:rsidP="00DF218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Выдача порубочного билета и (или) разрешения на пересадку деревьев и кустарников.</w:t>
            </w:r>
          </w:p>
        </w:tc>
        <w:tc>
          <w:tcPr>
            <w:tcW w:w="2644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10-п</w:t>
            </w:r>
          </w:p>
        </w:tc>
        <w:tc>
          <w:tcPr>
            <w:tcW w:w="281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67AE4" w:rsidRPr="007C4937" w:rsidTr="00DF2182">
        <w:trPr>
          <w:trHeight w:val="20"/>
        </w:trPr>
        <w:tc>
          <w:tcPr>
            <w:tcW w:w="1100" w:type="dxa"/>
            <w:vAlign w:val="center"/>
          </w:tcPr>
          <w:p w:rsidR="00467AE4" w:rsidRPr="000F329E" w:rsidRDefault="00467AE4" w:rsidP="00DF218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Выдача разрешения на осуществление земляных работ.</w:t>
            </w:r>
          </w:p>
        </w:tc>
        <w:tc>
          <w:tcPr>
            <w:tcW w:w="2644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16.01.2019 № 2-п</w:t>
            </w:r>
          </w:p>
        </w:tc>
        <w:tc>
          <w:tcPr>
            <w:tcW w:w="281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67AE4" w:rsidRPr="007C4937" w:rsidTr="00DF2182">
        <w:trPr>
          <w:trHeight w:val="20"/>
        </w:trPr>
        <w:tc>
          <w:tcPr>
            <w:tcW w:w="1100" w:type="dxa"/>
            <w:vAlign w:val="center"/>
          </w:tcPr>
          <w:p w:rsidR="00467AE4" w:rsidRPr="000F329E" w:rsidRDefault="00467AE4" w:rsidP="00DF218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Предоставление права на размещение нестационарных торговых объектов.</w:t>
            </w:r>
          </w:p>
        </w:tc>
        <w:tc>
          <w:tcPr>
            <w:tcW w:w="2644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18.01.2019 № 24-п</w:t>
            </w:r>
          </w:p>
        </w:tc>
        <w:tc>
          <w:tcPr>
            <w:tcW w:w="281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67AE4" w:rsidRPr="007C4937" w:rsidTr="00DF2182">
        <w:trPr>
          <w:trHeight w:val="627"/>
        </w:trPr>
        <w:tc>
          <w:tcPr>
            <w:tcW w:w="1100" w:type="dxa"/>
            <w:vAlign w:val="center"/>
          </w:tcPr>
          <w:p w:rsidR="00467AE4" w:rsidRPr="000F329E" w:rsidRDefault="00467AE4" w:rsidP="00DF218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Выдача разрешения на вступление в брак лицам, достигшим 16 лет.</w:t>
            </w:r>
          </w:p>
        </w:tc>
        <w:tc>
          <w:tcPr>
            <w:tcW w:w="2644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11-п</w:t>
            </w:r>
          </w:p>
        </w:tc>
        <w:tc>
          <w:tcPr>
            <w:tcW w:w="281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67AE4" w:rsidRPr="007C4937" w:rsidTr="00DF2182">
        <w:trPr>
          <w:trHeight w:val="20"/>
        </w:trPr>
        <w:tc>
          <w:tcPr>
            <w:tcW w:w="1100" w:type="dxa"/>
            <w:vAlign w:val="center"/>
          </w:tcPr>
          <w:p w:rsidR="00467AE4" w:rsidRPr="000F329E" w:rsidRDefault="00467AE4" w:rsidP="00DF218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Назначение пенсии за выслугу лет муниципальным служащим.</w:t>
            </w:r>
          </w:p>
        </w:tc>
        <w:tc>
          <w:tcPr>
            <w:tcW w:w="2644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18.01.2019 № 25-п</w:t>
            </w:r>
          </w:p>
        </w:tc>
        <w:tc>
          <w:tcPr>
            <w:tcW w:w="281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67AE4" w:rsidRPr="007C4937" w:rsidTr="00DF2182">
        <w:trPr>
          <w:trHeight w:val="627"/>
        </w:trPr>
        <w:tc>
          <w:tcPr>
            <w:tcW w:w="1100" w:type="dxa"/>
            <w:vAlign w:val="center"/>
          </w:tcPr>
          <w:p w:rsidR="00467AE4" w:rsidRPr="000F329E" w:rsidRDefault="00467AE4" w:rsidP="00DF218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Выдача копий муниципальных правовых актов.</w:t>
            </w:r>
          </w:p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4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20-п</w:t>
            </w:r>
          </w:p>
        </w:tc>
        <w:tc>
          <w:tcPr>
            <w:tcW w:w="281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67AE4" w:rsidRPr="007C4937" w:rsidTr="00DF2182">
        <w:trPr>
          <w:trHeight w:val="20"/>
        </w:trPr>
        <w:tc>
          <w:tcPr>
            <w:tcW w:w="1100" w:type="dxa"/>
            <w:vAlign w:val="center"/>
          </w:tcPr>
          <w:p w:rsidR="00467AE4" w:rsidRPr="000F329E" w:rsidRDefault="00467AE4" w:rsidP="00DF218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Регистрация устава территориального общественного самоуправления.</w:t>
            </w:r>
          </w:p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4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18.01.2019 № 26-п</w:t>
            </w:r>
          </w:p>
        </w:tc>
        <w:tc>
          <w:tcPr>
            <w:tcW w:w="2814" w:type="dxa"/>
            <w:vAlign w:val="center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67AE4" w:rsidRPr="007C4937" w:rsidTr="00DF2182">
        <w:trPr>
          <w:trHeight w:val="20"/>
        </w:trPr>
        <w:tc>
          <w:tcPr>
            <w:tcW w:w="1100" w:type="dxa"/>
            <w:vAlign w:val="center"/>
          </w:tcPr>
          <w:p w:rsidR="00467AE4" w:rsidRPr="000F329E" w:rsidRDefault="00467AE4" w:rsidP="00DF218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Согласование проведения перепланировки и (или) переустройства жилого  помещения.</w:t>
            </w:r>
          </w:p>
        </w:tc>
        <w:tc>
          <w:tcPr>
            <w:tcW w:w="2644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18.01.2019 № 27-п</w:t>
            </w:r>
          </w:p>
        </w:tc>
        <w:tc>
          <w:tcPr>
            <w:tcW w:w="2814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67AE4" w:rsidRPr="007C4937" w:rsidTr="00DF2182">
        <w:trPr>
          <w:trHeight w:val="20"/>
        </w:trPr>
        <w:tc>
          <w:tcPr>
            <w:tcW w:w="1100" w:type="dxa"/>
            <w:vAlign w:val="center"/>
          </w:tcPr>
          <w:p w:rsidR="00467AE4" w:rsidRPr="000F329E" w:rsidRDefault="00467AE4" w:rsidP="00DF218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Исполнение запросов граждан и выдача выписок, справок, оформление и предоставление копий документов</w:t>
            </w:r>
          </w:p>
        </w:tc>
        <w:tc>
          <w:tcPr>
            <w:tcW w:w="2644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18.01.2019 № 28-п</w:t>
            </w:r>
          </w:p>
        </w:tc>
        <w:tc>
          <w:tcPr>
            <w:tcW w:w="2814" w:type="dxa"/>
          </w:tcPr>
          <w:p w:rsidR="00467AE4" w:rsidRPr="007C4937" w:rsidRDefault="00467AE4" w:rsidP="00DF2182">
            <w:pPr>
              <w:pStyle w:val="NoSpacing"/>
              <w:rPr>
                <w:rFonts w:ascii="Times New Roman" w:hAnsi="Times New Roman"/>
              </w:rPr>
            </w:pPr>
            <w:r w:rsidRPr="007C4937">
              <w:rPr>
                <w:rFonts w:ascii="Times New Roman" w:hAnsi="Times New Roman"/>
              </w:rPr>
              <w:t>Выдача гражданам выписок, справок , оформление и предоставление копий документов; Отказ в предоставлении муниципальной услуги</w:t>
            </w:r>
          </w:p>
        </w:tc>
      </w:tr>
    </w:tbl>
    <w:p w:rsidR="00467AE4" w:rsidRDefault="00467AE4" w:rsidP="00F60D62">
      <w:r>
        <w:t>»</w:t>
      </w:r>
    </w:p>
    <w:p w:rsidR="00467AE4" w:rsidRDefault="00467AE4" w:rsidP="00F60D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Редактор: О.И. Усова</w:t>
      </w:r>
      <w:r>
        <w:rPr>
          <w:rFonts w:ascii="Times New Roman" w:hAnsi="Times New Roman"/>
          <w:b/>
          <w:bCs/>
          <w:i/>
          <w:iCs/>
          <w:lang w:eastAsia="ru-RU"/>
        </w:rPr>
        <w:tab/>
        <w:t>тираж 100 экз.,</w:t>
      </w:r>
    </w:p>
    <w:p w:rsidR="00467AE4" w:rsidRDefault="00467AE4" w:rsidP="00F60D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Учредитель: Комитет местного самоуправления Волче-Вражского сельсовета Тамалинского района Пензенской области</w:t>
      </w:r>
    </w:p>
    <w:p w:rsidR="00467AE4" w:rsidRDefault="00467AE4" w:rsidP="00F60D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Издатель: Администрация Волче-Вражского сельсовета Тамалинского района Пензенской области</w:t>
      </w:r>
    </w:p>
    <w:p w:rsidR="00467AE4" w:rsidRDefault="00467AE4" w:rsidP="00F60D62">
      <w:r>
        <w:rPr>
          <w:rFonts w:ascii="Times New Roman" w:hAnsi="Times New Roman"/>
          <w:b/>
          <w:i/>
          <w:sz w:val="24"/>
          <w:szCs w:val="24"/>
          <w:lang w:eastAsia="ru-RU"/>
        </w:rPr>
        <w:t>442913, с. Волчий Враг Тамалинского района  Пензенской области,  ул. Центральная,  д.1</w:t>
      </w:r>
    </w:p>
    <w:p w:rsidR="00467AE4" w:rsidRDefault="00467AE4"/>
    <w:sectPr w:rsidR="00467AE4" w:rsidSect="00F60D62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7AE4" w:rsidRDefault="00467AE4" w:rsidP="00F60D62">
      <w:pPr>
        <w:spacing w:after="0" w:line="240" w:lineRule="auto"/>
      </w:pPr>
      <w:r>
        <w:separator/>
      </w:r>
    </w:p>
  </w:endnote>
  <w:endnote w:type="continuationSeparator" w:id="0">
    <w:p w:rsidR="00467AE4" w:rsidRDefault="00467AE4" w:rsidP="00F60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AE4" w:rsidRDefault="00467AE4">
    <w:pPr>
      <w:pStyle w:val="Footer"/>
      <w:jc w:val="right"/>
    </w:pPr>
    <w:fldSimple w:instr=" PAGE   \* MERGEFORMAT ">
      <w:r>
        <w:rPr>
          <w:noProof/>
        </w:rPr>
        <w:t>7</w:t>
      </w:r>
    </w:fldSimple>
  </w:p>
  <w:p w:rsidR="00467AE4" w:rsidRDefault="00467AE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7AE4" w:rsidRDefault="00467AE4" w:rsidP="00F60D62">
      <w:pPr>
        <w:spacing w:after="0" w:line="240" w:lineRule="auto"/>
      </w:pPr>
      <w:r>
        <w:separator/>
      </w:r>
    </w:p>
  </w:footnote>
  <w:footnote w:type="continuationSeparator" w:id="0">
    <w:p w:rsidR="00467AE4" w:rsidRDefault="00467AE4" w:rsidP="00F60D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D354F6"/>
    <w:multiLevelType w:val="hybridMultilevel"/>
    <w:tmpl w:val="3326BA1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D8E3C3B"/>
    <w:multiLevelType w:val="hybridMultilevel"/>
    <w:tmpl w:val="8EE46254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0D62"/>
    <w:rsid w:val="000F329E"/>
    <w:rsid w:val="001E5E06"/>
    <w:rsid w:val="00467AE4"/>
    <w:rsid w:val="007C4937"/>
    <w:rsid w:val="00804F95"/>
    <w:rsid w:val="00921EA7"/>
    <w:rsid w:val="00BB7C0B"/>
    <w:rsid w:val="00DF2182"/>
    <w:rsid w:val="00EC7109"/>
    <w:rsid w:val="00F2036B"/>
    <w:rsid w:val="00F43386"/>
    <w:rsid w:val="00F60D62"/>
    <w:rsid w:val="00F72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D62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60D6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F60D62"/>
    <w:rPr>
      <w:rFonts w:ascii="Cambria" w:hAnsi="Cambria" w:cs="Times New Roman"/>
      <w:b/>
      <w:bCs/>
      <w:color w:val="4F81BD"/>
    </w:rPr>
  </w:style>
  <w:style w:type="paragraph" w:styleId="NoSpacing">
    <w:name w:val="No Spacing"/>
    <w:uiPriority w:val="99"/>
    <w:qFormat/>
    <w:rsid w:val="00F60D62"/>
    <w:rPr>
      <w:lang w:eastAsia="en-US"/>
    </w:rPr>
  </w:style>
  <w:style w:type="paragraph" w:styleId="ListParagraph">
    <w:name w:val="List Paragraph"/>
    <w:basedOn w:val="Normal"/>
    <w:uiPriority w:val="99"/>
    <w:qFormat/>
    <w:rsid w:val="00F60D62"/>
    <w:pPr>
      <w:ind w:left="720"/>
      <w:contextualSpacing/>
    </w:pPr>
  </w:style>
  <w:style w:type="paragraph" w:customStyle="1" w:styleId="ConsPlusNormal">
    <w:name w:val="ConsPlusNormal"/>
    <w:uiPriority w:val="99"/>
    <w:rsid w:val="00F60D62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rsid w:val="00F60D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60D62"/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semiHidden/>
    <w:rsid w:val="00F60D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60D6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26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7</Pages>
  <Words>1638</Words>
  <Characters>9340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6 от 25 января 2019  года                                  село  Волчий Враг   «Бесплатно»</dc:title>
  <dc:subject/>
  <dc:creator>Усова</dc:creator>
  <cp:keywords/>
  <dc:description/>
  <cp:lastModifiedBy>1</cp:lastModifiedBy>
  <cp:revision>2</cp:revision>
  <dcterms:created xsi:type="dcterms:W3CDTF">2020-03-18T14:33:00Z</dcterms:created>
  <dcterms:modified xsi:type="dcterms:W3CDTF">2020-03-18T14:33:00Z</dcterms:modified>
</cp:coreProperties>
</file>