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DD3" w:rsidRPr="009D6590" w:rsidRDefault="00E22DD3" w:rsidP="00AC798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183.85pt;margin-top:-36.95pt;width:57pt;height:75pt;z-index:-251658240;visibility:visible" wrapcoords="-284 0 -284 21384 21600 21384 21600 0 -284 0">
            <v:imagedata r:id="rId7" o:title=""/>
            <w10:wrap type="through"/>
          </v:shape>
        </w:pict>
      </w:r>
    </w:p>
    <w:p w:rsidR="00E22DD3" w:rsidRPr="009D6590" w:rsidRDefault="00E22DD3" w:rsidP="00AC798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22DD3" w:rsidRPr="009D6590" w:rsidRDefault="00E22DD3" w:rsidP="00AC798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22DD3" w:rsidRPr="009D6590" w:rsidRDefault="00E22DD3" w:rsidP="00AC7986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tbl>
      <w:tblPr>
        <w:tblpPr w:leftFromText="180" w:rightFromText="180" w:vertAnchor="text" w:horzAnchor="margin" w:tblpY="132"/>
        <w:tblW w:w="9734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34"/>
      </w:tblGrid>
      <w:tr w:rsidR="00E22DD3" w:rsidRPr="00CF5663" w:rsidTr="00F82AB4">
        <w:trPr>
          <w:trHeight w:val="1620"/>
        </w:trPr>
        <w:tc>
          <w:tcPr>
            <w:tcW w:w="9734" w:type="dxa"/>
          </w:tcPr>
          <w:p w:rsidR="00E22DD3" w:rsidRPr="009D6590" w:rsidRDefault="00E22DD3" w:rsidP="00F82A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9D6590"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  <w:t xml:space="preserve">КОМИТЕТ МЕСТНОГО САМОУПРАВЛЕНИЯ </w:t>
            </w:r>
          </w:p>
          <w:p w:rsidR="00E22DD3" w:rsidRPr="009D6590" w:rsidRDefault="00E22DD3" w:rsidP="00F82A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9D6590"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  <w:t xml:space="preserve">ВОЛЧЕ-ВРАЖСКОГО СЕЛЬСОВЕТА </w:t>
            </w:r>
          </w:p>
          <w:p w:rsidR="00E22DD3" w:rsidRPr="009D6590" w:rsidRDefault="00E22DD3" w:rsidP="00F82AB4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9D6590"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  <w:t>ТАМАЛИНСКОГО РАЙОНА ПЕНЗЕНСКОЙ ОБЛАСТИ</w:t>
            </w:r>
          </w:p>
          <w:p w:rsidR="00E22DD3" w:rsidRPr="009D6590" w:rsidRDefault="00E22DD3" w:rsidP="00F82A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</w:pPr>
            <w:r w:rsidRPr="009D6590">
              <w:rPr>
                <w:rFonts w:ascii="Times New Roman" w:hAnsi="Times New Roman"/>
                <w:b/>
                <w:bCs/>
                <w:sz w:val="36"/>
                <w:szCs w:val="36"/>
                <w:lang w:eastAsia="ru-RU"/>
              </w:rPr>
              <w:t>ВТОРОГО СОЗЫВА</w:t>
            </w:r>
          </w:p>
        </w:tc>
      </w:tr>
      <w:tr w:rsidR="00E22DD3" w:rsidRPr="00CF5663" w:rsidTr="00F82AB4">
        <w:trPr>
          <w:trHeight w:val="118"/>
        </w:trPr>
        <w:tc>
          <w:tcPr>
            <w:tcW w:w="9734" w:type="dxa"/>
          </w:tcPr>
          <w:p w:rsidR="00E22DD3" w:rsidRPr="009D6590" w:rsidRDefault="00E22DD3" w:rsidP="00F82AB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22DD3" w:rsidRPr="00CF5663" w:rsidTr="00F82AB4">
        <w:trPr>
          <w:trHeight w:val="347"/>
        </w:trPr>
        <w:tc>
          <w:tcPr>
            <w:tcW w:w="9734" w:type="dxa"/>
          </w:tcPr>
          <w:p w:rsidR="00E22DD3" w:rsidRPr="009D6590" w:rsidRDefault="00E22DD3" w:rsidP="00F82AB4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E22DD3" w:rsidRPr="009D6590" w:rsidRDefault="00E22DD3" w:rsidP="00F82AB4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  <w:r w:rsidRPr="009D659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 Е Ш Е Н И Е</w:t>
            </w:r>
          </w:p>
        </w:tc>
      </w:tr>
    </w:tbl>
    <w:p w:rsidR="00E22DD3" w:rsidRPr="009D6590" w:rsidRDefault="00E22DD3" w:rsidP="00AC798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53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134"/>
      </w:tblGrid>
      <w:tr w:rsidR="00E22DD3" w:rsidRPr="00CF5663" w:rsidTr="00F82AB4">
        <w:tc>
          <w:tcPr>
            <w:tcW w:w="284" w:type="dxa"/>
            <w:vAlign w:val="bottom"/>
          </w:tcPr>
          <w:p w:rsidR="00E22DD3" w:rsidRPr="009D6590" w:rsidRDefault="00E22DD3" w:rsidP="00F82A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659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22DD3" w:rsidRPr="009D6590" w:rsidRDefault="00E22DD3" w:rsidP="00F82A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14.04.2017 г.</w:t>
            </w:r>
          </w:p>
        </w:tc>
        <w:tc>
          <w:tcPr>
            <w:tcW w:w="397" w:type="dxa"/>
            <w:vAlign w:val="bottom"/>
          </w:tcPr>
          <w:p w:rsidR="00E22DD3" w:rsidRPr="009D6590" w:rsidRDefault="00E22DD3" w:rsidP="00F82A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D659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22DD3" w:rsidRPr="009D6590" w:rsidRDefault="00E22DD3" w:rsidP="00F82A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203-71/2</w:t>
            </w:r>
          </w:p>
        </w:tc>
      </w:tr>
      <w:tr w:rsidR="00E22DD3" w:rsidRPr="00CF5663" w:rsidTr="00F82AB4">
        <w:tc>
          <w:tcPr>
            <w:tcW w:w="4650" w:type="dxa"/>
            <w:gridSpan w:val="4"/>
          </w:tcPr>
          <w:p w:rsidR="00E22DD3" w:rsidRPr="009D6590" w:rsidRDefault="00E22DD3" w:rsidP="00F82A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0"/>
                <w:szCs w:val="10"/>
                <w:lang w:eastAsia="ru-RU"/>
              </w:rPr>
            </w:pPr>
          </w:p>
          <w:p w:rsidR="00E22DD3" w:rsidRPr="009D6590" w:rsidRDefault="00E22DD3" w:rsidP="00F82AB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с. Волчий Враг</w:t>
            </w:r>
          </w:p>
        </w:tc>
      </w:tr>
    </w:tbl>
    <w:p w:rsidR="00E22DD3" w:rsidRDefault="00E22DD3" w:rsidP="00AC7986">
      <w:pPr>
        <w:pStyle w:val="Style7"/>
        <w:spacing w:before="72"/>
        <w:ind w:left="403"/>
        <w:rPr>
          <w:rStyle w:val="FontStyle20"/>
          <w:bCs/>
          <w:sz w:val="28"/>
          <w:szCs w:val="28"/>
        </w:rPr>
      </w:pPr>
      <w:r w:rsidRPr="00C91E3E">
        <w:rPr>
          <w:rStyle w:val="FontStyle20"/>
          <w:bCs/>
          <w:sz w:val="28"/>
          <w:szCs w:val="28"/>
        </w:rPr>
        <w:t xml:space="preserve">О порядке ведения перечня видов муниципального контроля и органов местного самоуправления муниципального образования </w:t>
      </w:r>
      <w:r>
        <w:rPr>
          <w:rStyle w:val="FontStyle20"/>
          <w:bCs/>
          <w:sz w:val="28"/>
          <w:szCs w:val="28"/>
        </w:rPr>
        <w:t>«Волче-Вражский сельсовет Тамалинского</w:t>
      </w:r>
      <w:r w:rsidRPr="00C91E3E">
        <w:rPr>
          <w:rStyle w:val="FontStyle20"/>
          <w:bCs/>
          <w:sz w:val="28"/>
          <w:szCs w:val="28"/>
        </w:rPr>
        <w:t xml:space="preserve"> район</w:t>
      </w:r>
      <w:r>
        <w:rPr>
          <w:rStyle w:val="FontStyle20"/>
          <w:bCs/>
          <w:sz w:val="28"/>
          <w:szCs w:val="28"/>
        </w:rPr>
        <w:t>а</w:t>
      </w:r>
      <w:r w:rsidRPr="00C91E3E">
        <w:rPr>
          <w:rStyle w:val="FontStyle20"/>
          <w:bCs/>
          <w:sz w:val="28"/>
          <w:szCs w:val="28"/>
        </w:rPr>
        <w:t xml:space="preserve"> Пензенской области</w:t>
      </w:r>
      <w:r>
        <w:rPr>
          <w:rStyle w:val="FontStyle20"/>
          <w:bCs/>
          <w:sz w:val="28"/>
          <w:szCs w:val="28"/>
        </w:rPr>
        <w:t>»</w:t>
      </w:r>
      <w:r w:rsidRPr="00C91E3E">
        <w:rPr>
          <w:rStyle w:val="FontStyle20"/>
          <w:bCs/>
          <w:sz w:val="28"/>
          <w:szCs w:val="28"/>
        </w:rPr>
        <w:t>, уполномоченных на их осуществление</w:t>
      </w:r>
      <w:r>
        <w:rPr>
          <w:rStyle w:val="FontStyle20"/>
          <w:bCs/>
          <w:sz w:val="28"/>
          <w:szCs w:val="28"/>
        </w:rPr>
        <w:t>.</w:t>
      </w:r>
    </w:p>
    <w:p w:rsidR="00E22DD3" w:rsidRPr="00AC7986" w:rsidRDefault="00E22DD3" w:rsidP="00AC7986">
      <w:pPr>
        <w:pStyle w:val="Style7"/>
        <w:spacing w:before="72"/>
        <w:ind w:left="403"/>
        <w:rPr>
          <w:rStyle w:val="FontStyle20"/>
          <w:bCs/>
          <w:sz w:val="16"/>
          <w:szCs w:val="16"/>
        </w:rPr>
      </w:pPr>
    </w:p>
    <w:p w:rsidR="00E22DD3" w:rsidRPr="00AC7986" w:rsidRDefault="00E22DD3" w:rsidP="00AC798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C7986">
        <w:rPr>
          <w:rFonts w:ascii="Times New Roman" w:hAnsi="Times New Roman"/>
          <w:sz w:val="28"/>
          <w:szCs w:val="28"/>
          <w:lang w:eastAsia="ru-RU"/>
        </w:rPr>
        <w:t xml:space="preserve">В соответствии со статьей 6 Федерального </w:t>
      </w:r>
      <w:hyperlink r:id="rId8" w:history="1">
        <w:r w:rsidRPr="00AC7986">
          <w:rPr>
            <w:rFonts w:ascii="Times New Roman" w:hAnsi="Times New Roman"/>
            <w:sz w:val="28"/>
            <w:szCs w:val="28"/>
            <w:lang w:eastAsia="ru-RU"/>
          </w:rPr>
          <w:t>закон</w:t>
        </w:r>
      </w:hyperlink>
      <w:r w:rsidRPr="00AC7986">
        <w:rPr>
          <w:rFonts w:ascii="Times New Roman" w:hAnsi="Times New Roman"/>
          <w:sz w:val="28"/>
          <w:szCs w:val="28"/>
          <w:lang w:eastAsia="ru-RU"/>
        </w:rPr>
        <w:t xml:space="preserve">а от 26.12.2008 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(с последующими изменениями), руководствуясь статьей </w:t>
      </w:r>
      <w:r>
        <w:rPr>
          <w:rFonts w:ascii="Times New Roman" w:hAnsi="Times New Roman"/>
          <w:sz w:val="28"/>
          <w:szCs w:val="28"/>
          <w:lang w:eastAsia="ru-RU"/>
        </w:rPr>
        <w:t xml:space="preserve">20 </w:t>
      </w:r>
      <w:r w:rsidRPr="00AC7986">
        <w:rPr>
          <w:rFonts w:ascii="Times New Roman" w:hAnsi="Times New Roman"/>
          <w:sz w:val="28"/>
          <w:szCs w:val="28"/>
          <w:lang w:eastAsia="ru-RU"/>
        </w:rPr>
        <w:t xml:space="preserve">Устава </w:t>
      </w:r>
      <w:r>
        <w:rPr>
          <w:rFonts w:ascii="Times New Roman" w:hAnsi="Times New Roman"/>
          <w:sz w:val="28"/>
          <w:szCs w:val="28"/>
          <w:lang w:eastAsia="ru-RU"/>
        </w:rPr>
        <w:t xml:space="preserve">Волче-Вражского сельсовета </w:t>
      </w:r>
      <w:r w:rsidRPr="00AC7986">
        <w:rPr>
          <w:rFonts w:ascii="Times New Roman" w:hAnsi="Times New Roman"/>
          <w:sz w:val="28"/>
          <w:szCs w:val="28"/>
          <w:lang w:eastAsia="ru-RU"/>
        </w:rPr>
        <w:t>Тамалинского района Пензенской области,</w:t>
      </w:r>
    </w:p>
    <w:p w:rsidR="00E22DD3" w:rsidRPr="005C4D0F" w:rsidRDefault="00E22DD3" w:rsidP="00AC7986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:rsidR="00E22DD3" w:rsidRDefault="00E22DD3" w:rsidP="00AC7986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Комитет местного самоуправления Волче-Вражского сельсовета </w:t>
      </w:r>
      <w:r w:rsidRPr="005C4D0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Тамалинского района 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Пензенской области решил</w:t>
      </w:r>
      <w:r w:rsidRPr="005C4D0F">
        <w:rPr>
          <w:rFonts w:ascii="Times New Roman" w:hAnsi="Times New Roman"/>
          <w:b/>
          <w:color w:val="000000"/>
          <w:sz w:val="28"/>
          <w:szCs w:val="28"/>
          <w:lang w:eastAsia="ru-RU"/>
        </w:rPr>
        <w:t>:</w:t>
      </w:r>
    </w:p>
    <w:p w:rsidR="00E22DD3" w:rsidRPr="00AC7986" w:rsidRDefault="00E22DD3" w:rsidP="00AC7986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b/>
          <w:color w:val="000000"/>
          <w:sz w:val="16"/>
          <w:szCs w:val="16"/>
          <w:lang w:eastAsia="ru-RU"/>
        </w:rPr>
      </w:pPr>
    </w:p>
    <w:p w:rsidR="00E22DD3" w:rsidRDefault="00E22DD3" w:rsidP="00AC7986">
      <w:pPr>
        <w:widowControl w:val="0"/>
        <w:tabs>
          <w:tab w:val="left" w:pos="115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1. Утвердить прилагаемые:</w:t>
      </w:r>
    </w:p>
    <w:p w:rsidR="00E22DD3" w:rsidRPr="00AC7986" w:rsidRDefault="00E22DD3" w:rsidP="00AC7986">
      <w:pPr>
        <w:widowControl w:val="0"/>
        <w:tabs>
          <w:tab w:val="left" w:pos="115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Pr="00AC79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1.1. Порядок ведения перечня видов муниципального контроля и органов местного самоуправления муниципального образования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«Волче-Вражский сельсовет Тамалинского</w:t>
      </w:r>
      <w:r w:rsidRPr="00AC79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AC79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Пензенской области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AC7986">
        <w:rPr>
          <w:rFonts w:ascii="Times New Roman" w:hAnsi="Times New Roman"/>
          <w:color w:val="000000"/>
          <w:sz w:val="28"/>
          <w:szCs w:val="28"/>
          <w:lang w:eastAsia="ru-RU"/>
        </w:rPr>
        <w:t>, уполномоченных на их осуществление.</w:t>
      </w:r>
    </w:p>
    <w:p w:rsidR="00E22DD3" w:rsidRPr="00AC7986" w:rsidRDefault="00E22DD3" w:rsidP="00AC7986">
      <w:pPr>
        <w:widowControl w:val="0"/>
        <w:tabs>
          <w:tab w:val="left" w:pos="115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Pr="00AC79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1.2. Форму перечня видов муниципального контроля органов местного самоуправления муниципального образования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«Волче-Вражский сельсовет Тамалинского</w:t>
      </w:r>
      <w:r w:rsidRPr="00AC79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 </w:t>
      </w:r>
      <w:r w:rsidRPr="00AC7986">
        <w:rPr>
          <w:rFonts w:ascii="Times New Roman" w:hAnsi="Times New Roman"/>
          <w:color w:val="000000"/>
          <w:sz w:val="28"/>
          <w:szCs w:val="28"/>
          <w:lang w:eastAsia="ru-RU"/>
        </w:rPr>
        <w:t>Пензенской области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 w:rsidRPr="00AC7986">
        <w:rPr>
          <w:rFonts w:ascii="Times New Roman" w:hAnsi="Times New Roman"/>
          <w:color w:val="000000"/>
          <w:sz w:val="28"/>
          <w:szCs w:val="28"/>
          <w:lang w:eastAsia="ru-RU"/>
        </w:rPr>
        <w:t>, уполномоченных на их осуществление.</w:t>
      </w:r>
    </w:p>
    <w:p w:rsidR="00E22DD3" w:rsidRPr="005C4D0F" w:rsidRDefault="00E22DD3" w:rsidP="00AC7986">
      <w:pPr>
        <w:widowControl w:val="0"/>
        <w:tabs>
          <w:tab w:val="left" w:pos="115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2. </w:t>
      </w:r>
      <w:r w:rsidRPr="005C4D0F">
        <w:rPr>
          <w:rFonts w:ascii="Times New Roman" w:hAnsi="Times New Roman"/>
          <w:color w:val="000000"/>
          <w:sz w:val="28"/>
          <w:szCs w:val="28"/>
          <w:lang w:eastAsia="ru-RU"/>
        </w:rPr>
        <w:t>Опубликовать настоящее решение в информационном бюллетене «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Сельский вестник</w:t>
      </w:r>
      <w:r w:rsidRPr="005C4D0F">
        <w:rPr>
          <w:rFonts w:ascii="Times New Roman" w:hAnsi="Times New Roman"/>
          <w:color w:val="000000"/>
          <w:sz w:val="28"/>
          <w:szCs w:val="28"/>
          <w:lang w:eastAsia="ru-RU"/>
        </w:rPr>
        <w:t>».</w:t>
      </w:r>
    </w:p>
    <w:p w:rsidR="00E22DD3" w:rsidRPr="005C4D0F" w:rsidRDefault="00E22DD3" w:rsidP="00AC7986">
      <w:pPr>
        <w:widowControl w:val="0"/>
        <w:tabs>
          <w:tab w:val="left" w:pos="115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3. </w:t>
      </w:r>
      <w:r w:rsidRPr="005C4D0F">
        <w:rPr>
          <w:rFonts w:ascii="Times New Roman" w:hAnsi="Times New Roman"/>
          <w:color w:val="000000"/>
          <w:sz w:val="28"/>
          <w:szCs w:val="28"/>
          <w:lang w:eastAsia="ru-RU"/>
        </w:rPr>
        <w:t>Настоящее решение вступает в силу на следующий день после дня его официального опубликования.</w:t>
      </w:r>
    </w:p>
    <w:p w:rsidR="00E22DD3" w:rsidRPr="005C4D0F" w:rsidRDefault="00E22DD3" w:rsidP="00AC7986">
      <w:pPr>
        <w:widowControl w:val="0"/>
        <w:tabs>
          <w:tab w:val="left" w:pos="115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4. </w:t>
      </w:r>
      <w:r w:rsidRPr="005C4D0F">
        <w:rPr>
          <w:rFonts w:ascii="Times New Roman" w:hAnsi="Times New Roman"/>
          <w:color w:val="000000"/>
          <w:sz w:val="28"/>
          <w:szCs w:val="28"/>
          <w:lang w:eastAsia="ru-RU"/>
        </w:rPr>
        <w:t>Контроль исполнения 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астоящего решения возложить на г</w:t>
      </w:r>
      <w:r w:rsidRPr="005C4D0F">
        <w:rPr>
          <w:rFonts w:ascii="Times New Roman" w:hAnsi="Times New Roman"/>
          <w:color w:val="000000"/>
          <w:sz w:val="28"/>
          <w:szCs w:val="28"/>
          <w:lang w:eastAsia="ru-RU"/>
        </w:rPr>
        <w:t>лаву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Волче-Вражского сельсовета</w:t>
      </w:r>
      <w:r w:rsidRPr="005C4D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Тамалинского района Пензенской области</w:t>
      </w:r>
    </w:p>
    <w:p w:rsidR="00E22DD3" w:rsidRPr="005C4D0F" w:rsidRDefault="00E22DD3" w:rsidP="00AC7986">
      <w:pPr>
        <w:widowControl w:val="0"/>
        <w:tabs>
          <w:tab w:val="left" w:pos="1157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22DD3" w:rsidRDefault="00E22DD3" w:rsidP="00AC7986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C4D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Волче-Вражского сельсовета </w:t>
      </w:r>
    </w:p>
    <w:p w:rsidR="00E22DD3" w:rsidRDefault="00E22DD3" w:rsidP="00AC7986">
      <w:pPr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C4D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Тамалинского района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Пензенской области</w:t>
      </w:r>
      <w:r w:rsidRPr="005C4D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А.А. Кошелев</w:t>
      </w:r>
      <w:r w:rsidRPr="005C4D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</w:p>
    <w:p w:rsidR="00E22DD3" w:rsidRPr="00AB6A2B" w:rsidRDefault="00E22DD3" w:rsidP="00AB6A2B">
      <w:pPr>
        <w:spacing w:after="0" w:line="240" w:lineRule="auto"/>
        <w:ind w:left="360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B6A2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Приложение №1</w:t>
      </w:r>
    </w:p>
    <w:p w:rsidR="00E22DD3" w:rsidRDefault="00E22DD3" w:rsidP="00AB6A2B">
      <w:pPr>
        <w:spacing w:after="0" w:line="240" w:lineRule="auto"/>
        <w:ind w:left="360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B6A2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к решению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Комитета местного самоуправления Волче-Вражского сельсовета </w:t>
      </w:r>
    </w:p>
    <w:p w:rsidR="00E22DD3" w:rsidRPr="00AB6A2B" w:rsidRDefault="00E22DD3" w:rsidP="00AB6A2B">
      <w:pPr>
        <w:pStyle w:val="NoSpacing"/>
        <w:jc w:val="right"/>
        <w:rPr>
          <w:rFonts w:ascii="Times New Roman" w:hAnsi="Times New Roman"/>
          <w:lang w:eastAsia="ru-RU"/>
        </w:rPr>
      </w:pPr>
      <w:r w:rsidRPr="00AB6A2B">
        <w:rPr>
          <w:rFonts w:ascii="Times New Roman" w:hAnsi="Times New Roman"/>
          <w:lang w:eastAsia="ru-RU"/>
        </w:rPr>
        <w:t>Тамалинского  района  Пензенской области</w:t>
      </w:r>
    </w:p>
    <w:p w:rsidR="00E22DD3" w:rsidRPr="00AB6A2B" w:rsidRDefault="00E22DD3" w:rsidP="00AB6A2B">
      <w:pPr>
        <w:spacing w:after="0" w:line="240" w:lineRule="auto"/>
        <w:ind w:left="360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       от 14.04.2017 г.</w:t>
      </w:r>
      <w:r w:rsidRPr="00AB6A2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203-71/2</w:t>
      </w:r>
      <w:r w:rsidRPr="00AB6A2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E22DD3" w:rsidRPr="00AB6A2B" w:rsidRDefault="00E22DD3" w:rsidP="00AB6A2B">
      <w:pPr>
        <w:spacing w:after="0" w:line="240" w:lineRule="auto"/>
        <w:ind w:left="360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:rsidR="00E22DD3" w:rsidRPr="00AB6A2B" w:rsidRDefault="00E22DD3" w:rsidP="00AB6A2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AB6A2B">
        <w:rPr>
          <w:rFonts w:ascii="Times New Roman" w:hAnsi="Times New Roman"/>
          <w:b/>
          <w:sz w:val="28"/>
          <w:szCs w:val="28"/>
          <w:lang w:eastAsia="ru-RU"/>
        </w:rPr>
        <w:t xml:space="preserve">Порядок ведения перечня видов муниципального контроля и органов местного самоуправления </w:t>
      </w:r>
      <w:r w:rsidRPr="00AB6A2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«Волче-Вражский сельсовет Тамалинского</w:t>
      </w:r>
      <w:r w:rsidRPr="00AB6A2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AB6A2B">
        <w:rPr>
          <w:rFonts w:ascii="Times New Roman" w:hAnsi="Times New Roman"/>
          <w:b/>
          <w:bCs/>
          <w:sz w:val="28"/>
          <w:szCs w:val="28"/>
          <w:lang w:eastAsia="ru-RU"/>
        </w:rPr>
        <w:t>район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а</w:t>
      </w:r>
      <w:r w:rsidRPr="00AB6A2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b/>
          <w:sz w:val="28"/>
          <w:szCs w:val="28"/>
          <w:lang w:eastAsia="ru-RU"/>
        </w:rPr>
        <w:t>Пензенской области</w:t>
      </w:r>
      <w:r>
        <w:rPr>
          <w:rFonts w:ascii="Times New Roman" w:hAnsi="Times New Roman"/>
          <w:b/>
          <w:sz w:val="28"/>
          <w:szCs w:val="28"/>
          <w:lang w:eastAsia="ru-RU"/>
        </w:rPr>
        <w:t>»</w:t>
      </w:r>
      <w:r w:rsidRPr="00AB6A2B">
        <w:rPr>
          <w:rFonts w:ascii="Times New Roman" w:hAnsi="Times New Roman"/>
          <w:b/>
          <w:sz w:val="28"/>
          <w:szCs w:val="28"/>
          <w:lang w:eastAsia="ru-RU"/>
        </w:rPr>
        <w:t>, уполномоченных на их осуществление</w:t>
      </w:r>
    </w:p>
    <w:p w:rsidR="00E22DD3" w:rsidRPr="00AB6A2B" w:rsidRDefault="00E22DD3" w:rsidP="00AB6A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16"/>
          <w:szCs w:val="16"/>
          <w:lang w:eastAsia="ru-RU"/>
        </w:rPr>
      </w:pPr>
    </w:p>
    <w:p w:rsidR="00E22DD3" w:rsidRPr="00AB6A2B" w:rsidRDefault="00E22DD3" w:rsidP="00AB6A2B">
      <w:pPr>
        <w:autoSpaceDE w:val="0"/>
        <w:autoSpaceDN w:val="0"/>
        <w:adjustRightInd w:val="0"/>
        <w:spacing w:after="0" w:line="240" w:lineRule="auto"/>
        <w:ind w:firstLine="90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B6A2B">
        <w:rPr>
          <w:rFonts w:ascii="Times New Roman" w:hAnsi="Times New Roman"/>
          <w:sz w:val="28"/>
          <w:szCs w:val="28"/>
          <w:lang w:eastAsia="ru-RU"/>
        </w:rPr>
        <w:t xml:space="preserve">1. Настоящий Порядок ведения перечня видов муниципального контроля и органов местного самоуправления 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>муниципального образования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«Волче-Вражский сельсовет Тамалинского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AB6A2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sz w:val="28"/>
          <w:szCs w:val="28"/>
          <w:lang w:eastAsia="ru-RU"/>
        </w:rPr>
        <w:t>Пензенской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AB6A2B">
        <w:rPr>
          <w:rFonts w:ascii="Times New Roman" w:hAnsi="Times New Roman"/>
          <w:sz w:val="28"/>
          <w:szCs w:val="28"/>
          <w:lang w:eastAsia="ru-RU"/>
        </w:rPr>
        <w:t xml:space="preserve">, уполномоченных на их осуществление, разработан в целях обеспечения соблюдения прав юридических лиц и индивидуальных предпринимателей при осуществлении муниципального контроля на территории 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hAnsi="Times New Roman"/>
          <w:bCs/>
          <w:sz w:val="28"/>
          <w:szCs w:val="28"/>
          <w:lang w:eastAsia="ru-RU"/>
        </w:rPr>
        <w:t>«Волче-Вражский сельсовет Тамалинского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AB6A2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sz w:val="28"/>
          <w:szCs w:val="28"/>
          <w:lang w:eastAsia="ru-RU"/>
        </w:rPr>
        <w:t>Пензенской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AB6A2B">
        <w:rPr>
          <w:rFonts w:ascii="Times New Roman" w:hAnsi="Times New Roman"/>
          <w:sz w:val="28"/>
          <w:szCs w:val="28"/>
          <w:lang w:eastAsia="ru-RU"/>
        </w:rPr>
        <w:t xml:space="preserve">, обеспечения доступности и прозрачности сведений об осуществлении видов муниципального контроля органами местного самоуправления 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«Волче-Вражский сельсовет Тамалинского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AB6A2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sz w:val="28"/>
          <w:szCs w:val="28"/>
          <w:lang w:eastAsia="ru-RU"/>
        </w:rPr>
        <w:t>Пензенской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AB6A2B">
        <w:rPr>
          <w:rFonts w:ascii="Times New Roman" w:hAnsi="Times New Roman"/>
          <w:sz w:val="28"/>
          <w:szCs w:val="28"/>
          <w:lang w:eastAsia="ru-RU"/>
        </w:rPr>
        <w:t>, уполномоченными на их осуществление.</w:t>
      </w:r>
    </w:p>
    <w:p w:rsidR="00E22DD3" w:rsidRPr="00AB6A2B" w:rsidRDefault="00E22DD3" w:rsidP="00AB6A2B">
      <w:pPr>
        <w:autoSpaceDE w:val="0"/>
        <w:autoSpaceDN w:val="0"/>
        <w:adjustRightInd w:val="0"/>
        <w:spacing w:after="0" w:line="240" w:lineRule="auto"/>
        <w:ind w:firstLine="90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B6A2B">
        <w:rPr>
          <w:rFonts w:ascii="Times New Roman" w:hAnsi="Times New Roman"/>
          <w:sz w:val="28"/>
          <w:szCs w:val="28"/>
          <w:lang w:eastAsia="ru-RU"/>
        </w:rPr>
        <w:t xml:space="preserve">2. Перечень видов муниципального контроля и органов местного самоуправления 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«Волче-Вражский сельсовет Тамалинского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AB6A2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sz w:val="28"/>
          <w:szCs w:val="28"/>
          <w:lang w:eastAsia="ru-RU"/>
        </w:rPr>
        <w:t>Пензенской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AB6A2B">
        <w:rPr>
          <w:rFonts w:ascii="Times New Roman" w:hAnsi="Times New Roman"/>
          <w:sz w:val="28"/>
          <w:szCs w:val="28"/>
          <w:lang w:eastAsia="ru-RU"/>
        </w:rPr>
        <w:t>, уполномоченных на их осуществление (далее - Перечень), представляет собой систематизированный перечень сведений:</w:t>
      </w:r>
    </w:p>
    <w:p w:rsidR="00E22DD3" w:rsidRPr="00AB6A2B" w:rsidRDefault="00E22DD3" w:rsidP="00AD29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AB6A2B">
        <w:rPr>
          <w:rFonts w:ascii="Times New Roman" w:hAnsi="Times New Roman"/>
          <w:sz w:val="28"/>
          <w:szCs w:val="28"/>
          <w:lang w:eastAsia="ru-RU"/>
        </w:rPr>
        <w:t xml:space="preserve">- о видах муниципального контроля, осуществляемого органами местного самоуправления 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hAnsi="Times New Roman"/>
          <w:bCs/>
          <w:sz w:val="28"/>
          <w:szCs w:val="28"/>
          <w:lang w:eastAsia="ru-RU"/>
        </w:rPr>
        <w:t>«Волче-Вражский сельсовет Тамалинского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AB6A2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sz w:val="28"/>
          <w:szCs w:val="28"/>
          <w:lang w:eastAsia="ru-RU"/>
        </w:rPr>
        <w:t>Пензенской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AB6A2B">
        <w:rPr>
          <w:rFonts w:ascii="Times New Roman" w:hAnsi="Times New Roman"/>
          <w:sz w:val="28"/>
          <w:szCs w:val="28"/>
          <w:lang w:eastAsia="ru-RU"/>
        </w:rPr>
        <w:t>;</w:t>
      </w:r>
    </w:p>
    <w:p w:rsidR="00E22DD3" w:rsidRPr="00AB6A2B" w:rsidRDefault="00E22DD3" w:rsidP="00AB6A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6A2B">
        <w:rPr>
          <w:rFonts w:ascii="Times New Roman" w:hAnsi="Times New Roman"/>
          <w:sz w:val="28"/>
          <w:szCs w:val="28"/>
          <w:lang w:eastAsia="ru-RU"/>
        </w:rPr>
        <w:t>- о наименовании органа местного самоуправления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Times New Roman" w:hAnsi="Times New Roman"/>
          <w:bCs/>
          <w:sz w:val="28"/>
          <w:szCs w:val="28"/>
          <w:lang w:eastAsia="ru-RU"/>
        </w:rPr>
        <w:t>«Волче-Вражский сельсовет Тамалинского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AB6A2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sz w:val="28"/>
          <w:szCs w:val="28"/>
          <w:lang w:eastAsia="ru-RU"/>
        </w:rPr>
        <w:t>Пензенской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AB6A2B">
        <w:rPr>
          <w:rFonts w:ascii="Times New Roman" w:hAnsi="Times New Roman"/>
          <w:sz w:val="28"/>
          <w:szCs w:val="28"/>
          <w:lang w:eastAsia="ru-RU"/>
        </w:rPr>
        <w:t>,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самоуправления, наделенного соответствующими полномочиями);</w:t>
      </w:r>
    </w:p>
    <w:p w:rsidR="00E22DD3" w:rsidRPr="00AB6A2B" w:rsidRDefault="00E22DD3" w:rsidP="00AB6A2B">
      <w:pPr>
        <w:autoSpaceDE w:val="0"/>
        <w:autoSpaceDN w:val="0"/>
        <w:adjustRightInd w:val="0"/>
        <w:spacing w:after="0" w:line="240" w:lineRule="auto"/>
        <w:ind w:firstLine="90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B6A2B">
        <w:rPr>
          <w:rFonts w:ascii="Times New Roman" w:hAnsi="Times New Roman"/>
          <w:sz w:val="28"/>
          <w:szCs w:val="28"/>
          <w:lang w:eastAsia="ru-RU"/>
        </w:rPr>
        <w:t>- о сфере деятельности юридического лица (индивидуального предпринимателя), в отношении которого осуществляется муниципальный контроль.</w:t>
      </w:r>
    </w:p>
    <w:p w:rsidR="00E22DD3" w:rsidRPr="00AB6A2B" w:rsidRDefault="00E22DD3" w:rsidP="00AB6A2B">
      <w:pPr>
        <w:autoSpaceDE w:val="0"/>
        <w:autoSpaceDN w:val="0"/>
        <w:adjustRightInd w:val="0"/>
        <w:spacing w:after="0" w:line="240" w:lineRule="auto"/>
        <w:ind w:firstLine="90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B6A2B">
        <w:rPr>
          <w:rFonts w:ascii="Times New Roman" w:hAnsi="Times New Roman"/>
          <w:sz w:val="28"/>
          <w:szCs w:val="28"/>
          <w:lang w:eastAsia="ru-RU"/>
        </w:rPr>
        <w:t xml:space="preserve">- о реквизитах нормативных правовых актов Российской Федерации, Пензенской области, муниципальных правовых актов 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hAnsi="Times New Roman"/>
          <w:bCs/>
          <w:sz w:val="28"/>
          <w:szCs w:val="28"/>
          <w:lang w:eastAsia="ru-RU"/>
        </w:rPr>
        <w:t>«Волче-Вражский сельсовет Тамалинского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AB6A2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sz w:val="28"/>
          <w:szCs w:val="28"/>
          <w:lang w:eastAsia="ru-RU"/>
        </w:rPr>
        <w:t>Пензенской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AB6A2B">
        <w:rPr>
          <w:rFonts w:ascii="Times New Roman" w:hAnsi="Times New Roman"/>
          <w:sz w:val="28"/>
          <w:szCs w:val="28"/>
          <w:lang w:eastAsia="ru-RU"/>
        </w:rPr>
        <w:t>, регулирующих соответствующий вид муниципального контроля.</w:t>
      </w:r>
    </w:p>
    <w:p w:rsidR="00E22DD3" w:rsidRPr="00AB6A2B" w:rsidRDefault="00E22DD3" w:rsidP="00AB6A2B">
      <w:pPr>
        <w:autoSpaceDE w:val="0"/>
        <w:autoSpaceDN w:val="0"/>
        <w:adjustRightInd w:val="0"/>
        <w:spacing w:after="0" w:line="240" w:lineRule="auto"/>
        <w:ind w:firstLine="900"/>
        <w:jc w:val="both"/>
        <w:outlineLvl w:val="0"/>
        <w:rPr>
          <w:rFonts w:ascii="Times New Roman" w:hAnsi="Times New Roman"/>
          <w:i/>
          <w:sz w:val="24"/>
          <w:szCs w:val="20"/>
          <w:lang w:eastAsia="ru-RU"/>
        </w:rPr>
      </w:pPr>
      <w:r w:rsidRPr="00AB6A2B">
        <w:rPr>
          <w:rFonts w:ascii="Times New Roman" w:hAnsi="Times New Roman"/>
          <w:sz w:val="28"/>
          <w:szCs w:val="28"/>
          <w:lang w:eastAsia="ru-RU"/>
        </w:rPr>
        <w:t xml:space="preserve">3. Ведение Перечня осуществляет администрация 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hAnsi="Times New Roman"/>
          <w:bCs/>
          <w:sz w:val="28"/>
          <w:szCs w:val="28"/>
          <w:lang w:eastAsia="ru-RU"/>
        </w:rPr>
        <w:t>«Волче-Вражский сельсовет Тамалинского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AB6A2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sz w:val="28"/>
          <w:szCs w:val="28"/>
          <w:lang w:eastAsia="ru-RU"/>
        </w:rPr>
        <w:t>Пензенской области</w:t>
      </w:r>
      <w:r w:rsidRPr="00AB6A2B">
        <w:rPr>
          <w:rFonts w:ascii="Times New Roman" w:hAnsi="Times New Roman"/>
          <w:i/>
          <w:sz w:val="24"/>
          <w:szCs w:val="20"/>
          <w:lang w:eastAsia="ru-RU"/>
        </w:rPr>
        <w:t>.</w:t>
      </w:r>
    </w:p>
    <w:p w:rsidR="00E22DD3" w:rsidRPr="00AB6A2B" w:rsidRDefault="00E22DD3" w:rsidP="00AB6A2B">
      <w:pPr>
        <w:autoSpaceDE w:val="0"/>
        <w:autoSpaceDN w:val="0"/>
        <w:adjustRightInd w:val="0"/>
        <w:spacing w:after="0" w:line="240" w:lineRule="auto"/>
        <w:ind w:firstLine="90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B6A2B">
        <w:rPr>
          <w:rFonts w:ascii="Times New Roman" w:hAnsi="Times New Roman"/>
          <w:sz w:val="28"/>
          <w:szCs w:val="28"/>
          <w:lang w:eastAsia="ru-RU"/>
        </w:rPr>
        <w:t>4 Ведение Перечня  включает в себя следующие процедуры:</w:t>
      </w:r>
    </w:p>
    <w:p w:rsidR="00E22DD3" w:rsidRPr="00AB6A2B" w:rsidRDefault="00E22DD3" w:rsidP="00AB6A2B">
      <w:pPr>
        <w:autoSpaceDE w:val="0"/>
        <w:autoSpaceDN w:val="0"/>
        <w:adjustRightInd w:val="0"/>
        <w:spacing w:after="0" w:line="240" w:lineRule="auto"/>
        <w:ind w:firstLine="90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B6A2B">
        <w:rPr>
          <w:rFonts w:ascii="Times New Roman" w:hAnsi="Times New Roman"/>
          <w:sz w:val="28"/>
          <w:szCs w:val="28"/>
          <w:lang w:eastAsia="ru-RU"/>
        </w:rPr>
        <w:t>3.1. включение в Перечень сведений с присвоением регистрационного номера;</w:t>
      </w:r>
    </w:p>
    <w:p w:rsidR="00E22DD3" w:rsidRPr="00AB6A2B" w:rsidRDefault="00E22DD3" w:rsidP="00AB6A2B">
      <w:pPr>
        <w:autoSpaceDE w:val="0"/>
        <w:autoSpaceDN w:val="0"/>
        <w:adjustRightInd w:val="0"/>
        <w:spacing w:after="0" w:line="240" w:lineRule="auto"/>
        <w:ind w:firstLine="90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B6A2B">
        <w:rPr>
          <w:rFonts w:ascii="Times New Roman" w:hAnsi="Times New Roman"/>
          <w:sz w:val="28"/>
          <w:szCs w:val="28"/>
          <w:lang w:eastAsia="ru-RU"/>
        </w:rPr>
        <w:t>3.2. внесение изменений в сведения, содержащиеся в Перечне;</w:t>
      </w:r>
    </w:p>
    <w:p w:rsidR="00E22DD3" w:rsidRPr="00AB6A2B" w:rsidRDefault="00E22DD3" w:rsidP="00AB6A2B">
      <w:pPr>
        <w:autoSpaceDE w:val="0"/>
        <w:autoSpaceDN w:val="0"/>
        <w:adjustRightInd w:val="0"/>
        <w:spacing w:after="0" w:line="240" w:lineRule="auto"/>
        <w:ind w:firstLine="90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B6A2B">
        <w:rPr>
          <w:rFonts w:ascii="Times New Roman" w:hAnsi="Times New Roman"/>
          <w:sz w:val="28"/>
          <w:szCs w:val="28"/>
          <w:lang w:eastAsia="ru-RU"/>
        </w:rPr>
        <w:t>3.3. исключение сведений из Перечня.</w:t>
      </w:r>
    </w:p>
    <w:p w:rsidR="00E22DD3" w:rsidRPr="00AB6A2B" w:rsidRDefault="00E22DD3" w:rsidP="00AB6A2B">
      <w:pPr>
        <w:autoSpaceDE w:val="0"/>
        <w:autoSpaceDN w:val="0"/>
        <w:adjustRightInd w:val="0"/>
        <w:spacing w:after="0" w:line="240" w:lineRule="auto"/>
        <w:ind w:firstLine="90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B6A2B">
        <w:rPr>
          <w:rFonts w:ascii="Times New Roman" w:hAnsi="Times New Roman"/>
          <w:sz w:val="28"/>
          <w:szCs w:val="28"/>
          <w:lang w:eastAsia="ru-RU"/>
        </w:rPr>
        <w:t xml:space="preserve">4. Утверждение Перечня, внесение изменений в сведения, содержащиеся в Перечне, исключение сведений из Перечня оформляется постановлением администрации 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hAnsi="Times New Roman"/>
          <w:bCs/>
          <w:sz w:val="28"/>
          <w:szCs w:val="28"/>
          <w:lang w:eastAsia="ru-RU"/>
        </w:rPr>
        <w:t>«Волче-Вражский сельсовет Тамалинского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AB6A2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sz w:val="28"/>
          <w:szCs w:val="28"/>
          <w:lang w:eastAsia="ru-RU"/>
        </w:rPr>
        <w:t>Пензенской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AB6A2B">
        <w:rPr>
          <w:rFonts w:ascii="Times New Roman" w:hAnsi="Times New Roman"/>
          <w:sz w:val="28"/>
          <w:szCs w:val="28"/>
          <w:lang w:eastAsia="ru-RU"/>
        </w:rPr>
        <w:t>.</w:t>
      </w:r>
    </w:p>
    <w:p w:rsidR="00E22DD3" w:rsidRPr="00AB6A2B" w:rsidRDefault="00E22DD3" w:rsidP="00AB6A2B">
      <w:pPr>
        <w:autoSpaceDE w:val="0"/>
        <w:autoSpaceDN w:val="0"/>
        <w:adjustRightInd w:val="0"/>
        <w:spacing w:after="0" w:line="240" w:lineRule="auto"/>
        <w:ind w:firstLine="90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B6A2B">
        <w:rPr>
          <w:rFonts w:ascii="Times New Roman" w:hAnsi="Times New Roman"/>
          <w:sz w:val="28"/>
          <w:szCs w:val="28"/>
          <w:lang w:eastAsia="ru-RU"/>
        </w:rPr>
        <w:t xml:space="preserve">5. Основанием для включения в Перечень сведений, внесения изменений в сведения, содержащиеся в Перечне, либо исключения сведений из Перечня является принятие нормативного правового акта о наделении конкретного органа местного самоуправления 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>муниципального образования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«Волче-Вражский сельсовет Тамалинского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AB6A2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sz w:val="28"/>
          <w:szCs w:val="28"/>
          <w:lang w:eastAsia="ru-RU"/>
        </w:rPr>
        <w:t>Пензенской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AB6A2B">
        <w:rPr>
          <w:rFonts w:ascii="Times New Roman" w:hAnsi="Times New Roman"/>
          <w:sz w:val="28"/>
          <w:szCs w:val="28"/>
          <w:lang w:eastAsia="ru-RU"/>
        </w:rPr>
        <w:t xml:space="preserve"> полномочиями по осуществлению муниципального контроля, либо нормативного правового акта, прекращающего действие или изменяющего правовые нормы, наделяющих орган местного самоуправления 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«Волче-Вражский сельсовет Тамалинского 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AB6A2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sz w:val="28"/>
          <w:szCs w:val="28"/>
          <w:lang w:eastAsia="ru-RU"/>
        </w:rPr>
        <w:t>Пензенской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AB6A2B">
        <w:rPr>
          <w:rFonts w:ascii="Times New Roman" w:hAnsi="Times New Roman"/>
          <w:sz w:val="28"/>
          <w:szCs w:val="28"/>
          <w:lang w:eastAsia="ru-RU"/>
        </w:rPr>
        <w:t>полномочиями по осуществлению соответствующего вида муниципального контроля.</w:t>
      </w:r>
    </w:p>
    <w:p w:rsidR="00E22DD3" w:rsidRPr="00AB6A2B" w:rsidRDefault="00E22DD3" w:rsidP="00AB6A2B">
      <w:pPr>
        <w:autoSpaceDE w:val="0"/>
        <w:autoSpaceDN w:val="0"/>
        <w:adjustRightInd w:val="0"/>
        <w:spacing w:after="0" w:line="240" w:lineRule="auto"/>
        <w:ind w:firstLine="90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AB6A2B">
        <w:rPr>
          <w:rFonts w:ascii="Times New Roman" w:hAnsi="Times New Roman"/>
          <w:sz w:val="28"/>
          <w:szCs w:val="28"/>
          <w:lang w:eastAsia="ru-RU"/>
        </w:rPr>
        <w:t xml:space="preserve">6. Администрация 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«Волче-Вражский сельсовет 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>Тама</w:t>
      </w:r>
      <w:r>
        <w:rPr>
          <w:rFonts w:ascii="Times New Roman" w:hAnsi="Times New Roman"/>
          <w:bCs/>
          <w:sz w:val="28"/>
          <w:szCs w:val="28"/>
          <w:lang w:eastAsia="ru-RU"/>
        </w:rPr>
        <w:t>линского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AB6A2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sz w:val="28"/>
          <w:szCs w:val="28"/>
          <w:lang w:eastAsia="ru-RU"/>
        </w:rPr>
        <w:t>Пензенской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AB6A2B">
        <w:rPr>
          <w:rFonts w:ascii="Times New Roman" w:hAnsi="Times New Roman"/>
          <w:sz w:val="28"/>
          <w:szCs w:val="28"/>
          <w:lang w:eastAsia="ru-RU"/>
        </w:rPr>
        <w:t xml:space="preserve"> не позднее 30 дней с момента принятия нормативного правового акта, указанного в пункте 5 настоящего Порядка обеспечивает принятие соответствующего постановления.</w:t>
      </w:r>
    </w:p>
    <w:p w:rsidR="00E22DD3" w:rsidRPr="00AB6A2B" w:rsidRDefault="00E22DD3" w:rsidP="00AB6A2B">
      <w:pPr>
        <w:autoSpaceDE w:val="0"/>
        <w:autoSpaceDN w:val="0"/>
        <w:adjustRightInd w:val="0"/>
        <w:spacing w:after="0" w:line="240" w:lineRule="auto"/>
        <w:ind w:firstLine="90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E22DD3" w:rsidRPr="00AB6A2B" w:rsidSect="00AB6A2B">
          <w:footerReference w:type="default" r:id="rId9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AB6A2B">
        <w:rPr>
          <w:rFonts w:ascii="Times New Roman" w:hAnsi="Times New Roman"/>
          <w:sz w:val="28"/>
          <w:szCs w:val="28"/>
          <w:lang w:eastAsia="ru-RU"/>
        </w:rPr>
        <w:t xml:space="preserve">7. Перечень подлежит размещению на официальном сайте 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AB6A2B">
        <w:rPr>
          <w:rFonts w:ascii="Times New Roman" w:hAnsi="Times New Roman"/>
          <w:sz w:val="28"/>
          <w:szCs w:val="28"/>
          <w:lang w:eastAsia="ru-RU"/>
        </w:rPr>
        <w:t>дмин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AB6A2B">
        <w:rPr>
          <w:rFonts w:ascii="Times New Roman" w:hAnsi="Times New Roman"/>
          <w:sz w:val="28"/>
          <w:szCs w:val="28"/>
          <w:lang w:eastAsia="ru-RU"/>
        </w:rPr>
        <w:t xml:space="preserve">страции </w:t>
      </w:r>
      <w:r>
        <w:rPr>
          <w:rFonts w:ascii="Times New Roman" w:hAnsi="Times New Roman"/>
          <w:sz w:val="28"/>
          <w:szCs w:val="28"/>
          <w:lang w:eastAsia="ru-RU"/>
        </w:rPr>
        <w:t xml:space="preserve">Волче-Вражского сельсовета </w:t>
      </w:r>
      <w:r w:rsidRPr="00AB6A2B">
        <w:rPr>
          <w:rFonts w:ascii="Times New Roman" w:hAnsi="Times New Roman"/>
          <w:sz w:val="28"/>
          <w:szCs w:val="28"/>
          <w:lang w:eastAsia="ru-RU"/>
        </w:rPr>
        <w:t>Тамалинского района Пензенской области в информационно-телекоммуникационной сети Интернет.</w:t>
      </w:r>
    </w:p>
    <w:p w:rsidR="00E22DD3" w:rsidRPr="00AB6A2B" w:rsidRDefault="00E22DD3" w:rsidP="00AB6A2B">
      <w:pPr>
        <w:spacing w:after="0" w:line="240" w:lineRule="auto"/>
        <w:ind w:left="360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B6A2B">
        <w:rPr>
          <w:rFonts w:ascii="Times New Roman" w:hAnsi="Times New Roman"/>
          <w:color w:val="000000"/>
          <w:sz w:val="24"/>
          <w:szCs w:val="24"/>
          <w:lang w:eastAsia="ru-RU"/>
        </w:rPr>
        <w:t>Приложение №2</w:t>
      </w:r>
    </w:p>
    <w:p w:rsidR="00E22DD3" w:rsidRDefault="00E22DD3" w:rsidP="00AB6A2B">
      <w:pPr>
        <w:spacing w:after="0" w:line="240" w:lineRule="auto"/>
        <w:ind w:left="360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B6A2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к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решению Комитета местного самоуправления </w:t>
      </w:r>
    </w:p>
    <w:p w:rsidR="00E22DD3" w:rsidRDefault="00E22DD3" w:rsidP="004B448A">
      <w:pPr>
        <w:pStyle w:val="NoSpacing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Волче-Вражского сельсовета </w:t>
      </w:r>
    </w:p>
    <w:p w:rsidR="00E22DD3" w:rsidRPr="004B448A" w:rsidRDefault="00E22DD3" w:rsidP="0048222E">
      <w:pPr>
        <w:pStyle w:val="NoSpacing"/>
        <w:jc w:val="right"/>
        <w:rPr>
          <w:rFonts w:ascii="Times New Roman" w:hAnsi="Times New Roman"/>
          <w:lang w:eastAsia="ru-RU"/>
        </w:rPr>
      </w:pPr>
      <w:r w:rsidRPr="004B448A">
        <w:rPr>
          <w:rFonts w:ascii="Times New Roman" w:hAnsi="Times New Roman"/>
          <w:lang w:eastAsia="ru-RU"/>
        </w:rPr>
        <w:t>Тамалинского  района  Пензенской области</w:t>
      </w:r>
    </w:p>
    <w:p w:rsidR="00E22DD3" w:rsidRPr="00AB6A2B" w:rsidRDefault="00E22DD3" w:rsidP="004B448A">
      <w:pPr>
        <w:spacing w:after="0" w:line="240" w:lineRule="auto"/>
        <w:ind w:left="360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  от 14.04.2017 г.</w:t>
      </w:r>
      <w:r w:rsidRPr="00AB6A2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№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203-71/2</w:t>
      </w:r>
      <w:r w:rsidRPr="00AB6A2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E22DD3" w:rsidRPr="00AB6A2B" w:rsidRDefault="00E22DD3" w:rsidP="00AB6A2B">
      <w:pPr>
        <w:spacing w:after="0" w:line="240" w:lineRule="auto"/>
        <w:ind w:left="-28" w:firstLine="322"/>
        <w:jc w:val="both"/>
        <w:rPr>
          <w:rFonts w:ascii="Times New Roman" w:hAnsi="Times New Roman"/>
          <w:color w:val="000000"/>
          <w:sz w:val="16"/>
          <w:szCs w:val="16"/>
          <w:lang w:eastAsia="ru-RU"/>
        </w:rPr>
      </w:pPr>
    </w:p>
    <w:p w:rsidR="00E22DD3" w:rsidRPr="00AB6A2B" w:rsidRDefault="00E22DD3" w:rsidP="00AB6A2B">
      <w:pPr>
        <w:spacing w:after="0" w:line="240" w:lineRule="auto"/>
        <w:ind w:left="-28" w:firstLine="322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B6A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Перечень видов муниципального контроля и органов местного самоуправления 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hAnsi="Times New Roman"/>
          <w:bCs/>
          <w:sz w:val="28"/>
          <w:szCs w:val="28"/>
          <w:lang w:eastAsia="ru-RU"/>
        </w:rPr>
        <w:t>«Волче-Вражский сельсовет Тамалинского</w:t>
      </w:r>
      <w:r w:rsidRPr="00AB6A2B">
        <w:rPr>
          <w:rFonts w:ascii="Times New Roman" w:hAnsi="Times New Roman"/>
          <w:bCs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Pr="00AB6A2B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AB6A2B">
        <w:rPr>
          <w:rFonts w:ascii="Times New Roman" w:hAnsi="Times New Roman"/>
          <w:sz w:val="28"/>
          <w:szCs w:val="28"/>
          <w:lang w:eastAsia="ru-RU"/>
        </w:rPr>
        <w:t>Пензенской области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bookmarkStart w:id="0" w:name="_GoBack"/>
      <w:bookmarkEnd w:id="0"/>
      <w:r w:rsidRPr="00AB6A2B">
        <w:rPr>
          <w:rFonts w:ascii="Times New Roman" w:hAnsi="Times New Roman"/>
          <w:color w:val="000000"/>
          <w:sz w:val="28"/>
          <w:szCs w:val="28"/>
          <w:lang w:eastAsia="ru-RU"/>
        </w:rPr>
        <w:t>, уполномоченных на их осуществление</w:t>
      </w:r>
    </w:p>
    <w:p w:rsidR="00E22DD3" w:rsidRPr="00AB6A2B" w:rsidRDefault="00E22DD3" w:rsidP="00AB6A2B">
      <w:pPr>
        <w:widowControl w:val="0"/>
        <w:autoSpaceDE w:val="0"/>
        <w:autoSpaceDN w:val="0"/>
        <w:spacing w:after="0" w:line="240" w:lineRule="auto"/>
        <w:jc w:val="center"/>
        <w:rPr>
          <w:rFonts w:cs="Calibri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8"/>
        <w:gridCol w:w="2486"/>
        <w:gridCol w:w="5286"/>
        <w:gridCol w:w="4791"/>
        <w:gridCol w:w="3305"/>
      </w:tblGrid>
      <w:tr w:rsidR="00E22DD3" w:rsidRPr="00CF5663" w:rsidTr="00F82AB4">
        <w:tc>
          <w:tcPr>
            <w:tcW w:w="161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AB6A2B">
              <w:rPr>
                <w:rFonts w:ascii="Times New Roman" w:hAnsi="Times New Roman"/>
                <w:szCs w:val="20"/>
                <w:lang w:eastAsia="ru-RU"/>
              </w:rPr>
              <w:t>№ п/п</w:t>
            </w:r>
          </w:p>
        </w:tc>
        <w:tc>
          <w:tcPr>
            <w:tcW w:w="758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AB6A2B">
              <w:rPr>
                <w:rFonts w:ascii="Times New Roman" w:hAnsi="Times New Roman"/>
                <w:szCs w:val="20"/>
                <w:lang w:eastAsia="ru-RU"/>
              </w:rPr>
              <w:t>Наименование вида муниципального контроля</w:t>
            </w:r>
          </w:p>
        </w:tc>
        <w:tc>
          <w:tcPr>
            <w:tcW w:w="1612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AB6A2B">
              <w:rPr>
                <w:rFonts w:ascii="Times New Roman" w:hAnsi="Times New Roman"/>
                <w:szCs w:val="20"/>
                <w:lang w:eastAsia="ru-RU"/>
              </w:rPr>
              <w:t>Наименование органа местного самоуправления, уполномоченного на осуществление соответствующего вида муниципального контроля (с указанием наименования структурного подразделения органа местного самоуправления, наделенного соответствующими полномочиями)</w:t>
            </w:r>
          </w:p>
        </w:tc>
        <w:tc>
          <w:tcPr>
            <w:tcW w:w="1461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B6A2B">
              <w:rPr>
                <w:rFonts w:ascii="Times New Roman" w:hAnsi="Times New Roman"/>
                <w:lang w:eastAsia="ru-RU"/>
              </w:rPr>
              <w:t xml:space="preserve">Реквизиты нормативных правовых актов Российской Федерации, Пензенской области, нормативных правовых актов, </w:t>
            </w:r>
            <w:r w:rsidRPr="00AB6A2B">
              <w:rPr>
                <w:rFonts w:ascii="Times New Roman" w:hAnsi="Times New Roman"/>
                <w:bCs/>
                <w:lang w:eastAsia="ru-RU"/>
              </w:rPr>
              <w:t xml:space="preserve">муниципального образования </w:t>
            </w:r>
            <w:r>
              <w:rPr>
                <w:rFonts w:ascii="Times New Roman" w:hAnsi="Times New Roman"/>
                <w:bCs/>
                <w:lang w:eastAsia="ru-RU"/>
              </w:rPr>
              <w:t>«Волче-Вражский сельсовет Тамалинского</w:t>
            </w:r>
            <w:r w:rsidRPr="00AB6A2B">
              <w:rPr>
                <w:rFonts w:ascii="Times New Roman" w:hAnsi="Times New Roman"/>
                <w:bCs/>
                <w:lang w:eastAsia="ru-RU"/>
              </w:rPr>
              <w:t xml:space="preserve"> район</w:t>
            </w:r>
            <w:r>
              <w:rPr>
                <w:rFonts w:ascii="Times New Roman" w:hAnsi="Times New Roman"/>
                <w:bCs/>
                <w:lang w:eastAsia="ru-RU"/>
              </w:rPr>
              <w:t>а</w:t>
            </w:r>
            <w:r w:rsidRPr="00AB6A2B">
              <w:rPr>
                <w:rFonts w:ascii="Times New Roman" w:hAnsi="Times New Roman"/>
                <w:bCs/>
                <w:i/>
                <w:lang w:eastAsia="ru-RU"/>
              </w:rPr>
              <w:t xml:space="preserve"> </w:t>
            </w:r>
            <w:r w:rsidRPr="00AB6A2B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AB6A2B">
              <w:rPr>
                <w:rFonts w:ascii="Times New Roman" w:hAnsi="Times New Roman"/>
                <w:lang w:eastAsia="ru-RU"/>
              </w:rPr>
              <w:t>Пензенской области</w:t>
            </w:r>
            <w:r>
              <w:rPr>
                <w:rFonts w:ascii="Times New Roman" w:hAnsi="Times New Roman"/>
                <w:lang w:eastAsia="ru-RU"/>
              </w:rPr>
              <w:t>»</w:t>
            </w:r>
            <w:r w:rsidRPr="00AB6A2B">
              <w:rPr>
                <w:rFonts w:ascii="Times New Roman" w:hAnsi="Times New Roman"/>
                <w:lang w:eastAsia="ru-RU"/>
              </w:rPr>
              <w:t xml:space="preserve"> регулирующих соответствующий вид муниципального контроля</w:t>
            </w:r>
          </w:p>
        </w:tc>
        <w:tc>
          <w:tcPr>
            <w:tcW w:w="1008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ru-RU"/>
              </w:rPr>
            </w:pPr>
            <w:r w:rsidRPr="00AB6A2B">
              <w:rPr>
                <w:rFonts w:ascii="Times New Roman" w:hAnsi="Times New Roman"/>
                <w:szCs w:val="20"/>
                <w:lang w:eastAsia="ru-RU"/>
              </w:rPr>
              <w:t>Сфера деятельности юридического лица (индивидуального предпринимателя), в отношении которого осуществляется муниципальный контроль</w:t>
            </w:r>
          </w:p>
        </w:tc>
      </w:tr>
      <w:tr w:rsidR="00E22DD3" w:rsidRPr="00CF5663" w:rsidTr="00F82AB4">
        <w:tc>
          <w:tcPr>
            <w:tcW w:w="161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ru-RU"/>
              </w:rPr>
            </w:pPr>
            <w:r w:rsidRPr="00AB6A2B">
              <w:rPr>
                <w:rFonts w:ascii="Times New Roman" w:hAnsi="Times New Roman"/>
                <w:b/>
                <w:szCs w:val="20"/>
                <w:lang w:eastAsia="ru-RU"/>
              </w:rPr>
              <w:t>1</w:t>
            </w:r>
          </w:p>
        </w:tc>
        <w:tc>
          <w:tcPr>
            <w:tcW w:w="758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ru-RU"/>
              </w:rPr>
            </w:pPr>
            <w:r w:rsidRPr="00AB6A2B">
              <w:rPr>
                <w:rFonts w:ascii="Times New Roman" w:hAnsi="Times New Roman"/>
                <w:b/>
                <w:szCs w:val="20"/>
                <w:lang w:eastAsia="ru-RU"/>
              </w:rPr>
              <w:t>2</w:t>
            </w:r>
          </w:p>
        </w:tc>
        <w:tc>
          <w:tcPr>
            <w:tcW w:w="1612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ru-RU"/>
              </w:rPr>
            </w:pPr>
            <w:r w:rsidRPr="00AB6A2B">
              <w:rPr>
                <w:rFonts w:ascii="Times New Roman" w:hAnsi="Times New Roman"/>
                <w:b/>
                <w:szCs w:val="20"/>
                <w:lang w:eastAsia="ru-RU"/>
              </w:rPr>
              <w:t>3</w:t>
            </w:r>
          </w:p>
        </w:tc>
        <w:tc>
          <w:tcPr>
            <w:tcW w:w="1461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ru-RU"/>
              </w:rPr>
            </w:pPr>
            <w:r w:rsidRPr="00AB6A2B">
              <w:rPr>
                <w:rFonts w:ascii="Times New Roman" w:hAnsi="Times New Roman"/>
                <w:b/>
                <w:szCs w:val="20"/>
                <w:lang w:eastAsia="ru-RU"/>
              </w:rPr>
              <w:t>4</w:t>
            </w:r>
          </w:p>
        </w:tc>
        <w:tc>
          <w:tcPr>
            <w:tcW w:w="1008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ru-RU"/>
              </w:rPr>
            </w:pPr>
            <w:r w:rsidRPr="00AB6A2B">
              <w:rPr>
                <w:rFonts w:ascii="Times New Roman" w:hAnsi="Times New Roman"/>
                <w:b/>
                <w:szCs w:val="20"/>
                <w:lang w:eastAsia="ru-RU"/>
              </w:rPr>
              <w:t>5</w:t>
            </w:r>
          </w:p>
        </w:tc>
      </w:tr>
      <w:tr w:rsidR="00E22DD3" w:rsidRPr="00CF5663" w:rsidTr="00F82AB4">
        <w:tc>
          <w:tcPr>
            <w:tcW w:w="161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758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612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461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008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E22DD3" w:rsidRPr="00CF5663" w:rsidTr="00F82AB4">
        <w:tc>
          <w:tcPr>
            <w:tcW w:w="161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758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612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461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008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E22DD3" w:rsidRPr="00CF5663" w:rsidTr="00F82AB4">
        <w:tc>
          <w:tcPr>
            <w:tcW w:w="161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758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612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461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008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E22DD3" w:rsidRPr="00CF5663" w:rsidTr="00F82AB4">
        <w:tc>
          <w:tcPr>
            <w:tcW w:w="161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758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612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461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1008" w:type="pct"/>
          </w:tcPr>
          <w:p w:rsidR="00E22DD3" w:rsidRPr="00AB6A2B" w:rsidRDefault="00E22DD3" w:rsidP="00AB6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</w:tbl>
    <w:p w:rsidR="00E22DD3" w:rsidRPr="00AB6A2B" w:rsidRDefault="00E22DD3" w:rsidP="00AB6A2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E22DD3" w:rsidRPr="00AB6A2B" w:rsidSect="00FC561D">
          <w:footerReference w:type="even" r:id="rId10"/>
          <w:footerReference w:type="default" r:id="rId11"/>
          <w:footerReference w:type="first" r:id="rId12"/>
          <w:pgSz w:w="16840" w:h="11907" w:orient="landscape" w:code="9"/>
          <w:pgMar w:top="1418" w:right="284" w:bottom="1418" w:left="284" w:header="720" w:footer="720" w:gutter="0"/>
          <w:cols w:space="720"/>
          <w:titlePg/>
          <w:docGrid w:linePitch="326"/>
        </w:sectPr>
      </w:pPr>
    </w:p>
    <w:p w:rsidR="00E22DD3" w:rsidRDefault="00E22DD3" w:rsidP="00AC7986">
      <w:r w:rsidRPr="005C4D0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           </w:t>
      </w:r>
    </w:p>
    <w:sectPr w:rsidR="00E22DD3" w:rsidSect="00AB6A2B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DD3" w:rsidRDefault="00E22DD3" w:rsidP="004B448A">
      <w:pPr>
        <w:spacing w:after="0" w:line="240" w:lineRule="auto"/>
      </w:pPr>
      <w:r>
        <w:separator/>
      </w:r>
    </w:p>
  </w:endnote>
  <w:endnote w:type="continuationSeparator" w:id="0">
    <w:p w:rsidR="00E22DD3" w:rsidRDefault="00E22DD3" w:rsidP="004B4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DD3" w:rsidRDefault="00E22DD3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E22DD3" w:rsidRDefault="00E22DD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DD3" w:rsidRDefault="00E22DD3" w:rsidP="005D2B1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2DD3" w:rsidRDefault="00E22DD3" w:rsidP="00FB19A7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DD3" w:rsidRDefault="00E22DD3" w:rsidP="00545922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DD3" w:rsidRDefault="00E22DD3">
    <w:pPr>
      <w:pStyle w:val="Footer"/>
      <w:jc w:val="right"/>
    </w:pPr>
    <w:fldSimple w:instr="PAGE   \* MERGEFORMAT">
      <w:r>
        <w:rPr>
          <w:noProof/>
        </w:rPr>
        <w:t>4</w:t>
      </w:r>
    </w:fldSimple>
  </w:p>
  <w:p w:rsidR="00E22DD3" w:rsidRPr="009C7612" w:rsidRDefault="00E22DD3" w:rsidP="009C7612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DD3" w:rsidRDefault="00E22DD3" w:rsidP="004B448A">
      <w:pPr>
        <w:spacing w:after="0" w:line="240" w:lineRule="auto"/>
      </w:pPr>
      <w:r>
        <w:separator/>
      </w:r>
    </w:p>
  </w:footnote>
  <w:footnote w:type="continuationSeparator" w:id="0">
    <w:p w:rsidR="00E22DD3" w:rsidRDefault="00E22DD3" w:rsidP="004B4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74AAD"/>
    <w:multiLevelType w:val="multilevel"/>
    <w:tmpl w:val="161A27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D5367B9"/>
    <w:multiLevelType w:val="multilevel"/>
    <w:tmpl w:val="BBA8A2D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7986"/>
    <w:rsid w:val="00075969"/>
    <w:rsid w:val="001B7481"/>
    <w:rsid w:val="0048222E"/>
    <w:rsid w:val="004A46F3"/>
    <w:rsid w:val="004B448A"/>
    <w:rsid w:val="00545922"/>
    <w:rsid w:val="005C4D0F"/>
    <w:rsid w:val="005D2B1D"/>
    <w:rsid w:val="006561F3"/>
    <w:rsid w:val="00747ADD"/>
    <w:rsid w:val="007D592D"/>
    <w:rsid w:val="008005C7"/>
    <w:rsid w:val="00846D45"/>
    <w:rsid w:val="009C7612"/>
    <w:rsid w:val="009D6590"/>
    <w:rsid w:val="00AB6A2B"/>
    <w:rsid w:val="00AC7986"/>
    <w:rsid w:val="00AD2952"/>
    <w:rsid w:val="00C91E3E"/>
    <w:rsid w:val="00CF5663"/>
    <w:rsid w:val="00D24304"/>
    <w:rsid w:val="00D307AB"/>
    <w:rsid w:val="00E104D4"/>
    <w:rsid w:val="00E22DD3"/>
    <w:rsid w:val="00F82AB4"/>
    <w:rsid w:val="00FB19A7"/>
    <w:rsid w:val="00FC5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98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7">
    <w:name w:val="Style7"/>
    <w:basedOn w:val="Normal"/>
    <w:uiPriority w:val="99"/>
    <w:rsid w:val="00AC7986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uiPriority w:val="99"/>
    <w:rsid w:val="00AC7986"/>
    <w:rPr>
      <w:rFonts w:ascii="Times New Roman" w:hAnsi="Times New Roman"/>
      <w:b/>
      <w:sz w:val="24"/>
    </w:rPr>
  </w:style>
  <w:style w:type="paragraph" w:styleId="Footer">
    <w:name w:val="footer"/>
    <w:basedOn w:val="Normal"/>
    <w:link w:val="FooterChar"/>
    <w:uiPriority w:val="99"/>
    <w:rsid w:val="00AB6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B6A2B"/>
    <w:rPr>
      <w:rFonts w:cs="Times New Roman"/>
    </w:rPr>
  </w:style>
  <w:style w:type="character" w:styleId="PageNumber">
    <w:name w:val="page number"/>
    <w:basedOn w:val="DefaultParagraphFont"/>
    <w:uiPriority w:val="99"/>
    <w:rsid w:val="00AB6A2B"/>
    <w:rPr>
      <w:rFonts w:cs="Times New Roman"/>
    </w:rPr>
  </w:style>
  <w:style w:type="paragraph" w:styleId="NoSpacing">
    <w:name w:val="No Spacing"/>
    <w:uiPriority w:val="99"/>
    <w:qFormat/>
    <w:rsid w:val="00AB6A2B"/>
    <w:rPr>
      <w:lang w:eastAsia="en-US"/>
    </w:rPr>
  </w:style>
  <w:style w:type="paragraph" w:styleId="Header">
    <w:name w:val="header"/>
    <w:basedOn w:val="Normal"/>
    <w:link w:val="HeaderChar"/>
    <w:uiPriority w:val="99"/>
    <w:rsid w:val="004B4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48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0F5002571EE603C1705EB0C66E7E679B9FCDA2B8DA127B99477C7E39q558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1090</Words>
  <Characters>6217</Characters>
  <Application>Microsoft Office Outlook</Application>
  <DocSecurity>0</DocSecurity>
  <Lines>0</Lines>
  <Paragraphs>0</Paragraphs>
  <ScaleCrop>false</ScaleCrop>
  <Company>Users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2</cp:revision>
  <dcterms:created xsi:type="dcterms:W3CDTF">2019-12-19T06:45:00Z</dcterms:created>
  <dcterms:modified xsi:type="dcterms:W3CDTF">2019-12-19T06:45:00Z</dcterms:modified>
</cp:coreProperties>
</file>